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b/>
        </w:rPr>
        <w:id w:val="440737437"/>
        <w:docPartObj>
          <w:docPartGallery w:val="Cover Pages"/>
          <w:docPartUnique/>
        </w:docPartObj>
      </w:sdtPr>
      <w:sdtEndPr/>
      <w:sdtContent>
        <w:p w14:paraId="22DF60BA" w14:textId="2EB9EEF3" w:rsidR="00834B43" w:rsidRPr="003561D1" w:rsidRDefault="007B2FBF" w:rsidP="003561D1">
          <w:pPr>
            <w:jc w:val="center"/>
            <w:rPr>
              <w:b/>
              <w:sz w:val="48"/>
            </w:rPr>
          </w:pPr>
          <w:r w:rsidRPr="003561D1">
            <w:rPr>
              <w:b/>
              <w:noProof/>
              <w:sz w:val="48"/>
            </w:rPr>
            <mc:AlternateContent>
              <mc:Choice Requires="wpg">
                <w:drawing>
                  <wp:anchor distT="0" distB="0" distL="114300" distR="114300" simplePos="0" relativeHeight="251680768" behindDoc="0" locked="0" layoutInCell="1" allowOverlap="1" wp14:anchorId="57BF3D54" wp14:editId="5EA09861">
                    <wp:simplePos x="0" y="0"/>
                    <wp:positionH relativeFrom="column">
                      <wp:posOffset>-611505</wp:posOffset>
                    </wp:positionH>
                    <wp:positionV relativeFrom="paragraph">
                      <wp:posOffset>-227965</wp:posOffset>
                    </wp:positionV>
                    <wp:extent cx="7272020" cy="800100"/>
                    <wp:effectExtent l="0" t="0" r="17780" b="38100"/>
                    <wp:wrapTight wrapText="bothSides">
                      <wp:wrapPolygon edited="0">
                        <wp:start x="1735" y="0"/>
                        <wp:lineTo x="1735" y="10971"/>
                        <wp:lineTo x="0" y="21943"/>
                        <wp:lineTo x="21577" y="21943"/>
                        <wp:lineTo x="21577" y="0"/>
                        <wp:lineTo x="1735" y="0"/>
                      </wp:wrapPolygon>
                    </wp:wrapTight>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72020" cy="800100"/>
                              <a:chOff x="476" y="720"/>
                              <a:chExt cx="11452" cy="1260"/>
                            </a:xfrm>
                          </wpg:grpSpPr>
                          <pic:pic xmlns:pic="http://schemas.openxmlformats.org/drawingml/2006/picture">
                            <pic:nvPicPr>
                              <pic:cNvPr id="2" name="Picture 5" descr="gemini logo"/>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34" y="722"/>
                                <a:ext cx="3994" cy="1075"/>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s:wsp>
                            <wps:cNvPr id="3" name="Line 3"/>
                            <wps:cNvCnPr/>
                            <wps:spPr bwMode="auto">
                              <a:xfrm>
                                <a:off x="476" y="1980"/>
                                <a:ext cx="11450" cy="0"/>
                              </a:xfrm>
                              <a:prstGeom prst="line">
                                <a:avLst/>
                              </a:prstGeom>
                              <a:noFill/>
                              <a:ln w="31750">
                                <a:solidFill>
                                  <a:srgbClr val="FDB93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4" name="Rectangle 4"/>
                            <wps:cNvSpPr>
                              <a:spLocks noChangeArrowheads="1"/>
                            </wps:cNvSpPr>
                            <wps:spPr bwMode="auto">
                              <a:xfrm>
                                <a:off x="1467" y="720"/>
                                <a:ext cx="6480" cy="1077"/>
                              </a:xfrm>
                              <a:prstGeom prst="rect">
                                <a:avLst/>
                              </a:prstGeom>
                              <a:gradFill rotWithShape="0">
                                <a:gsLst>
                                  <a:gs pos="0">
                                    <a:srgbClr val="FFFFFF"/>
                                  </a:gs>
                                  <a:gs pos="100000">
                                    <a:srgbClr val="FDB930"/>
                                  </a:gs>
                                </a:gsLst>
                                <a:lin ang="0" scaled="1"/>
                              </a:gra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CFB98" id="Group 8" o:spid="_x0000_s1026" style="position:absolute;margin-left:-48.15pt;margin-top:-17.95pt;width:572.6pt;height:63pt;z-index:251680768" coordorigin="476,720" coordsize="11452,12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gemini logo" style="position:absolute;left:7934;top:722;width:3994;height:1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">
                      <v:imagedata r:id="rId10" o:title="gemini logo"/>
                      <o:lock v:ext="edit" aspectratio="f"/>
                    </v:shape>
                    <v:line id="Line 3" o:spid="_x0000_s1028" style="position:absolute;visibility:visible;mso-wrap-style:square" from="476,1980" to="11926,1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" strokecolor="#fdb930" strokeweight="2.5pt"/>
                    <v:rect id="Rectangle 4" o:spid="_x0000_s1029" style="position:absolute;left:1467;top:720;width:6480;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" stroked="f">
                      <v:fill color2="#fdb930" angle="90" focus="100%" type="gradient"/>
                    </v:rect>
                    <w10:wrap type="tight"/>
                  </v:group>
                </w:pict>
              </mc:Fallback>
            </mc:AlternateContent>
          </w:r>
          <w:r w:rsidR="007275D7" w:rsidRPr="003561D1">
            <w:rPr>
              <w:b/>
              <w:sz w:val="48"/>
            </w:rPr>
            <w:t>Instrument Support Structure</w:t>
          </w:r>
        </w:p>
        <w:p w14:paraId="6B7E5268" w14:textId="2E10BC24" w:rsidR="00834B43" w:rsidRPr="003561D1" w:rsidRDefault="007275D7" w:rsidP="003561D1">
          <w:pPr>
            <w:jc w:val="center"/>
            <w:rPr>
              <w:b/>
              <w:sz w:val="48"/>
            </w:rPr>
          </w:pPr>
          <w:r w:rsidRPr="003561D1">
            <w:rPr>
              <w:b/>
              <w:sz w:val="48"/>
            </w:rPr>
            <w:t>to Science Instruments</w:t>
          </w:r>
        </w:p>
        <w:p w14:paraId="4DBEC707" w14:textId="682C4DB3" w:rsidR="00137A68" w:rsidRPr="003561D1" w:rsidRDefault="007275D7" w:rsidP="003561D1">
          <w:pPr>
            <w:jc w:val="center"/>
            <w:rPr>
              <w:b/>
              <w:sz w:val="48"/>
            </w:rPr>
          </w:pPr>
          <w:r w:rsidRPr="003561D1">
            <w:rPr>
              <w:b/>
              <w:sz w:val="48"/>
            </w:rPr>
            <w:t>Interface Control Document</w:t>
          </w:r>
        </w:p>
        <w:p w14:paraId="2AE644CA" w14:textId="77777777" w:rsidR="00AE45D5" w:rsidRPr="003561D1" w:rsidRDefault="008E0975" w:rsidP="003561D1">
          <w:pPr>
            <w:jc w:val="center"/>
            <w:rPr>
              <w:b/>
              <w:sz w:val="48"/>
            </w:rPr>
          </w:pPr>
          <w:r w:rsidRPr="003561D1">
            <w:rPr>
              <w:b/>
              <w:sz w:val="48"/>
            </w:rPr>
            <w:t>IC</w:t>
          </w:r>
          <w:r w:rsidR="002F7908" w:rsidRPr="003561D1">
            <w:rPr>
              <w:b/>
              <w:sz w:val="48"/>
            </w:rPr>
            <w:t>D</w:t>
          </w:r>
          <w:r w:rsidR="00AE45D5" w:rsidRPr="003561D1">
            <w:rPr>
              <w:b/>
              <w:sz w:val="48"/>
            </w:rPr>
            <w:t xml:space="preserve"> </w:t>
          </w:r>
          <w:r w:rsidR="007275D7" w:rsidRPr="003561D1">
            <w:rPr>
              <w:b/>
              <w:sz w:val="48"/>
            </w:rPr>
            <w:fldChar w:fldCharType="begin">
              <w:ffData>
                <w:name w:val="Text7"/>
                <w:enabled/>
                <w:calcOnExit w:val="0"/>
                <w:textInput>
                  <w:default w:val="1.5.3/1.9"/>
                  <w:maxLength w:val="14"/>
                </w:textInput>
              </w:ffData>
            </w:fldChar>
          </w:r>
          <w:bookmarkStart w:id="0" w:name="Text7"/>
          <w:r w:rsidR="007275D7" w:rsidRPr="003561D1">
            <w:rPr>
              <w:b/>
              <w:sz w:val="48"/>
            </w:rPr>
            <w:instrText xml:space="preserve"> FORMTEXT </w:instrText>
          </w:r>
          <w:r w:rsidR="007275D7" w:rsidRPr="003561D1">
            <w:rPr>
              <w:b/>
              <w:sz w:val="48"/>
            </w:rPr>
          </w:r>
          <w:r w:rsidR="007275D7" w:rsidRPr="003561D1">
            <w:rPr>
              <w:b/>
              <w:sz w:val="48"/>
            </w:rPr>
            <w:fldChar w:fldCharType="separate"/>
          </w:r>
          <w:r w:rsidR="007275D7" w:rsidRPr="003561D1">
            <w:rPr>
              <w:b/>
              <w:noProof/>
              <w:sz w:val="48"/>
            </w:rPr>
            <w:t>1.5.3/1.9</w:t>
          </w:r>
          <w:r w:rsidR="007275D7" w:rsidRPr="003561D1">
            <w:rPr>
              <w:b/>
              <w:sz w:val="48"/>
            </w:rPr>
            <w:fldChar w:fldCharType="end"/>
          </w:r>
          <w:bookmarkEnd w:id="0"/>
        </w:p>
        <w:p w14:paraId="253BE708" w14:textId="77777777" w:rsidR="00CF11FC" w:rsidRPr="003561D1" w:rsidRDefault="00CF11FC" w:rsidP="00EE2A03">
          <w:pPr>
            <w:rPr>
              <w:b/>
            </w:rPr>
          </w:pPr>
        </w:p>
        <w:p w14:paraId="061AF248" w14:textId="77777777" w:rsidR="00CF11FC" w:rsidRPr="003561D1" w:rsidRDefault="00CF11FC" w:rsidP="00EE2A03">
          <w:pPr>
            <w:rPr>
              <w:b/>
            </w:rPr>
          </w:pPr>
        </w:p>
        <w:p w14:paraId="52CD5580" w14:textId="77777777" w:rsidR="006F3C5F" w:rsidRPr="003561D1" w:rsidRDefault="006F3C5F" w:rsidP="00EE2A03">
          <w:pPr>
            <w:rPr>
              <w:b/>
            </w:rPr>
          </w:pPr>
        </w:p>
        <w:p w14:paraId="2A55E2D2" w14:textId="77777777" w:rsidR="006F3C5F" w:rsidRPr="003561D1" w:rsidRDefault="006F3C5F" w:rsidP="00EE2A03">
          <w:pPr>
            <w:rPr>
              <w:b/>
            </w:rPr>
          </w:pPr>
        </w:p>
        <w:p w14:paraId="3BEB6B87" w14:textId="77777777" w:rsidR="006F3C5F" w:rsidRPr="003561D1" w:rsidRDefault="006F3C5F" w:rsidP="00EE2A03">
          <w:pPr>
            <w:rPr>
              <w:b/>
            </w:rPr>
          </w:pPr>
        </w:p>
        <w:p w14:paraId="518900B2" w14:textId="77777777" w:rsidR="006F3C5F" w:rsidRPr="003561D1" w:rsidRDefault="006F3C5F" w:rsidP="00EE2A03">
          <w:pPr>
            <w:rPr>
              <w:b/>
            </w:rPr>
          </w:pPr>
        </w:p>
        <w:p w14:paraId="0FEC80A9" w14:textId="77777777" w:rsidR="006F3C5F" w:rsidRPr="003561D1" w:rsidRDefault="006F3C5F" w:rsidP="00EE2A03">
          <w:pPr>
            <w:rPr>
              <w:b/>
            </w:rPr>
          </w:pPr>
        </w:p>
        <w:p w14:paraId="7F109E9E" w14:textId="77777777" w:rsidR="006F3C5F" w:rsidRPr="003561D1" w:rsidRDefault="006F3C5F" w:rsidP="00EE2A03">
          <w:pPr>
            <w:rPr>
              <w:b/>
            </w:rPr>
          </w:pPr>
        </w:p>
        <w:p w14:paraId="3BA221B0" w14:textId="77777777" w:rsidR="006F3C5F" w:rsidRPr="003561D1" w:rsidRDefault="006F3C5F" w:rsidP="00EE2A03">
          <w:pPr>
            <w:rPr>
              <w:b/>
            </w:rPr>
          </w:pPr>
        </w:p>
        <w:p w14:paraId="55F33461" w14:textId="77777777" w:rsidR="006F3C5F" w:rsidRPr="003561D1" w:rsidRDefault="006F3C5F" w:rsidP="00EE2A03">
          <w:pPr>
            <w:rPr>
              <w:b/>
            </w:rPr>
          </w:pPr>
        </w:p>
        <w:p w14:paraId="1733BF13" w14:textId="77777777" w:rsidR="006F3C5F" w:rsidRPr="003561D1" w:rsidRDefault="006F3C5F" w:rsidP="00EE2A03">
          <w:pPr>
            <w:rPr>
              <w:b/>
            </w:rPr>
          </w:pPr>
        </w:p>
        <w:p w14:paraId="37360C3A" w14:textId="77777777" w:rsidR="006F3C5F" w:rsidRDefault="006F3C5F" w:rsidP="00EE2A03">
          <w:pPr>
            <w:rPr>
              <w:b/>
            </w:rPr>
          </w:pPr>
        </w:p>
        <w:p w14:paraId="18D985B6" w14:textId="77777777" w:rsidR="00FD7C34" w:rsidRDefault="00FD7C34" w:rsidP="00EE2A03">
          <w:pPr>
            <w:rPr>
              <w:b/>
            </w:rPr>
          </w:pPr>
        </w:p>
        <w:p w14:paraId="3CF86051" w14:textId="77777777" w:rsidR="00FD7C34" w:rsidRDefault="00FD7C34" w:rsidP="00EE2A03">
          <w:pPr>
            <w:rPr>
              <w:b/>
            </w:rPr>
          </w:pPr>
        </w:p>
        <w:p w14:paraId="1F93D746" w14:textId="77777777" w:rsidR="00FD7C34" w:rsidRDefault="00FD7C34" w:rsidP="00EE2A03">
          <w:pPr>
            <w:rPr>
              <w:b/>
            </w:rPr>
          </w:pPr>
        </w:p>
        <w:p w14:paraId="05B655BA" w14:textId="77777777" w:rsidR="00FD7C34" w:rsidRDefault="00FD7C34" w:rsidP="00EE2A03">
          <w:pPr>
            <w:rPr>
              <w:b/>
            </w:rPr>
          </w:pPr>
        </w:p>
        <w:p w14:paraId="3F036403" w14:textId="77777777" w:rsidR="00FD7C34" w:rsidRPr="003561D1" w:rsidRDefault="00FD7C34" w:rsidP="00EE2A03">
          <w:pPr>
            <w:rPr>
              <w:b/>
            </w:rPr>
          </w:pPr>
        </w:p>
        <w:p w14:paraId="0CE12B93" w14:textId="5D3D789C" w:rsidR="006F3C5F" w:rsidRPr="003561D1" w:rsidRDefault="006F3C5F" w:rsidP="003561D1">
          <w:pPr>
            <w:jc w:val="center"/>
            <w:rPr>
              <w:b/>
              <w:sz w:val="32"/>
            </w:rPr>
          </w:pPr>
          <w:r w:rsidRPr="003561D1">
            <w:rPr>
              <w:b/>
              <w:sz w:val="32"/>
            </w:rPr>
            <w:t xml:space="preserve">Issued By: </w:t>
          </w:r>
          <w:sdt>
            <w:sdtPr>
              <w:rPr>
                <w:b/>
                <w:sz w:val="32"/>
              </w:rPr>
              <w:id w:val="21317557"/>
            </w:sdtPr>
            <w:sdtEndPr/>
            <w:sdtContent>
              <w:r w:rsidR="00B20927">
                <w:rPr>
                  <w:b/>
                  <w:sz w:val="32"/>
                </w:rPr>
                <w:t>Project Support Department</w:t>
              </w:r>
            </w:sdtContent>
          </w:sdt>
        </w:p>
        <w:p w14:paraId="35515157" w14:textId="77777777" w:rsidR="006F3C5F" w:rsidRPr="003561D1" w:rsidRDefault="006F3C5F" w:rsidP="00EE2A03">
          <w:pPr>
            <w:rPr>
              <w:b/>
            </w:rPr>
          </w:pPr>
        </w:p>
        <w:p w14:paraId="0BAA38A9" w14:textId="77777777" w:rsidR="006F3C5F" w:rsidRPr="003561D1" w:rsidRDefault="00896AA9" w:rsidP="00EE2A03">
          <w:pPr>
            <w:rPr>
              <w:b/>
            </w:rPr>
            <w:sectPr w:rsidR="006F3C5F" w:rsidRPr="003561D1">
              <w:headerReference w:type="default" r:id="rId11"/>
              <w:footerReference w:type="even" r:id="rId12"/>
              <w:footerReference w:type="default" r:id="rId13"/>
              <w:type w:val="continuous"/>
              <w:pgSz w:w="12240" w:h="15840" w:code="1"/>
              <w:pgMar w:top="1440" w:right="1440" w:bottom="1440" w:left="1440" w:header="720" w:footer="1008" w:gutter="0"/>
              <w:cols w:space="720"/>
              <w:formProt w:val="0"/>
              <w:titlePg/>
            </w:sectPr>
          </w:pPr>
        </w:p>
      </w:sdtContent>
    </w:sdt>
    <w:tbl>
      <w:tblPr>
        <w:tblpPr w:leftFromText="180" w:rightFromText="180" w:vertAnchor="page" w:horzAnchor="page" w:tblpX="2754" w:tblpY="10261"/>
        <w:tblW w:w="68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79"/>
        <w:gridCol w:w="3729"/>
      </w:tblGrid>
      <w:tr w:rsidR="00834B43" w:rsidRPr="003561D1" w14:paraId="270729ED" w14:textId="77777777" w:rsidTr="00834B43">
        <w:trPr>
          <w:trHeight w:val="560"/>
        </w:trPr>
        <w:tc>
          <w:tcPr>
            <w:tcW w:w="6808" w:type="dxa"/>
            <w:gridSpan w:val="2"/>
            <w:shd w:val="clear" w:color="000000" w:fill="FED789"/>
            <w:vAlign w:val="center"/>
          </w:tcPr>
          <w:p w14:paraId="4CB3C130" w14:textId="1D848E63" w:rsidR="00834B43" w:rsidRPr="003561D1" w:rsidRDefault="00834B43" w:rsidP="00FD7C34">
            <w:pPr>
              <w:jc w:val="center"/>
              <w:rPr>
                <w:b/>
                <w:color w:val="FFFF00"/>
              </w:rPr>
            </w:pPr>
            <w:r w:rsidRPr="003561D1">
              <w:rPr>
                <w:b/>
              </w:rPr>
              <w:t>Approval required by</w:t>
            </w:r>
            <w:r w:rsidR="00FD7C34">
              <w:rPr>
                <w:b/>
              </w:rPr>
              <w:t>:</w:t>
            </w:r>
          </w:p>
        </w:tc>
      </w:tr>
      <w:tr w:rsidR="00834B43" w:rsidRPr="006F3C5F" w14:paraId="7FDC6172" w14:textId="77777777" w:rsidTr="00834B43">
        <w:trPr>
          <w:trHeight w:val="400"/>
        </w:trPr>
        <w:tc>
          <w:tcPr>
            <w:tcW w:w="3079" w:type="dxa"/>
            <w:shd w:val="clear" w:color="000000" w:fill="FFEBC2"/>
            <w:vAlign w:val="center"/>
          </w:tcPr>
          <w:p w14:paraId="58E03A9E" w14:textId="77777777" w:rsidR="00834B43" w:rsidRPr="00DF03A1" w:rsidRDefault="00834B43" w:rsidP="00EE2A03">
            <w:r w:rsidRPr="00DF03A1">
              <w:t>Steve Hardash</w:t>
            </w:r>
          </w:p>
        </w:tc>
        <w:tc>
          <w:tcPr>
            <w:tcW w:w="3729" w:type="dxa"/>
            <w:shd w:val="clear" w:color="000000" w:fill="FFEBC2"/>
            <w:vAlign w:val="center"/>
          </w:tcPr>
          <w:p w14:paraId="2D35B137" w14:textId="77777777" w:rsidR="00834B43" w:rsidRPr="00DF03A1" w:rsidRDefault="00834B43" w:rsidP="00EE2A03">
            <w:r w:rsidRPr="00DF03A1">
              <w:t>GN Head of Engineering Ops</w:t>
            </w:r>
          </w:p>
        </w:tc>
      </w:tr>
      <w:tr w:rsidR="00834B43" w:rsidRPr="006F3C5F" w14:paraId="60EE0A72" w14:textId="77777777" w:rsidTr="00834B43">
        <w:trPr>
          <w:trHeight w:val="400"/>
        </w:trPr>
        <w:tc>
          <w:tcPr>
            <w:tcW w:w="3079" w:type="dxa"/>
            <w:shd w:val="clear" w:color="000000" w:fill="FFEBC2"/>
            <w:vAlign w:val="center"/>
          </w:tcPr>
          <w:p w14:paraId="449343C8" w14:textId="77777777" w:rsidR="00834B43" w:rsidRPr="00DF03A1" w:rsidRDefault="00834B43" w:rsidP="00EE2A03">
            <w:r w:rsidRPr="00DF03A1">
              <w:t>Michiel Van Der Hoeven</w:t>
            </w:r>
          </w:p>
        </w:tc>
        <w:tc>
          <w:tcPr>
            <w:tcW w:w="3729" w:type="dxa"/>
            <w:shd w:val="clear" w:color="000000" w:fill="FFEBC2"/>
            <w:vAlign w:val="center"/>
          </w:tcPr>
          <w:p w14:paraId="609C22C0" w14:textId="77777777" w:rsidR="00834B43" w:rsidRPr="00DF03A1" w:rsidRDefault="00834B43" w:rsidP="00EE2A03">
            <w:r>
              <w:t>GS Head of Engineering Ops</w:t>
            </w:r>
          </w:p>
        </w:tc>
      </w:tr>
    </w:tbl>
    <w:p w14:paraId="1C4C5026" w14:textId="77777777" w:rsidR="000D7DA5" w:rsidRDefault="000D7DA5" w:rsidP="00EE2A03">
      <w:r>
        <w:br w:type="page"/>
      </w:r>
    </w:p>
    <w:p w14:paraId="36AB8C19" w14:textId="77777777" w:rsidR="000D7DA5" w:rsidRDefault="000D7DA5" w:rsidP="00EE2A03"/>
    <w:p w14:paraId="6E2A6572" w14:textId="77777777" w:rsidR="00CF11FC" w:rsidRPr="00CF11FC" w:rsidRDefault="002F7908" w:rsidP="00E10D5F">
      <w:pPr>
        <w:pStyle w:val="EngDMTIndices"/>
      </w:pPr>
      <w:bookmarkStart w:id="1" w:name="_Toc519682706"/>
      <w:r w:rsidRPr="002F7908">
        <w:t>Version</w:t>
      </w:r>
      <w:r w:rsidR="00F77AF1" w:rsidRPr="002F7908">
        <w:t xml:space="preserve"> Control</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935"/>
        <w:gridCol w:w="4725"/>
        <w:gridCol w:w="1890"/>
      </w:tblGrid>
      <w:tr w:rsidR="002F7908" w:rsidRPr="002F7908" w14:paraId="11C59BD6" w14:textId="77777777" w:rsidTr="008B53C5">
        <w:trPr>
          <w:cantSplit/>
          <w:tblHeader/>
        </w:trPr>
        <w:tc>
          <w:tcPr>
            <w:tcW w:w="9558" w:type="dxa"/>
            <w:gridSpan w:val="4"/>
            <w:shd w:val="pct10" w:color="auto" w:fill="auto"/>
          </w:tcPr>
          <w:p w14:paraId="6B82BE26" w14:textId="77777777" w:rsidR="002F7908" w:rsidRPr="002F7908" w:rsidRDefault="002F7908" w:rsidP="00EE2A03">
            <w:pPr>
              <w:pStyle w:val="Table-ColHead"/>
            </w:pPr>
            <w:r w:rsidRPr="002F7908">
              <w:t>REVISION CHART</w:t>
            </w:r>
          </w:p>
        </w:tc>
      </w:tr>
      <w:tr w:rsidR="002F7908" w:rsidRPr="002F7908" w14:paraId="48535967" w14:textId="77777777" w:rsidTr="006B1571">
        <w:trPr>
          <w:cantSplit/>
          <w:tblHeader/>
        </w:trPr>
        <w:tc>
          <w:tcPr>
            <w:tcW w:w="1008" w:type="dxa"/>
            <w:shd w:val="pct10" w:color="auto" w:fill="auto"/>
          </w:tcPr>
          <w:p w14:paraId="64F82719" w14:textId="77777777" w:rsidR="002F7908" w:rsidRPr="002F7908" w:rsidRDefault="002F7908" w:rsidP="00EE2A03">
            <w:pPr>
              <w:pStyle w:val="Table-ColHead"/>
            </w:pPr>
            <w:r w:rsidRPr="002F7908">
              <w:t>Version</w:t>
            </w:r>
          </w:p>
        </w:tc>
        <w:tc>
          <w:tcPr>
            <w:tcW w:w="1935" w:type="dxa"/>
            <w:shd w:val="pct10" w:color="auto" w:fill="auto"/>
          </w:tcPr>
          <w:p w14:paraId="1F00D96E" w14:textId="77777777" w:rsidR="002F7908" w:rsidRPr="002F7908" w:rsidRDefault="002F7908" w:rsidP="00EE2A03">
            <w:pPr>
              <w:pStyle w:val="Table-ColHead"/>
            </w:pPr>
            <w:r w:rsidRPr="002F7908">
              <w:t>Author(s)</w:t>
            </w:r>
          </w:p>
        </w:tc>
        <w:tc>
          <w:tcPr>
            <w:tcW w:w="4725" w:type="dxa"/>
            <w:shd w:val="pct10" w:color="auto" w:fill="auto"/>
          </w:tcPr>
          <w:p w14:paraId="7EA20149" w14:textId="77777777" w:rsidR="002F7908" w:rsidRPr="002F7908" w:rsidRDefault="002F7908" w:rsidP="00EE2A03">
            <w:pPr>
              <w:pStyle w:val="Table-ColHead"/>
            </w:pPr>
            <w:r w:rsidRPr="002F7908">
              <w:t>Description of Version</w:t>
            </w:r>
          </w:p>
        </w:tc>
        <w:tc>
          <w:tcPr>
            <w:tcW w:w="1890" w:type="dxa"/>
            <w:shd w:val="pct10" w:color="auto" w:fill="auto"/>
          </w:tcPr>
          <w:p w14:paraId="281853CB" w14:textId="77777777" w:rsidR="002F7908" w:rsidRPr="002F7908" w:rsidRDefault="002F7908" w:rsidP="00EE2A03">
            <w:pPr>
              <w:pStyle w:val="Table-ColHead"/>
            </w:pPr>
            <w:r w:rsidRPr="002F7908">
              <w:t>Date Completed</w:t>
            </w:r>
          </w:p>
        </w:tc>
      </w:tr>
      <w:tr w:rsidR="002F7908" w:rsidRPr="002F7908" w14:paraId="1406BBD3" w14:textId="77777777" w:rsidTr="006B1571">
        <w:trPr>
          <w:cantSplit/>
        </w:trPr>
        <w:tc>
          <w:tcPr>
            <w:tcW w:w="1008" w:type="dxa"/>
          </w:tcPr>
          <w:p w14:paraId="4099A946" w14:textId="77777777" w:rsidR="002F7908" w:rsidRPr="008B53C5" w:rsidRDefault="007275D7" w:rsidP="00EE2A03">
            <w:pPr>
              <w:pStyle w:val="Table-Text"/>
            </w:pPr>
            <w:r w:rsidRPr="008B53C5">
              <w:t>A</w:t>
            </w:r>
          </w:p>
        </w:tc>
        <w:tc>
          <w:tcPr>
            <w:tcW w:w="1935" w:type="dxa"/>
          </w:tcPr>
          <w:p w14:paraId="61FFA8A3" w14:textId="77777777" w:rsidR="002F7908" w:rsidRPr="008B53C5" w:rsidRDefault="007275D7" w:rsidP="00EE2A03">
            <w:pPr>
              <w:pStyle w:val="Table-Text"/>
            </w:pPr>
            <w:r w:rsidRPr="008B53C5">
              <w:t>David Montgomery</w:t>
            </w:r>
          </w:p>
        </w:tc>
        <w:tc>
          <w:tcPr>
            <w:tcW w:w="4725" w:type="dxa"/>
          </w:tcPr>
          <w:p w14:paraId="27F556A0" w14:textId="77777777" w:rsidR="002F7908" w:rsidRPr="008B53C5" w:rsidRDefault="007275D7" w:rsidP="00EE2A03">
            <w:pPr>
              <w:pStyle w:val="Table-Text"/>
            </w:pPr>
            <w:r w:rsidRPr="008B53C5">
              <w:t>Initial Version</w:t>
            </w:r>
          </w:p>
        </w:tc>
        <w:tc>
          <w:tcPr>
            <w:tcW w:w="1890" w:type="dxa"/>
          </w:tcPr>
          <w:p w14:paraId="0A08F0B3" w14:textId="77777777" w:rsidR="002F7908" w:rsidRPr="008B53C5" w:rsidRDefault="007275D7" w:rsidP="00EE2A03">
            <w:pPr>
              <w:pStyle w:val="Table-Text"/>
            </w:pPr>
            <w:r w:rsidRPr="008B53C5">
              <w:t>April 22, 1997</w:t>
            </w:r>
          </w:p>
        </w:tc>
      </w:tr>
      <w:tr w:rsidR="002F7908" w:rsidRPr="002F7908" w14:paraId="36A434CA" w14:textId="77777777" w:rsidTr="006B1571">
        <w:trPr>
          <w:cantSplit/>
        </w:trPr>
        <w:tc>
          <w:tcPr>
            <w:tcW w:w="1008" w:type="dxa"/>
          </w:tcPr>
          <w:p w14:paraId="61605B5A" w14:textId="77777777" w:rsidR="002F7908" w:rsidRPr="008B53C5" w:rsidRDefault="007275D7" w:rsidP="00EE2A03">
            <w:pPr>
              <w:pStyle w:val="Table-Text"/>
            </w:pPr>
            <w:r w:rsidRPr="008B53C5">
              <w:t>B</w:t>
            </w:r>
          </w:p>
        </w:tc>
        <w:tc>
          <w:tcPr>
            <w:tcW w:w="1935" w:type="dxa"/>
          </w:tcPr>
          <w:p w14:paraId="489D7365" w14:textId="49A3D8D6" w:rsidR="002F7908" w:rsidRPr="008B53C5" w:rsidRDefault="006B1571" w:rsidP="00EE2A03">
            <w:pPr>
              <w:pStyle w:val="Table-Text"/>
            </w:pPr>
            <w:r>
              <w:t>Unknown</w:t>
            </w:r>
          </w:p>
        </w:tc>
        <w:tc>
          <w:tcPr>
            <w:tcW w:w="4725" w:type="dxa"/>
          </w:tcPr>
          <w:p w14:paraId="5B60D284" w14:textId="77777777" w:rsidR="002F7908" w:rsidRPr="00BC2E6F" w:rsidRDefault="007275D7" w:rsidP="00EE2A03">
            <w:pPr>
              <w:rPr>
                <w:sz w:val="20"/>
                <w:szCs w:val="20"/>
              </w:rPr>
            </w:pPr>
            <w:r w:rsidRPr="00BC2E6F">
              <w:rPr>
                <w:sz w:val="20"/>
                <w:szCs w:val="20"/>
              </w:rPr>
              <w:t xml:space="preserve">References to instrument cables routing now are in the ICD 1.9/3.6. The drawing GP-1000-0004 showing allowable instrument envelopes was modified, giving more room at the ISS interface </w:t>
            </w:r>
          </w:p>
        </w:tc>
        <w:tc>
          <w:tcPr>
            <w:tcW w:w="1890" w:type="dxa"/>
          </w:tcPr>
          <w:p w14:paraId="2C78F037" w14:textId="2DC275CA" w:rsidR="002F7908" w:rsidRPr="008B53C5" w:rsidRDefault="006B1571" w:rsidP="00EE2A03">
            <w:pPr>
              <w:pStyle w:val="Table-Text"/>
            </w:pPr>
            <w:r>
              <w:t>Unknown</w:t>
            </w:r>
          </w:p>
        </w:tc>
      </w:tr>
      <w:tr w:rsidR="002F7908" w:rsidRPr="002F7908" w14:paraId="6576482E" w14:textId="77777777" w:rsidTr="006B1571">
        <w:trPr>
          <w:cantSplit/>
        </w:trPr>
        <w:tc>
          <w:tcPr>
            <w:tcW w:w="1008" w:type="dxa"/>
          </w:tcPr>
          <w:p w14:paraId="5489F5CF" w14:textId="77777777" w:rsidR="002F7908" w:rsidRPr="008B53C5" w:rsidRDefault="007275D7" w:rsidP="00EE2A03">
            <w:pPr>
              <w:pStyle w:val="Table-Text"/>
            </w:pPr>
            <w:r w:rsidRPr="008B53C5">
              <w:t>C</w:t>
            </w:r>
          </w:p>
        </w:tc>
        <w:tc>
          <w:tcPr>
            <w:tcW w:w="1935" w:type="dxa"/>
          </w:tcPr>
          <w:p w14:paraId="4BA7EA87" w14:textId="6275CAB6" w:rsidR="004D5B44" w:rsidRPr="008B53C5" w:rsidRDefault="007275D7" w:rsidP="00EE2A03">
            <w:pPr>
              <w:pStyle w:val="Table-Text"/>
            </w:pPr>
            <w:r w:rsidRPr="008B53C5">
              <w:t>Manuel Lazo, Gabriel Perez</w:t>
            </w:r>
            <w:r w:rsidR="004D5B44">
              <w:t>,</w:t>
            </w:r>
            <w:r w:rsidR="00EF43C7">
              <w:t xml:space="preserve"> </w:t>
            </w:r>
            <w:r w:rsidR="004D5B44">
              <w:t>Madeline Close</w:t>
            </w:r>
          </w:p>
        </w:tc>
        <w:tc>
          <w:tcPr>
            <w:tcW w:w="4725" w:type="dxa"/>
          </w:tcPr>
          <w:p w14:paraId="4F973C30" w14:textId="67FF458B" w:rsidR="006C10BD" w:rsidRDefault="004D5B44" w:rsidP="00EE2A03">
            <w:pPr>
              <w:pStyle w:val="Table-Text"/>
            </w:pPr>
            <w:r>
              <w:t xml:space="preserve">(1) </w:t>
            </w:r>
            <w:r w:rsidR="007275D7" w:rsidRPr="008B53C5">
              <w:t>Updat</w:t>
            </w:r>
            <w:r>
              <w:t>ed</w:t>
            </w:r>
            <w:r w:rsidR="007275D7" w:rsidRPr="008B53C5">
              <w:t xml:space="preserve"> reference drawings and remov</w:t>
            </w:r>
            <w:r w:rsidR="00EF43C7">
              <w:t xml:space="preserve">ed </w:t>
            </w:r>
            <w:r w:rsidR="007275D7" w:rsidRPr="008B53C5">
              <w:t>unnecessary drawings</w:t>
            </w:r>
            <w:r>
              <w:t xml:space="preserve">. </w:t>
            </w:r>
          </w:p>
          <w:p w14:paraId="578F5EFD" w14:textId="6E40DD0B" w:rsidR="006C10BD" w:rsidRDefault="004D5B44" w:rsidP="00EE2A03">
            <w:pPr>
              <w:pStyle w:val="Table-Text"/>
            </w:pPr>
            <w:r>
              <w:t>(2) Removed</w:t>
            </w:r>
            <w:r w:rsidR="007275D7" w:rsidRPr="008B53C5">
              <w:t xml:space="preserve"> information about the Gemini Standard Thermal Electronics Enclosures</w:t>
            </w:r>
            <w:r w:rsidR="00295FB9">
              <w:t xml:space="preserve"> which will not be supplied to future instruments</w:t>
            </w:r>
            <w:r w:rsidR="00EF43C7">
              <w:t xml:space="preserve"> (and related ICD 1.9/3.7 will no longer be supplied either)</w:t>
            </w:r>
            <w:r>
              <w:t xml:space="preserve">. </w:t>
            </w:r>
          </w:p>
          <w:p w14:paraId="4046B3A1" w14:textId="77777777" w:rsidR="006C10BD" w:rsidRDefault="004D5B44" w:rsidP="00EE2A03">
            <w:pPr>
              <w:pStyle w:val="Table-Text"/>
            </w:pPr>
            <w:r>
              <w:t xml:space="preserve">(3) Updated M12 fastener torque load to align with ICD-G0015. </w:t>
            </w:r>
          </w:p>
          <w:p w14:paraId="297C1A24" w14:textId="77777777" w:rsidR="006C10BD" w:rsidRDefault="004D5B44" w:rsidP="00EE2A03">
            <w:pPr>
              <w:pStyle w:val="Table-Text"/>
            </w:pPr>
            <w:r>
              <w:t xml:space="preserve">(4) Removed example in Allowable Out of Balance. </w:t>
            </w:r>
          </w:p>
          <w:p w14:paraId="3A262165" w14:textId="6CDA5ED0" w:rsidR="006C10BD" w:rsidRDefault="00EF43C7" w:rsidP="00EE2A03">
            <w:pPr>
              <w:pStyle w:val="Table-Text"/>
            </w:pPr>
            <w:r>
              <w:t xml:space="preserve">(5) Added </w:t>
            </w:r>
            <w:r w:rsidR="006C10BD">
              <w:t xml:space="preserve">section </w:t>
            </w:r>
            <w:r w:rsidR="00F15F29">
              <w:t>addressing vibration.</w:t>
            </w:r>
          </w:p>
          <w:p w14:paraId="062688EE" w14:textId="77777777" w:rsidR="006C10BD" w:rsidRDefault="004D5B44" w:rsidP="00EE2A03">
            <w:pPr>
              <w:pStyle w:val="Table-Text"/>
            </w:pPr>
            <w:r>
              <w:t>(5) Updated optical interface specification.</w:t>
            </w:r>
            <w:r w:rsidR="00F87D4F">
              <w:t xml:space="preserve"> </w:t>
            </w:r>
          </w:p>
          <w:p w14:paraId="69CBC7C0" w14:textId="639D3D3F" w:rsidR="006C10BD" w:rsidRDefault="00F87D4F" w:rsidP="00EE2A03">
            <w:pPr>
              <w:pStyle w:val="Table-Text"/>
            </w:pPr>
            <w:r>
              <w:t>(6) Added informat</w:t>
            </w:r>
            <w:r w:rsidR="00EF43C7">
              <w:t>ion about Gemini ballast weight system</w:t>
            </w:r>
            <w:r>
              <w:t>.</w:t>
            </w:r>
            <w:r w:rsidR="00237657">
              <w:t xml:space="preserve"> </w:t>
            </w:r>
          </w:p>
          <w:p w14:paraId="03DD1F34" w14:textId="7B26F171" w:rsidR="002F7908" w:rsidRPr="008B53C5" w:rsidRDefault="00237657" w:rsidP="00EE2A03">
            <w:pPr>
              <w:pStyle w:val="Table-Text"/>
            </w:pPr>
            <w:r>
              <w:t xml:space="preserve">(7) </w:t>
            </w:r>
            <w:r w:rsidR="00295FB9">
              <w:t>Updated Thermal Control section to clarify the specifications.</w:t>
            </w:r>
          </w:p>
        </w:tc>
        <w:tc>
          <w:tcPr>
            <w:tcW w:w="1890" w:type="dxa"/>
          </w:tcPr>
          <w:p w14:paraId="5502BF6B" w14:textId="24943E05" w:rsidR="002F7908" w:rsidRPr="008B53C5" w:rsidRDefault="00EF43C7" w:rsidP="00EE2A03">
            <w:pPr>
              <w:pStyle w:val="Table-Text"/>
            </w:pPr>
            <w:r>
              <w:t xml:space="preserve">October </w:t>
            </w:r>
            <w:r w:rsidR="00151099">
              <w:t>17</w:t>
            </w:r>
            <w:r w:rsidR="008B53C5" w:rsidRPr="008B53C5">
              <w:t>, 2014</w:t>
            </w:r>
          </w:p>
        </w:tc>
      </w:tr>
      <w:tr w:rsidR="003B4171" w:rsidRPr="002F7908" w14:paraId="1782A68D" w14:textId="77777777" w:rsidTr="006B1571">
        <w:trPr>
          <w:cantSplit/>
        </w:trPr>
        <w:tc>
          <w:tcPr>
            <w:tcW w:w="1008" w:type="dxa"/>
          </w:tcPr>
          <w:p w14:paraId="58B2352A" w14:textId="0A3C3A3B" w:rsidR="003B4171" w:rsidRPr="008B53C5" w:rsidRDefault="003B4171" w:rsidP="00EE2A03">
            <w:pPr>
              <w:pStyle w:val="Table-Text"/>
            </w:pPr>
            <w:r>
              <w:t>D</w:t>
            </w:r>
          </w:p>
        </w:tc>
        <w:tc>
          <w:tcPr>
            <w:tcW w:w="1935" w:type="dxa"/>
          </w:tcPr>
          <w:p w14:paraId="47AE67BF" w14:textId="4392AD18" w:rsidR="003B4171" w:rsidRPr="008B53C5" w:rsidRDefault="003B4171" w:rsidP="00EE2A03">
            <w:pPr>
              <w:pStyle w:val="Table-Text"/>
            </w:pPr>
            <w:r>
              <w:t>Madeline Close</w:t>
            </w:r>
          </w:p>
        </w:tc>
        <w:tc>
          <w:tcPr>
            <w:tcW w:w="4725" w:type="dxa"/>
          </w:tcPr>
          <w:p w14:paraId="35FC2D53" w14:textId="77777777" w:rsidR="00834B43" w:rsidRDefault="00834B43" w:rsidP="00EE2A03">
            <w:pPr>
              <w:pStyle w:val="Table-Text"/>
            </w:pPr>
            <w:r>
              <w:t xml:space="preserve">(1) </w:t>
            </w:r>
            <w:r w:rsidR="003B4171">
              <w:t>Incorporated ICD-derived requirements at end of document</w:t>
            </w:r>
          </w:p>
          <w:p w14:paraId="685CE244" w14:textId="7AB46A56" w:rsidR="00834B43" w:rsidRDefault="00834B43" w:rsidP="00EE2A03">
            <w:pPr>
              <w:pStyle w:val="Table-Text"/>
            </w:pPr>
            <w:r>
              <w:t>(2</w:t>
            </w:r>
            <w:r w:rsidR="00DB2C40">
              <w:t>) Edit section on vibrations</w:t>
            </w:r>
          </w:p>
          <w:p w14:paraId="08CEDBEA" w14:textId="3123130E" w:rsidR="003B4171" w:rsidRDefault="00834B43" w:rsidP="00EE2A03">
            <w:pPr>
              <w:pStyle w:val="Table-Text"/>
            </w:pPr>
            <w:r>
              <w:t>(3) Remove standards now included in Instruments Common Requirements and Standards document</w:t>
            </w:r>
            <w:r w:rsidR="003B4171">
              <w:t>.</w:t>
            </w:r>
          </w:p>
        </w:tc>
        <w:tc>
          <w:tcPr>
            <w:tcW w:w="1890" w:type="dxa"/>
          </w:tcPr>
          <w:p w14:paraId="2CA6FC0A" w14:textId="7BF32F93" w:rsidR="003B4171" w:rsidRDefault="00A973B4" w:rsidP="00EE2A03">
            <w:pPr>
              <w:pStyle w:val="Table-Text"/>
            </w:pPr>
            <w:r>
              <w:t xml:space="preserve">April </w:t>
            </w:r>
            <w:r w:rsidR="00090AAC">
              <w:t>07</w:t>
            </w:r>
            <w:r w:rsidR="003B4171">
              <w:t>, 2016</w:t>
            </w:r>
          </w:p>
          <w:p w14:paraId="02D7451A" w14:textId="0B365F4E" w:rsidR="00064F7A" w:rsidRDefault="00064F7A" w:rsidP="00090AAC">
            <w:pPr>
              <w:pStyle w:val="Table-Text"/>
            </w:pPr>
            <w:r>
              <w:t>CR</w:t>
            </w:r>
            <w:r w:rsidR="00090AAC">
              <w:t>-16 2492</w:t>
            </w:r>
          </w:p>
        </w:tc>
      </w:tr>
      <w:tr w:rsidR="001037EE" w:rsidRPr="002F7908" w14:paraId="5144135F" w14:textId="77777777" w:rsidTr="006B1571">
        <w:trPr>
          <w:cantSplit/>
        </w:trPr>
        <w:tc>
          <w:tcPr>
            <w:tcW w:w="1008" w:type="dxa"/>
          </w:tcPr>
          <w:p w14:paraId="2CF4BF93" w14:textId="22A0A434" w:rsidR="001037EE" w:rsidRDefault="001037EE" w:rsidP="00EE2A03">
            <w:pPr>
              <w:pStyle w:val="Table-Text"/>
            </w:pPr>
            <w:r>
              <w:t>E</w:t>
            </w:r>
          </w:p>
        </w:tc>
        <w:tc>
          <w:tcPr>
            <w:tcW w:w="1935" w:type="dxa"/>
          </w:tcPr>
          <w:p w14:paraId="44662D8A" w14:textId="23C62BD8" w:rsidR="001037EE" w:rsidRDefault="001037EE" w:rsidP="00EE2A03">
            <w:pPr>
              <w:pStyle w:val="Table-Text"/>
            </w:pPr>
            <w:r>
              <w:t>Jeff Radwick</w:t>
            </w:r>
          </w:p>
        </w:tc>
        <w:tc>
          <w:tcPr>
            <w:tcW w:w="4725" w:type="dxa"/>
          </w:tcPr>
          <w:p w14:paraId="41D13CED" w14:textId="58F74173" w:rsidR="001037EE" w:rsidRDefault="001037EE">
            <w:pPr>
              <w:pStyle w:val="Table-Text"/>
            </w:pPr>
            <w:r w:rsidRPr="00792166">
              <w:rPr>
                <w:bCs w:val="0"/>
              </w:rPr>
              <w:t>(1</w:t>
            </w:r>
            <w:r>
              <w:t>) Added rationales for all requirements in this ICD.</w:t>
            </w:r>
          </w:p>
          <w:p w14:paraId="44F464E6" w14:textId="77777777" w:rsidR="001037EE" w:rsidRDefault="001037EE">
            <w:pPr>
              <w:pStyle w:val="Table-Text"/>
            </w:pPr>
            <w:r>
              <w:t xml:space="preserve">(2) </w:t>
            </w:r>
            <w:r w:rsidR="00DE6DD5">
              <w:t>Changed some verification methods</w:t>
            </w:r>
            <w:r w:rsidR="008A24F6">
              <w:t>.</w:t>
            </w:r>
          </w:p>
          <w:p w14:paraId="1EEDD762" w14:textId="679C854E" w:rsidR="005F6CFD" w:rsidRPr="005F6CFD" w:rsidRDefault="005F6CFD">
            <w:pPr>
              <w:pStyle w:val="Table-Text"/>
            </w:pPr>
            <w:r>
              <w:t>(3) Added the statement “</w:t>
            </w:r>
            <w:r>
              <w:rPr>
                <w:color w:val="000000"/>
              </w:rPr>
              <w:t xml:space="preserve">with a goal of 2000kg.” to ISS.1.6 </w:t>
            </w:r>
            <w:r w:rsidRPr="005F6CFD">
              <w:rPr>
                <w:color w:val="000000"/>
                <w:u w:val="single"/>
              </w:rPr>
              <w:t>Mass</w:t>
            </w:r>
            <w:r>
              <w:rPr>
                <w:color w:val="000000"/>
              </w:rPr>
              <w:t>. This serves to minimize the need to add mass at the telescope to a science instrument.</w:t>
            </w:r>
          </w:p>
        </w:tc>
        <w:tc>
          <w:tcPr>
            <w:tcW w:w="1890" w:type="dxa"/>
          </w:tcPr>
          <w:p w14:paraId="256C92AF" w14:textId="4C6D9B4E" w:rsidR="001037EE" w:rsidRDefault="0067022E" w:rsidP="00EE2A03">
            <w:pPr>
              <w:pStyle w:val="Table-Text"/>
            </w:pPr>
            <w:r>
              <w:t xml:space="preserve">18 </w:t>
            </w:r>
            <w:r w:rsidR="0016763E">
              <w:t>July</w:t>
            </w:r>
            <w:bookmarkStart w:id="2" w:name="_GoBack"/>
            <w:bookmarkEnd w:id="2"/>
            <w:r>
              <w:t xml:space="preserve"> 2018</w:t>
            </w:r>
          </w:p>
        </w:tc>
      </w:tr>
    </w:tbl>
    <w:p w14:paraId="05BC0486" w14:textId="43C2E371" w:rsidR="001D53A1" w:rsidRPr="002F7908" w:rsidRDefault="00276BFA" w:rsidP="000D7DA5">
      <w:pPr>
        <w:pStyle w:val="EngDMTIndices"/>
        <w:tabs>
          <w:tab w:val="left" w:pos="8192"/>
        </w:tabs>
        <w:rPr>
          <w:b w:val="0"/>
        </w:rPr>
      </w:pPr>
      <w:r w:rsidRPr="002F7908">
        <w:rPr>
          <w:bCs/>
        </w:rPr>
        <w:br w:type="page"/>
      </w:r>
      <w:bookmarkStart w:id="3" w:name="Preface"/>
      <w:bookmarkStart w:id="4" w:name="_Toc519682707"/>
      <w:bookmarkEnd w:id="3"/>
      <w:r w:rsidR="001D53A1" w:rsidRPr="002F7908">
        <w:lastRenderedPageBreak/>
        <w:t>Table of Contents</w:t>
      </w:r>
      <w:bookmarkEnd w:id="4"/>
      <w:r w:rsidR="000D7DA5">
        <w:tab/>
      </w:r>
    </w:p>
    <w:p w14:paraId="36ABE51A" w14:textId="7F1D111E" w:rsidR="009029B3" w:rsidRDefault="00710DEF">
      <w:pPr>
        <w:pStyle w:val="TOC1"/>
        <w:rPr>
          <w:rFonts w:asciiTheme="minorHAnsi" w:eastAsiaTheme="minorEastAsia" w:hAnsiTheme="minorHAnsi" w:cstheme="minorBidi"/>
          <w:bCs w:val="0"/>
          <w:noProof/>
          <w:kern w:val="0"/>
          <w:sz w:val="22"/>
          <w:szCs w:val="22"/>
        </w:rPr>
      </w:pPr>
      <w:r w:rsidRPr="002F7908">
        <w:rPr>
          <w:kern w:val="22"/>
          <w:sz w:val="20"/>
          <w:szCs w:val="20"/>
        </w:rPr>
        <w:fldChar w:fldCharType="begin"/>
      </w:r>
      <w:r w:rsidR="001D53A1" w:rsidRPr="002F7908">
        <w:rPr>
          <w:kern w:val="22"/>
          <w:sz w:val="20"/>
          <w:szCs w:val="20"/>
        </w:rPr>
        <w:instrText xml:space="preserve"> TOC \o "1-3" \h \z </w:instrText>
      </w:r>
      <w:r w:rsidRPr="002F7908">
        <w:rPr>
          <w:kern w:val="22"/>
          <w:sz w:val="20"/>
          <w:szCs w:val="20"/>
        </w:rPr>
        <w:fldChar w:fldCharType="separate"/>
      </w:r>
      <w:hyperlink w:anchor="_Toc519682706" w:history="1">
        <w:r w:rsidR="009029B3" w:rsidRPr="00B966EF">
          <w:rPr>
            <w:rStyle w:val="Hyperlink"/>
            <w:noProof/>
          </w:rPr>
          <w:t>Version Control</w:t>
        </w:r>
        <w:r w:rsidR="009029B3">
          <w:rPr>
            <w:noProof/>
            <w:webHidden/>
          </w:rPr>
          <w:tab/>
        </w:r>
        <w:r w:rsidR="009029B3">
          <w:rPr>
            <w:noProof/>
            <w:webHidden/>
          </w:rPr>
          <w:fldChar w:fldCharType="begin"/>
        </w:r>
        <w:r w:rsidR="009029B3">
          <w:rPr>
            <w:noProof/>
            <w:webHidden/>
          </w:rPr>
          <w:instrText xml:space="preserve"> PAGEREF _Toc519682706 \h </w:instrText>
        </w:r>
        <w:r w:rsidR="009029B3">
          <w:rPr>
            <w:noProof/>
            <w:webHidden/>
          </w:rPr>
        </w:r>
        <w:r w:rsidR="009029B3">
          <w:rPr>
            <w:noProof/>
            <w:webHidden/>
          </w:rPr>
          <w:fldChar w:fldCharType="separate"/>
        </w:r>
        <w:r w:rsidR="009029B3">
          <w:rPr>
            <w:noProof/>
            <w:webHidden/>
          </w:rPr>
          <w:t>2</w:t>
        </w:r>
        <w:r w:rsidR="009029B3">
          <w:rPr>
            <w:noProof/>
            <w:webHidden/>
          </w:rPr>
          <w:fldChar w:fldCharType="end"/>
        </w:r>
      </w:hyperlink>
    </w:p>
    <w:p w14:paraId="7B80F0CE" w14:textId="4E5558CC" w:rsidR="009029B3" w:rsidRDefault="00896AA9">
      <w:pPr>
        <w:pStyle w:val="TOC1"/>
        <w:rPr>
          <w:rFonts w:asciiTheme="minorHAnsi" w:eastAsiaTheme="minorEastAsia" w:hAnsiTheme="minorHAnsi" w:cstheme="minorBidi"/>
          <w:bCs w:val="0"/>
          <w:noProof/>
          <w:kern w:val="0"/>
          <w:sz w:val="22"/>
          <w:szCs w:val="22"/>
        </w:rPr>
      </w:pPr>
      <w:hyperlink w:anchor="_Toc519682707" w:history="1">
        <w:r w:rsidR="009029B3" w:rsidRPr="00B966EF">
          <w:rPr>
            <w:rStyle w:val="Hyperlink"/>
            <w:noProof/>
          </w:rPr>
          <w:t>Table of Contents</w:t>
        </w:r>
        <w:r w:rsidR="009029B3">
          <w:rPr>
            <w:noProof/>
            <w:webHidden/>
          </w:rPr>
          <w:tab/>
        </w:r>
        <w:r w:rsidR="009029B3">
          <w:rPr>
            <w:noProof/>
            <w:webHidden/>
          </w:rPr>
          <w:fldChar w:fldCharType="begin"/>
        </w:r>
        <w:r w:rsidR="009029B3">
          <w:rPr>
            <w:noProof/>
            <w:webHidden/>
          </w:rPr>
          <w:instrText xml:space="preserve"> PAGEREF _Toc519682707 \h </w:instrText>
        </w:r>
        <w:r w:rsidR="009029B3">
          <w:rPr>
            <w:noProof/>
            <w:webHidden/>
          </w:rPr>
        </w:r>
        <w:r w:rsidR="009029B3">
          <w:rPr>
            <w:noProof/>
            <w:webHidden/>
          </w:rPr>
          <w:fldChar w:fldCharType="separate"/>
        </w:r>
        <w:r w:rsidR="009029B3">
          <w:rPr>
            <w:noProof/>
            <w:webHidden/>
          </w:rPr>
          <w:t>3</w:t>
        </w:r>
        <w:r w:rsidR="009029B3">
          <w:rPr>
            <w:noProof/>
            <w:webHidden/>
          </w:rPr>
          <w:fldChar w:fldCharType="end"/>
        </w:r>
      </w:hyperlink>
    </w:p>
    <w:p w14:paraId="1CA3114A" w14:textId="74188531" w:rsidR="009029B3" w:rsidRDefault="00896AA9">
      <w:pPr>
        <w:pStyle w:val="TOC1"/>
        <w:rPr>
          <w:rFonts w:asciiTheme="minorHAnsi" w:eastAsiaTheme="minorEastAsia" w:hAnsiTheme="minorHAnsi" w:cstheme="minorBidi"/>
          <w:bCs w:val="0"/>
          <w:noProof/>
          <w:kern w:val="0"/>
          <w:sz w:val="22"/>
          <w:szCs w:val="22"/>
        </w:rPr>
      </w:pPr>
      <w:hyperlink w:anchor="_Toc519682708" w:history="1">
        <w:r w:rsidR="009029B3" w:rsidRPr="00B966EF">
          <w:rPr>
            <w:rStyle w:val="Hyperlink"/>
            <w:noProof/>
          </w:rPr>
          <w:t>Index of Tables</w:t>
        </w:r>
        <w:r w:rsidR="009029B3">
          <w:rPr>
            <w:noProof/>
            <w:webHidden/>
          </w:rPr>
          <w:tab/>
        </w:r>
        <w:r w:rsidR="009029B3">
          <w:rPr>
            <w:noProof/>
            <w:webHidden/>
          </w:rPr>
          <w:fldChar w:fldCharType="begin"/>
        </w:r>
        <w:r w:rsidR="009029B3">
          <w:rPr>
            <w:noProof/>
            <w:webHidden/>
          </w:rPr>
          <w:instrText xml:space="preserve"> PAGEREF _Toc519682708 \h </w:instrText>
        </w:r>
        <w:r w:rsidR="009029B3">
          <w:rPr>
            <w:noProof/>
            <w:webHidden/>
          </w:rPr>
        </w:r>
        <w:r w:rsidR="009029B3">
          <w:rPr>
            <w:noProof/>
            <w:webHidden/>
          </w:rPr>
          <w:fldChar w:fldCharType="separate"/>
        </w:r>
        <w:r w:rsidR="009029B3">
          <w:rPr>
            <w:noProof/>
            <w:webHidden/>
          </w:rPr>
          <w:t>4</w:t>
        </w:r>
        <w:r w:rsidR="009029B3">
          <w:rPr>
            <w:noProof/>
            <w:webHidden/>
          </w:rPr>
          <w:fldChar w:fldCharType="end"/>
        </w:r>
      </w:hyperlink>
    </w:p>
    <w:p w14:paraId="36DB0080" w14:textId="5E0F767E" w:rsidR="009029B3" w:rsidRDefault="00896AA9">
      <w:pPr>
        <w:pStyle w:val="TOC1"/>
        <w:tabs>
          <w:tab w:val="left" w:pos="480"/>
        </w:tabs>
        <w:rPr>
          <w:rFonts w:asciiTheme="minorHAnsi" w:eastAsiaTheme="minorEastAsia" w:hAnsiTheme="minorHAnsi" w:cstheme="minorBidi"/>
          <w:bCs w:val="0"/>
          <w:noProof/>
          <w:kern w:val="0"/>
          <w:sz w:val="22"/>
          <w:szCs w:val="22"/>
        </w:rPr>
      </w:pPr>
      <w:hyperlink w:anchor="_Toc519682709" w:history="1">
        <w:r w:rsidR="009029B3" w:rsidRPr="00B966EF">
          <w:rPr>
            <w:rStyle w:val="Hyperlink"/>
            <w:noProof/>
          </w:rPr>
          <w:t>1.</w:t>
        </w:r>
        <w:r w:rsidR="009029B3">
          <w:rPr>
            <w:rFonts w:asciiTheme="minorHAnsi" w:eastAsiaTheme="minorEastAsia" w:hAnsiTheme="minorHAnsi" w:cstheme="minorBidi"/>
            <w:bCs w:val="0"/>
            <w:noProof/>
            <w:kern w:val="0"/>
            <w:sz w:val="22"/>
            <w:szCs w:val="22"/>
          </w:rPr>
          <w:tab/>
        </w:r>
        <w:r w:rsidR="009029B3" w:rsidRPr="00B966EF">
          <w:rPr>
            <w:rStyle w:val="Hyperlink"/>
            <w:noProof/>
          </w:rPr>
          <w:t>Description</w:t>
        </w:r>
        <w:r w:rsidR="009029B3">
          <w:rPr>
            <w:noProof/>
            <w:webHidden/>
          </w:rPr>
          <w:tab/>
        </w:r>
        <w:r w:rsidR="009029B3">
          <w:rPr>
            <w:noProof/>
            <w:webHidden/>
          </w:rPr>
          <w:fldChar w:fldCharType="begin"/>
        </w:r>
        <w:r w:rsidR="009029B3">
          <w:rPr>
            <w:noProof/>
            <w:webHidden/>
          </w:rPr>
          <w:instrText xml:space="preserve"> PAGEREF _Toc519682709 \h </w:instrText>
        </w:r>
        <w:r w:rsidR="009029B3">
          <w:rPr>
            <w:noProof/>
            <w:webHidden/>
          </w:rPr>
        </w:r>
        <w:r w:rsidR="009029B3">
          <w:rPr>
            <w:noProof/>
            <w:webHidden/>
          </w:rPr>
          <w:fldChar w:fldCharType="separate"/>
        </w:r>
        <w:r w:rsidR="009029B3">
          <w:rPr>
            <w:noProof/>
            <w:webHidden/>
          </w:rPr>
          <w:t>5</w:t>
        </w:r>
        <w:r w:rsidR="009029B3">
          <w:rPr>
            <w:noProof/>
            <w:webHidden/>
          </w:rPr>
          <w:fldChar w:fldCharType="end"/>
        </w:r>
      </w:hyperlink>
    </w:p>
    <w:p w14:paraId="0AAF0652" w14:textId="59C799D6" w:rsidR="009029B3" w:rsidRDefault="00896AA9">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19682710" w:history="1">
        <w:r w:rsidR="009029B3" w:rsidRPr="00B966EF">
          <w:rPr>
            <w:rStyle w:val="Hyperlink"/>
            <w:noProof/>
          </w:rPr>
          <w:t>1.1.</w:t>
        </w:r>
        <w:r w:rsidR="009029B3">
          <w:rPr>
            <w:rFonts w:asciiTheme="minorHAnsi" w:eastAsiaTheme="minorEastAsia" w:hAnsiTheme="minorHAnsi" w:cstheme="minorBidi"/>
            <w:b w:val="0"/>
            <w:bCs w:val="0"/>
            <w:noProof/>
            <w:kern w:val="0"/>
            <w:sz w:val="22"/>
            <w:szCs w:val="22"/>
          </w:rPr>
          <w:tab/>
        </w:r>
        <w:r w:rsidR="009029B3" w:rsidRPr="00B966EF">
          <w:rPr>
            <w:rStyle w:val="Hyperlink"/>
            <w:noProof/>
          </w:rPr>
          <w:t>Acronyms and Abbreviations</w:t>
        </w:r>
        <w:r w:rsidR="009029B3">
          <w:rPr>
            <w:noProof/>
            <w:webHidden/>
          </w:rPr>
          <w:tab/>
        </w:r>
        <w:r w:rsidR="009029B3">
          <w:rPr>
            <w:noProof/>
            <w:webHidden/>
          </w:rPr>
          <w:fldChar w:fldCharType="begin"/>
        </w:r>
        <w:r w:rsidR="009029B3">
          <w:rPr>
            <w:noProof/>
            <w:webHidden/>
          </w:rPr>
          <w:instrText xml:space="preserve"> PAGEREF _Toc519682710 \h </w:instrText>
        </w:r>
        <w:r w:rsidR="009029B3">
          <w:rPr>
            <w:noProof/>
            <w:webHidden/>
          </w:rPr>
        </w:r>
        <w:r w:rsidR="009029B3">
          <w:rPr>
            <w:noProof/>
            <w:webHidden/>
          </w:rPr>
          <w:fldChar w:fldCharType="separate"/>
        </w:r>
        <w:r w:rsidR="009029B3">
          <w:rPr>
            <w:noProof/>
            <w:webHidden/>
          </w:rPr>
          <w:t>5</w:t>
        </w:r>
        <w:r w:rsidR="009029B3">
          <w:rPr>
            <w:noProof/>
            <w:webHidden/>
          </w:rPr>
          <w:fldChar w:fldCharType="end"/>
        </w:r>
      </w:hyperlink>
    </w:p>
    <w:p w14:paraId="779226C4" w14:textId="18091F53" w:rsidR="009029B3" w:rsidRDefault="00896AA9">
      <w:pPr>
        <w:pStyle w:val="TOC1"/>
        <w:tabs>
          <w:tab w:val="left" w:pos="480"/>
        </w:tabs>
        <w:rPr>
          <w:rFonts w:asciiTheme="minorHAnsi" w:eastAsiaTheme="minorEastAsia" w:hAnsiTheme="minorHAnsi" w:cstheme="minorBidi"/>
          <w:bCs w:val="0"/>
          <w:noProof/>
          <w:kern w:val="0"/>
          <w:sz w:val="22"/>
          <w:szCs w:val="22"/>
        </w:rPr>
      </w:pPr>
      <w:hyperlink w:anchor="_Toc519682711" w:history="1">
        <w:r w:rsidR="009029B3" w:rsidRPr="00B966EF">
          <w:rPr>
            <w:rStyle w:val="Hyperlink"/>
            <w:noProof/>
          </w:rPr>
          <w:t>2.</w:t>
        </w:r>
        <w:r w:rsidR="009029B3">
          <w:rPr>
            <w:rFonts w:asciiTheme="minorHAnsi" w:eastAsiaTheme="minorEastAsia" w:hAnsiTheme="minorHAnsi" w:cstheme="minorBidi"/>
            <w:bCs w:val="0"/>
            <w:noProof/>
            <w:kern w:val="0"/>
            <w:sz w:val="22"/>
            <w:szCs w:val="22"/>
          </w:rPr>
          <w:tab/>
        </w:r>
        <w:r w:rsidR="009029B3" w:rsidRPr="00B966EF">
          <w:rPr>
            <w:rStyle w:val="Hyperlink"/>
            <w:noProof/>
          </w:rPr>
          <w:t>References</w:t>
        </w:r>
        <w:r w:rsidR="009029B3">
          <w:rPr>
            <w:noProof/>
            <w:webHidden/>
          </w:rPr>
          <w:tab/>
        </w:r>
        <w:r w:rsidR="009029B3">
          <w:rPr>
            <w:noProof/>
            <w:webHidden/>
          </w:rPr>
          <w:fldChar w:fldCharType="begin"/>
        </w:r>
        <w:r w:rsidR="009029B3">
          <w:rPr>
            <w:noProof/>
            <w:webHidden/>
          </w:rPr>
          <w:instrText xml:space="preserve"> PAGEREF _Toc519682711 \h </w:instrText>
        </w:r>
        <w:r w:rsidR="009029B3">
          <w:rPr>
            <w:noProof/>
            <w:webHidden/>
          </w:rPr>
        </w:r>
        <w:r w:rsidR="009029B3">
          <w:rPr>
            <w:noProof/>
            <w:webHidden/>
          </w:rPr>
          <w:fldChar w:fldCharType="separate"/>
        </w:r>
        <w:r w:rsidR="009029B3">
          <w:rPr>
            <w:noProof/>
            <w:webHidden/>
          </w:rPr>
          <w:t>5</w:t>
        </w:r>
        <w:r w:rsidR="009029B3">
          <w:rPr>
            <w:noProof/>
            <w:webHidden/>
          </w:rPr>
          <w:fldChar w:fldCharType="end"/>
        </w:r>
      </w:hyperlink>
    </w:p>
    <w:p w14:paraId="3CE62923" w14:textId="1B140486" w:rsidR="009029B3" w:rsidRDefault="00896AA9">
      <w:pPr>
        <w:pStyle w:val="TOC1"/>
        <w:tabs>
          <w:tab w:val="left" w:pos="480"/>
        </w:tabs>
        <w:rPr>
          <w:rFonts w:asciiTheme="minorHAnsi" w:eastAsiaTheme="minorEastAsia" w:hAnsiTheme="minorHAnsi" w:cstheme="minorBidi"/>
          <w:bCs w:val="0"/>
          <w:noProof/>
          <w:kern w:val="0"/>
          <w:sz w:val="22"/>
          <w:szCs w:val="22"/>
        </w:rPr>
      </w:pPr>
      <w:hyperlink w:anchor="_Toc519682712" w:history="1">
        <w:r w:rsidR="009029B3" w:rsidRPr="00B966EF">
          <w:rPr>
            <w:rStyle w:val="Hyperlink"/>
            <w:noProof/>
          </w:rPr>
          <w:t>3.</w:t>
        </w:r>
        <w:r w:rsidR="009029B3">
          <w:rPr>
            <w:rFonts w:asciiTheme="minorHAnsi" w:eastAsiaTheme="minorEastAsia" w:hAnsiTheme="minorHAnsi" w:cstheme="minorBidi"/>
            <w:bCs w:val="0"/>
            <w:noProof/>
            <w:kern w:val="0"/>
            <w:sz w:val="22"/>
            <w:szCs w:val="22"/>
          </w:rPr>
          <w:tab/>
        </w:r>
        <w:r w:rsidR="009029B3" w:rsidRPr="00B966EF">
          <w:rPr>
            <w:rStyle w:val="Hyperlink"/>
            <w:noProof/>
          </w:rPr>
          <w:t>Instrument Builder Statement of Responsibility</w:t>
        </w:r>
        <w:r w:rsidR="009029B3">
          <w:rPr>
            <w:noProof/>
            <w:webHidden/>
          </w:rPr>
          <w:tab/>
        </w:r>
        <w:r w:rsidR="009029B3">
          <w:rPr>
            <w:noProof/>
            <w:webHidden/>
          </w:rPr>
          <w:fldChar w:fldCharType="begin"/>
        </w:r>
        <w:r w:rsidR="009029B3">
          <w:rPr>
            <w:noProof/>
            <w:webHidden/>
          </w:rPr>
          <w:instrText xml:space="preserve"> PAGEREF _Toc519682712 \h </w:instrText>
        </w:r>
        <w:r w:rsidR="009029B3">
          <w:rPr>
            <w:noProof/>
            <w:webHidden/>
          </w:rPr>
        </w:r>
        <w:r w:rsidR="009029B3">
          <w:rPr>
            <w:noProof/>
            <w:webHidden/>
          </w:rPr>
          <w:fldChar w:fldCharType="separate"/>
        </w:r>
        <w:r w:rsidR="009029B3">
          <w:rPr>
            <w:noProof/>
            <w:webHidden/>
          </w:rPr>
          <w:t>6</w:t>
        </w:r>
        <w:r w:rsidR="009029B3">
          <w:rPr>
            <w:noProof/>
            <w:webHidden/>
          </w:rPr>
          <w:fldChar w:fldCharType="end"/>
        </w:r>
      </w:hyperlink>
    </w:p>
    <w:p w14:paraId="64C4E7F9" w14:textId="5B1C5FB3" w:rsidR="009029B3" w:rsidRDefault="00896AA9">
      <w:pPr>
        <w:pStyle w:val="TOC1"/>
        <w:tabs>
          <w:tab w:val="left" w:pos="480"/>
        </w:tabs>
        <w:rPr>
          <w:rFonts w:asciiTheme="minorHAnsi" w:eastAsiaTheme="minorEastAsia" w:hAnsiTheme="minorHAnsi" w:cstheme="minorBidi"/>
          <w:bCs w:val="0"/>
          <w:noProof/>
          <w:kern w:val="0"/>
          <w:sz w:val="22"/>
          <w:szCs w:val="22"/>
        </w:rPr>
      </w:pPr>
      <w:hyperlink w:anchor="_Toc519682713" w:history="1">
        <w:r w:rsidR="009029B3" w:rsidRPr="00B966EF">
          <w:rPr>
            <w:rStyle w:val="Hyperlink"/>
            <w:noProof/>
          </w:rPr>
          <w:t>4.</w:t>
        </w:r>
        <w:r w:rsidR="009029B3">
          <w:rPr>
            <w:rFonts w:asciiTheme="minorHAnsi" w:eastAsiaTheme="minorEastAsia" w:hAnsiTheme="minorHAnsi" w:cstheme="minorBidi"/>
            <w:bCs w:val="0"/>
            <w:noProof/>
            <w:kern w:val="0"/>
            <w:sz w:val="22"/>
            <w:szCs w:val="22"/>
          </w:rPr>
          <w:tab/>
        </w:r>
        <w:r w:rsidR="009029B3" w:rsidRPr="00B966EF">
          <w:rPr>
            <w:rStyle w:val="Hyperlink"/>
            <w:noProof/>
          </w:rPr>
          <w:t>Physical Interfaces</w:t>
        </w:r>
        <w:r w:rsidR="009029B3">
          <w:rPr>
            <w:noProof/>
            <w:webHidden/>
          </w:rPr>
          <w:tab/>
        </w:r>
        <w:r w:rsidR="009029B3">
          <w:rPr>
            <w:noProof/>
            <w:webHidden/>
          </w:rPr>
          <w:fldChar w:fldCharType="begin"/>
        </w:r>
        <w:r w:rsidR="009029B3">
          <w:rPr>
            <w:noProof/>
            <w:webHidden/>
          </w:rPr>
          <w:instrText xml:space="preserve"> PAGEREF _Toc519682713 \h </w:instrText>
        </w:r>
        <w:r w:rsidR="009029B3">
          <w:rPr>
            <w:noProof/>
            <w:webHidden/>
          </w:rPr>
        </w:r>
        <w:r w:rsidR="009029B3">
          <w:rPr>
            <w:noProof/>
            <w:webHidden/>
          </w:rPr>
          <w:fldChar w:fldCharType="separate"/>
        </w:r>
        <w:r w:rsidR="009029B3">
          <w:rPr>
            <w:noProof/>
            <w:webHidden/>
          </w:rPr>
          <w:t>6</w:t>
        </w:r>
        <w:r w:rsidR="009029B3">
          <w:rPr>
            <w:noProof/>
            <w:webHidden/>
          </w:rPr>
          <w:fldChar w:fldCharType="end"/>
        </w:r>
      </w:hyperlink>
    </w:p>
    <w:p w14:paraId="71042780" w14:textId="4C3B32D2" w:rsidR="009029B3" w:rsidRDefault="00896AA9">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19682714" w:history="1">
        <w:r w:rsidR="009029B3" w:rsidRPr="00B966EF">
          <w:rPr>
            <w:rStyle w:val="Hyperlink"/>
            <w:noProof/>
          </w:rPr>
          <w:t>4.1.</w:t>
        </w:r>
        <w:r w:rsidR="009029B3">
          <w:rPr>
            <w:rFonts w:asciiTheme="minorHAnsi" w:eastAsiaTheme="minorEastAsia" w:hAnsiTheme="minorHAnsi" w:cstheme="minorBidi"/>
            <w:b w:val="0"/>
            <w:bCs w:val="0"/>
            <w:noProof/>
            <w:kern w:val="0"/>
            <w:sz w:val="22"/>
            <w:szCs w:val="22"/>
          </w:rPr>
          <w:tab/>
        </w:r>
        <w:r w:rsidR="009029B3" w:rsidRPr="00B966EF">
          <w:rPr>
            <w:rStyle w:val="Hyperlink"/>
            <w:noProof/>
          </w:rPr>
          <w:t>Mechanical Interfaces</w:t>
        </w:r>
        <w:r w:rsidR="009029B3">
          <w:rPr>
            <w:noProof/>
            <w:webHidden/>
          </w:rPr>
          <w:tab/>
        </w:r>
        <w:r w:rsidR="009029B3">
          <w:rPr>
            <w:noProof/>
            <w:webHidden/>
          </w:rPr>
          <w:fldChar w:fldCharType="begin"/>
        </w:r>
        <w:r w:rsidR="009029B3">
          <w:rPr>
            <w:noProof/>
            <w:webHidden/>
          </w:rPr>
          <w:instrText xml:space="preserve"> PAGEREF _Toc519682714 \h </w:instrText>
        </w:r>
        <w:r w:rsidR="009029B3">
          <w:rPr>
            <w:noProof/>
            <w:webHidden/>
          </w:rPr>
        </w:r>
        <w:r w:rsidR="009029B3">
          <w:rPr>
            <w:noProof/>
            <w:webHidden/>
          </w:rPr>
          <w:fldChar w:fldCharType="separate"/>
        </w:r>
        <w:r w:rsidR="009029B3">
          <w:rPr>
            <w:noProof/>
            <w:webHidden/>
          </w:rPr>
          <w:t>6</w:t>
        </w:r>
        <w:r w:rsidR="009029B3">
          <w:rPr>
            <w:noProof/>
            <w:webHidden/>
          </w:rPr>
          <w:fldChar w:fldCharType="end"/>
        </w:r>
      </w:hyperlink>
    </w:p>
    <w:p w14:paraId="476C56DB" w14:textId="211DB15C"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15" w:history="1">
        <w:r w:rsidR="009029B3" w:rsidRPr="00B966EF">
          <w:rPr>
            <w:rStyle w:val="Hyperlink"/>
            <w:noProof/>
          </w:rPr>
          <w:t>4.1.1.</w:t>
        </w:r>
        <w:r w:rsidR="009029B3">
          <w:rPr>
            <w:rFonts w:asciiTheme="minorHAnsi" w:eastAsiaTheme="minorEastAsia" w:hAnsiTheme="minorHAnsi" w:cstheme="minorBidi"/>
            <w:b w:val="0"/>
            <w:noProof/>
            <w:kern w:val="0"/>
            <w:szCs w:val="22"/>
          </w:rPr>
          <w:tab/>
        </w:r>
        <w:r w:rsidR="009029B3" w:rsidRPr="00B966EF">
          <w:rPr>
            <w:rStyle w:val="Hyperlink"/>
            <w:noProof/>
          </w:rPr>
          <w:t>Allowable Loads on Instrument Mount Bosses</w:t>
        </w:r>
        <w:r w:rsidR="009029B3">
          <w:rPr>
            <w:noProof/>
            <w:webHidden/>
          </w:rPr>
          <w:tab/>
        </w:r>
        <w:r w:rsidR="009029B3">
          <w:rPr>
            <w:noProof/>
            <w:webHidden/>
          </w:rPr>
          <w:fldChar w:fldCharType="begin"/>
        </w:r>
        <w:r w:rsidR="009029B3">
          <w:rPr>
            <w:noProof/>
            <w:webHidden/>
          </w:rPr>
          <w:instrText xml:space="preserve"> PAGEREF _Toc519682715 \h </w:instrText>
        </w:r>
        <w:r w:rsidR="009029B3">
          <w:rPr>
            <w:noProof/>
            <w:webHidden/>
          </w:rPr>
        </w:r>
        <w:r w:rsidR="009029B3">
          <w:rPr>
            <w:noProof/>
            <w:webHidden/>
          </w:rPr>
          <w:fldChar w:fldCharType="separate"/>
        </w:r>
        <w:r w:rsidR="009029B3">
          <w:rPr>
            <w:noProof/>
            <w:webHidden/>
          </w:rPr>
          <w:t>6</w:t>
        </w:r>
        <w:r w:rsidR="009029B3">
          <w:rPr>
            <w:noProof/>
            <w:webHidden/>
          </w:rPr>
          <w:fldChar w:fldCharType="end"/>
        </w:r>
      </w:hyperlink>
    </w:p>
    <w:p w14:paraId="224CE50E" w14:textId="7AA523DE"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16" w:history="1">
        <w:r w:rsidR="009029B3" w:rsidRPr="00B966EF">
          <w:rPr>
            <w:rStyle w:val="Hyperlink"/>
            <w:noProof/>
          </w:rPr>
          <w:t>4.1.2.</w:t>
        </w:r>
        <w:r w:rsidR="009029B3">
          <w:rPr>
            <w:rFonts w:asciiTheme="minorHAnsi" w:eastAsiaTheme="minorEastAsia" w:hAnsiTheme="minorHAnsi" w:cstheme="minorBidi"/>
            <w:b w:val="0"/>
            <w:noProof/>
            <w:kern w:val="0"/>
            <w:szCs w:val="22"/>
          </w:rPr>
          <w:tab/>
        </w:r>
        <w:r w:rsidR="009029B3" w:rsidRPr="00B966EF">
          <w:rPr>
            <w:rStyle w:val="Hyperlink"/>
            <w:noProof/>
          </w:rPr>
          <w:t>Fastener Loads</w:t>
        </w:r>
        <w:r w:rsidR="009029B3">
          <w:rPr>
            <w:noProof/>
            <w:webHidden/>
          </w:rPr>
          <w:tab/>
        </w:r>
        <w:r w:rsidR="009029B3">
          <w:rPr>
            <w:noProof/>
            <w:webHidden/>
          </w:rPr>
          <w:fldChar w:fldCharType="begin"/>
        </w:r>
        <w:r w:rsidR="009029B3">
          <w:rPr>
            <w:noProof/>
            <w:webHidden/>
          </w:rPr>
          <w:instrText xml:space="preserve"> PAGEREF _Toc519682716 \h </w:instrText>
        </w:r>
        <w:r w:rsidR="009029B3">
          <w:rPr>
            <w:noProof/>
            <w:webHidden/>
          </w:rPr>
        </w:r>
        <w:r w:rsidR="009029B3">
          <w:rPr>
            <w:noProof/>
            <w:webHidden/>
          </w:rPr>
          <w:fldChar w:fldCharType="separate"/>
        </w:r>
        <w:r w:rsidR="009029B3">
          <w:rPr>
            <w:noProof/>
            <w:webHidden/>
          </w:rPr>
          <w:t>6</w:t>
        </w:r>
        <w:r w:rsidR="009029B3">
          <w:rPr>
            <w:noProof/>
            <w:webHidden/>
          </w:rPr>
          <w:fldChar w:fldCharType="end"/>
        </w:r>
      </w:hyperlink>
    </w:p>
    <w:p w14:paraId="7AFC0739" w14:textId="24B3E57E"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17" w:history="1">
        <w:r w:rsidR="009029B3" w:rsidRPr="00B966EF">
          <w:rPr>
            <w:rStyle w:val="Hyperlink"/>
            <w:noProof/>
          </w:rPr>
          <w:t>4.1.3.</w:t>
        </w:r>
        <w:r w:rsidR="009029B3">
          <w:rPr>
            <w:rFonts w:asciiTheme="minorHAnsi" w:eastAsiaTheme="minorEastAsia" w:hAnsiTheme="minorHAnsi" w:cstheme="minorBidi"/>
            <w:b w:val="0"/>
            <w:noProof/>
            <w:kern w:val="0"/>
            <w:szCs w:val="22"/>
          </w:rPr>
          <w:tab/>
        </w:r>
        <w:r w:rsidR="009029B3" w:rsidRPr="00B966EF">
          <w:rPr>
            <w:rStyle w:val="Hyperlink"/>
            <w:noProof/>
          </w:rPr>
          <w:t>Theoretical Position of Mech. Interfaces w.r.t Cassegrain Rotator Coordinate System</w:t>
        </w:r>
        <w:r w:rsidR="009029B3">
          <w:rPr>
            <w:noProof/>
            <w:webHidden/>
          </w:rPr>
          <w:tab/>
        </w:r>
        <w:r w:rsidR="009029B3">
          <w:rPr>
            <w:noProof/>
            <w:webHidden/>
          </w:rPr>
          <w:fldChar w:fldCharType="begin"/>
        </w:r>
        <w:r w:rsidR="009029B3">
          <w:rPr>
            <w:noProof/>
            <w:webHidden/>
          </w:rPr>
          <w:instrText xml:space="preserve"> PAGEREF _Toc519682717 \h </w:instrText>
        </w:r>
        <w:r w:rsidR="009029B3">
          <w:rPr>
            <w:noProof/>
            <w:webHidden/>
          </w:rPr>
        </w:r>
        <w:r w:rsidR="009029B3">
          <w:rPr>
            <w:noProof/>
            <w:webHidden/>
          </w:rPr>
          <w:fldChar w:fldCharType="separate"/>
        </w:r>
        <w:r w:rsidR="009029B3">
          <w:rPr>
            <w:noProof/>
            <w:webHidden/>
          </w:rPr>
          <w:t>6</w:t>
        </w:r>
        <w:r w:rsidR="009029B3">
          <w:rPr>
            <w:noProof/>
            <w:webHidden/>
          </w:rPr>
          <w:fldChar w:fldCharType="end"/>
        </w:r>
      </w:hyperlink>
    </w:p>
    <w:p w14:paraId="31AE1E4D" w14:textId="2716C091"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18" w:history="1">
        <w:r w:rsidR="009029B3" w:rsidRPr="00B966EF">
          <w:rPr>
            <w:rStyle w:val="Hyperlink"/>
            <w:noProof/>
          </w:rPr>
          <w:t>4.1.4.</w:t>
        </w:r>
        <w:r w:rsidR="009029B3">
          <w:rPr>
            <w:rFonts w:asciiTheme="minorHAnsi" w:eastAsiaTheme="minorEastAsia" w:hAnsiTheme="minorHAnsi" w:cstheme="minorBidi"/>
            <w:b w:val="0"/>
            <w:noProof/>
            <w:kern w:val="0"/>
            <w:szCs w:val="22"/>
          </w:rPr>
          <w:tab/>
        </w:r>
        <w:r w:rsidR="009029B3" w:rsidRPr="00B966EF">
          <w:rPr>
            <w:rStyle w:val="Hyperlink"/>
            <w:noProof/>
          </w:rPr>
          <w:t>Space Envelope</w:t>
        </w:r>
        <w:r w:rsidR="009029B3">
          <w:rPr>
            <w:noProof/>
            <w:webHidden/>
          </w:rPr>
          <w:tab/>
        </w:r>
        <w:r w:rsidR="009029B3">
          <w:rPr>
            <w:noProof/>
            <w:webHidden/>
          </w:rPr>
          <w:fldChar w:fldCharType="begin"/>
        </w:r>
        <w:r w:rsidR="009029B3">
          <w:rPr>
            <w:noProof/>
            <w:webHidden/>
          </w:rPr>
          <w:instrText xml:space="preserve"> PAGEREF _Toc519682718 \h </w:instrText>
        </w:r>
        <w:r w:rsidR="009029B3">
          <w:rPr>
            <w:noProof/>
            <w:webHidden/>
          </w:rPr>
        </w:r>
        <w:r w:rsidR="009029B3">
          <w:rPr>
            <w:noProof/>
            <w:webHidden/>
          </w:rPr>
          <w:fldChar w:fldCharType="separate"/>
        </w:r>
        <w:r w:rsidR="009029B3">
          <w:rPr>
            <w:noProof/>
            <w:webHidden/>
          </w:rPr>
          <w:t>7</w:t>
        </w:r>
        <w:r w:rsidR="009029B3">
          <w:rPr>
            <w:noProof/>
            <w:webHidden/>
          </w:rPr>
          <w:fldChar w:fldCharType="end"/>
        </w:r>
      </w:hyperlink>
    </w:p>
    <w:p w14:paraId="7FCD4EE7" w14:textId="0603406E"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19" w:history="1">
        <w:r w:rsidR="009029B3" w:rsidRPr="00B966EF">
          <w:rPr>
            <w:rStyle w:val="Hyperlink"/>
            <w:noProof/>
          </w:rPr>
          <w:t>4.1.5.</w:t>
        </w:r>
        <w:r w:rsidR="009029B3">
          <w:rPr>
            <w:rFonts w:asciiTheme="minorHAnsi" w:eastAsiaTheme="minorEastAsia" w:hAnsiTheme="minorHAnsi" w:cstheme="minorBidi"/>
            <w:b w:val="0"/>
            <w:noProof/>
            <w:kern w:val="0"/>
            <w:szCs w:val="22"/>
          </w:rPr>
          <w:tab/>
        </w:r>
        <w:r w:rsidR="009029B3" w:rsidRPr="00B966EF">
          <w:rPr>
            <w:rStyle w:val="Hyperlink"/>
            <w:noProof/>
          </w:rPr>
          <w:t>Mass and Center of Gravity (CofG)</w:t>
        </w:r>
        <w:r w:rsidR="009029B3">
          <w:rPr>
            <w:noProof/>
            <w:webHidden/>
          </w:rPr>
          <w:tab/>
        </w:r>
        <w:r w:rsidR="009029B3">
          <w:rPr>
            <w:noProof/>
            <w:webHidden/>
          </w:rPr>
          <w:fldChar w:fldCharType="begin"/>
        </w:r>
        <w:r w:rsidR="009029B3">
          <w:rPr>
            <w:noProof/>
            <w:webHidden/>
          </w:rPr>
          <w:instrText xml:space="preserve"> PAGEREF _Toc519682719 \h </w:instrText>
        </w:r>
        <w:r w:rsidR="009029B3">
          <w:rPr>
            <w:noProof/>
            <w:webHidden/>
          </w:rPr>
        </w:r>
        <w:r w:rsidR="009029B3">
          <w:rPr>
            <w:noProof/>
            <w:webHidden/>
          </w:rPr>
          <w:fldChar w:fldCharType="separate"/>
        </w:r>
        <w:r w:rsidR="009029B3">
          <w:rPr>
            <w:noProof/>
            <w:webHidden/>
          </w:rPr>
          <w:t>7</w:t>
        </w:r>
        <w:r w:rsidR="009029B3">
          <w:rPr>
            <w:noProof/>
            <w:webHidden/>
          </w:rPr>
          <w:fldChar w:fldCharType="end"/>
        </w:r>
      </w:hyperlink>
    </w:p>
    <w:p w14:paraId="0258F972" w14:textId="39261CCE"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20" w:history="1">
        <w:r w:rsidR="009029B3" w:rsidRPr="00B966EF">
          <w:rPr>
            <w:rStyle w:val="Hyperlink"/>
            <w:noProof/>
          </w:rPr>
          <w:t>4.1.6.</w:t>
        </w:r>
        <w:r w:rsidR="009029B3">
          <w:rPr>
            <w:rFonts w:asciiTheme="minorHAnsi" w:eastAsiaTheme="minorEastAsia" w:hAnsiTheme="minorHAnsi" w:cstheme="minorBidi"/>
            <w:b w:val="0"/>
            <w:noProof/>
            <w:kern w:val="0"/>
            <w:szCs w:val="22"/>
          </w:rPr>
          <w:tab/>
        </w:r>
        <w:r w:rsidR="009029B3" w:rsidRPr="00B966EF">
          <w:rPr>
            <w:rStyle w:val="Hyperlink"/>
            <w:noProof/>
          </w:rPr>
          <w:t>Out of Balance</w:t>
        </w:r>
        <w:r w:rsidR="009029B3">
          <w:rPr>
            <w:noProof/>
            <w:webHidden/>
          </w:rPr>
          <w:tab/>
        </w:r>
        <w:r w:rsidR="009029B3">
          <w:rPr>
            <w:noProof/>
            <w:webHidden/>
          </w:rPr>
          <w:fldChar w:fldCharType="begin"/>
        </w:r>
        <w:r w:rsidR="009029B3">
          <w:rPr>
            <w:noProof/>
            <w:webHidden/>
          </w:rPr>
          <w:instrText xml:space="preserve"> PAGEREF _Toc519682720 \h </w:instrText>
        </w:r>
        <w:r w:rsidR="009029B3">
          <w:rPr>
            <w:noProof/>
            <w:webHidden/>
          </w:rPr>
        </w:r>
        <w:r w:rsidR="009029B3">
          <w:rPr>
            <w:noProof/>
            <w:webHidden/>
          </w:rPr>
          <w:fldChar w:fldCharType="separate"/>
        </w:r>
        <w:r w:rsidR="009029B3">
          <w:rPr>
            <w:noProof/>
            <w:webHidden/>
          </w:rPr>
          <w:t>8</w:t>
        </w:r>
        <w:r w:rsidR="009029B3">
          <w:rPr>
            <w:noProof/>
            <w:webHidden/>
          </w:rPr>
          <w:fldChar w:fldCharType="end"/>
        </w:r>
      </w:hyperlink>
    </w:p>
    <w:p w14:paraId="2A6631E7" w14:textId="1FF23DF5"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21" w:history="1">
        <w:r w:rsidR="009029B3" w:rsidRPr="00B966EF">
          <w:rPr>
            <w:rStyle w:val="Hyperlink"/>
            <w:noProof/>
          </w:rPr>
          <w:t>4.1.7.</w:t>
        </w:r>
        <w:r w:rsidR="009029B3">
          <w:rPr>
            <w:rFonts w:asciiTheme="minorHAnsi" w:eastAsiaTheme="minorEastAsia" w:hAnsiTheme="minorHAnsi" w:cstheme="minorBidi"/>
            <w:b w:val="0"/>
            <w:noProof/>
            <w:kern w:val="0"/>
            <w:szCs w:val="22"/>
          </w:rPr>
          <w:tab/>
        </w:r>
        <w:r w:rsidR="009029B3" w:rsidRPr="00B966EF">
          <w:rPr>
            <w:rStyle w:val="Hyperlink"/>
            <w:noProof/>
          </w:rPr>
          <w:t>Vibrations</w:t>
        </w:r>
        <w:r w:rsidR="009029B3">
          <w:rPr>
            <w:noProof/>
            <w:webHidden/>
          </w:rPr>
          <w:tab/>
        </w:r>
        <w:r w:rsidR="009029B3">
          <w:rPr>
            <w:noProof/>
            <w:webHidden/>
          </w:rPr>
          <w:fldChar w:fldCharType="begin"/>
        </w:r>
        <w:r w:rsidR="009029B3">
          <w:rPr>
            <w:noProof/>
            <w:webHidden/>
          </w:rPr>
          <w:instrText xml:space="preserve"> PAGEREF _Toc519682721 \h </w:instrText>
        </w:r>
        <w:r w:rsidR="009029B3">
          <w:rPr>
            <w:noProof/>
            <w:webHidden/>
          </w:rPr>
        </w:r>
        <w:r w:rsidR="009029B3">
          <w:rPr>
            <w:noProof/>
            <w:webHidden/>
          </w:rPr>
          <w:fldChar w:fldCharType="separate"/>
        </w:r>
        <w:r w:rsidR="009029B3">
          <w:rPr>
            <w:noProof/>
            <w:webHidden/>
          </w:rPr>
          <w:t>8</w:t>
        </w:r>
        <w:r w:rsidR="009029B3">
          <w:rPr>
            <w:noProof/>
            <w:webHidden/>
          </w:rPr>
          <w:fldChar w:fldCharType="end"/>
        </w:r>
      </w:hyperlink>
    </w:p>
    <w:p w14:paraId="2D953A32" w14:textId="32422726" w:rsidR="009029B3" w:rsidRDefault="00896AA9">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19682722" w:history="1">
        <w:r w:rsidR="009029B3" w:rsidRPr="00B966EF">
          <w:rPr>
            <w:rStyle w:val="Hyperlink"/>
            <w:noProof/>
          </w:rPr>
          <w:t>4.2.</w:t>
        </w:r>
        <w:r w:rsidR="009029B3">
          <w:rPr>
            <w:rFonts w:asciiTheme="minorHAnsi" w:eastAsiaTheme="minorEastAsia" w:hAnsiTheme="minorHAnsi" w:cstheme="minorBidi"/>
            <w:b w:val="0"/>
            <w:bCs w:val="0"/>
            <w:noProof/>
            <w:kern w:val="0"/>
            <w:sz w:val="22"/>
            <w:szCs w:val="22"/>
          </w:rPr>
          <w:tab/>
        </w:r>
        <w:r w:rsidR="009029B3" w:rsidRPr="00B966EF">
          <w:rPr>
            <w:rStyle w:val="Hyperlink"/>
            <w:noProof/>
          </w:rPr>
          <w:t>Optical Interface</w:t>
        </w:r>
        <w:r w:rsidR="009029B3">
          <w:rPr>
            <w:noProof/>
            <w:webHidden/>
          </w:rPr>
          <w:tab/>
        </w:r>
        <w:r w:rsidR="009029B3">
          <w:rPr>
            <w:noProof/>
            <w:webHidden/>
          </w:rPr>
          <w:fldChar w:fldCharType="begin"/>
        </w:r>
        <w:r w:rsidR="009029B3">
          <w:rPr>
            <w:noProof/>
            <w:webHidden/>
          </w:rPr>
          <w:instrText xml:space="preserve"> PAGEREF _Toc519682722 \h </w:instrText>
        </w:r>
        <w:r w:rsidR="009029B3">
          <w:rPr>
            <w:noProof/>
            <w:webHidden/>
          </w:rPr>
        </w:r>
        <w:r w:rsidR="009029B3">
          <w:rPr>
            <w:noProof/>
            <w:webHidden/>
          </w:rPr>
          <w:fldChar w:fldCharType="separate"/>
        </w:r>
        <w:r w:rsidR="009029B3">
          <w:rPr>
            <w:noProof/>
            <w:webHidden/>
          </w:rPr>
          <w:t>8</w:t>
        </w:r>
        <w:r w:rsidR="009029B3">
          <w:rPr>
            <w:noProof/>
            <w:webHidden/>
          </w:rPr>
          <w:fldChar w:fldCharType="end"/>
        </w:r>
      </w:hyperlink>
    </w:p>
    <w:p w14:paraId="50E66163" w14:textId="5D33E6D5"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23" w:history="1">
        <w:r w:rsidR="009029B3" w:rsidRPr="00B966EF">
          <w:rPr>
            <w:rStyle w:val="Hyperlink"/>
            <w:noProof/>
          </w:rPr>
          <w:t>4.2.1.</w:t>
        </w:r>
        <w:r w:rsidR="009029B3">
          <w:rPr>
            <w:rFonts w:asciiTheme="minorHAnsi" w:eastAsiaTheme="minorEastAsia" w:hAnsiTheme="minorHAnsi" w:cstheme="minorBidi"/>
            <w:b w:val="0"/>
            <w:noProof/>
            <w:kern w:val="0"/>
            <w:szCs w:val="22"/>
          </w:rPr>
          <w:tab/>
        </w:r>
        <w:r w:rsidR="009029B3" w:rsidRPr="00B966EF">
          <w:rPr>
            <w:rStyle w:val="Hyperlink"/>
            <w:noProof/>
          </w:rPr>
          <w:t>Face 1 Port Position</w:t>
        </w:r>
        <w:r w:rsidR="009029B3">
          <w:rPr>
            <w:noProof/>
            <w:webHidden/>
          </w:rPr>
          <w:tab/>
        </w:r>
        <w:r w:rsidR="009029B3">
          <w:rPr>
            <w:noProof/>
            <w:webHidden/>
          </w:rPr>
          <w:fldChar w:fldCharType="begin"/>
        </w:r>
        <w:r w:rsidR="009029B3">
          <w:rPr>
            <w:noProof/>
            <w:webHidden/>
          </w:rPr>
          <w:instrText xml:space="preserve"> PAGEREF _Toc519682723 \h </w:instrText>
        </w:r>
        <w:r w:rsidR="009029B3">
          <w:rPr>
            <w:noProof/>
            <w:webHidden/>
          </w:rPr>
        </w:r>
        <w:r w:rsidR="009029B3">
          <w:rPr>
            <w:noProof/>
            <w:webHidden/>
          </w:rPr>
          <w:fldChar w:fldCharType="separate"/>
        </w:r>
        <w:r w:rsidR="009029B3">
          <w:rPr>
            <w:noProof/>
            <w:webHidden/>
          </w:rPr>
          <w:t>8</w:t>
        </w:r>
        <w:r w:rsidR="009029B3">
          <w:rPr>
            <w:noProof/>
            <w:webHidden/>
          </w:rPr>
          <w:fldChar w:fldCharType="end"/>
        </w:r>
      </w:hyperlink>
    </w:p>
    <w:p w14:paraId="3132E8E9" w14:textId="206210F3"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24" w:history="1">
        <w:r w:rsidR="009029B3" w:rsidRPr="00B966EF">
          <w:rPr>
            <w:rStyle w:val="Hyperlink"/>
            <w:noProof/>
          </w:rPr>
          <w:t>4.2.2.</w:t>
        </w:r>
        <w:r w:rsidR="009029B3">
          <w:rPr>
            <w:rFonts w:asciiTheme="minorHAnsi" w:eastAsiaTheme="minorEastAsia" w:hAnsiTheme="minorHAnsi" w:cstheme="minorBidi"/>
            <w:b w:val="0"/>
            <w:noProof/>
            <w:kern w:val="0"/>
            <w:szCs w:val="22"/>
          </w:rPr>
          <w:tab/>
        </w:r>
        <w:r w:rsidR="009029B3" w:rsidRPr="00B966EF">
          <w:rPr>
            <w:rStyle w:val="Hyperlink"/>
            <w:noProof/>
          </w:rPr>
          <w:t>Face 3 Port Position</w:t>
        </w:r>
        <w:r w:rsidR="009029B3">
          <w:rPr>
            <w:noProof/>
            <w:webHidden/>
          </w:rPr>
          <w:tab/>
        </w:r>
        <w:r w:rsidR="009029B3">
          <w:rPr>
            <w:noProof/>
            <w:webHidden/>
          </w:rPr>
          <w:fldChar w:fldCharType="begin"/>
        </w:r>
        <w:r w:rsidR="009029B3">
          <w:rPr>
            <w:noProof/>
            <w:webHidden/>
          </w:rPr>
          <w:instrText xml:space="preserve"> PAGEREF _Toc519682724 \h </w:instrText>
        </w:r>
        <w:r w:rsidR="009029B3">
          <w:rPr>
            <w:noProof/>
            <w:webHidden/>
          </w:rPr>
        </w:r>
        <w:r w:rsidR="009029B3">
          <w:rPr>
            <w:noProof/>
            <w:webHidden/>
          </w:rPr>
          <w:fldChar w:fldCharType="separate"/>
        </w:r>
        <w:r w:rsidR="009029B3">
          <w:rPr>
            <w:noProof/>
            <w:webHidden/>
          </w:rPr>
          <w:t>8</w:t>
        </w:r>
        <w:r w:rsidR="009029B3">
          <w:rPr>
            <w:noProof/>
            <w:webHidden/>
          </w:rPr>
          <w:fldChar w:fldCharType="end"/>
        </w:r>
      </w:hyperlink>
    </w:p>
    <w:p w14:paraId="091DF33D" w14:textId="4F174A16"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25" w:history="1">
        <w:r w:rsidR="009029B3" w:rsidRPr="00B966EF">
          <w:rPr>
            <w:rStyle w:val="Hyperlink"/>
            <w:noProof/>
          </w:rPr>
          <w:t>4.2.3.</w:t>
        </w:r>
        <w:r w:rsidR="009029B3">
          <w:rPr>
            <w:rFonts w:asciiTheme="minorHAnsi" w:eastAsiaTheme="minorEastAsia" w:hAnsiTheme="minorHAnsi" w:cstheme="minorBidi"/>
            <w:b w:val="0"/>
            <w:noProof/>
            <w:kern w:val="0"/>
            <w:szCs w:val="22"/>
          </w:rPr>
          <w:tab/>
        </w:r>
        <w:r w:rsidR="009029B3" w:rsidRPr="00B966EF">
          <w:rPr>
            <w:rStyle w:val="Hyperlink"/>
            <w:noProof/>
          </w:rPr>
          <w:t>Face 5 Port Position</w:t>
        </w:r>
        <w:r w:rsidR="009029B3">
          <w:rPr>
            <w:noProof/>
            <w:webHidden/>
          </w:rPr>
          <w:tab/>
        </w:r>
        <w:r w:rsidR="009029B3">
          <w:rPr>
            <w:noProof/>
            <w:webHidden/>
          </w:rPr>
          <w:fldChar w:fldCharType="begin"/>
        </w:r>
        <w:r w:rsidR="009029B3">
          <w:rPr>
            <w:noProof/>
            <w:webHidden/>
          </w:rPr>
          <w:instrText xml:space="preserve"> PAGEREF _Toc519682725 \h </w:instrText>
        </w:r>
        <w:r w:rsidR="009029B3">
          <w:rPr>
            <w:noProof/>
            <w:webHidden/>
          </w:rPr>
        </w:r>
        <w:r w:rsidR="009029B3">
          <w:rPr>
            <w:noProof/>
            <w:webHidden/>
          </w:rPr>
          <w:fldChar w:fldCharType="separate"/>
        </w:r>
        <w:r w:rsidR="009029B3">
          <w:rPr>
            <w:noProof/>
            <w:webHidden/>
          </w:rPr>
          <w:t>8</w:t>
        </w:r>
        <w:r w:rsidR="009029B3">
          <w:rPr>
            <w:noProof/>
            <w:webHidden/>
          </w:rPr>
          <w:fldChar w:fldCharType="end"/>
        </w:r>
      </w:hyperlink>
    </w:p>
    <w:p w14:paraId="5D090E4D" w14:textId="63901D23"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26" w:history="1">
        <w:r w:rsidR="009029B3" w:rsidRPr="00B966EF">
          <w:rPr>
            <w:rStyle w:val="Hyperlink"/>
            <w:noProof/>
          </w:rPr>
          <w:t>4.2.4.</w:t>
        </w:r>
        <w:r w:rsidR="009029B3">
          <w:rPr>
            <w:rFonts w:asciiTheme="minorHAnsi" w:eastAsiaTheme="minorEastAsia" w:hAnsiTheme="minorHAnsi" w:cstheme="minorBidi"/>
            <w:b w:val="0"/>
            <w:noProof/>
            <w:kern w:val="0"/>
            <w:szCs w:val="22"/>
          </w:rPr>
          <w:tab/>
        </w:r>
        <w:r w:rsidR="009029B3" w:rsidRPr="00B966EF">
          <w:rPr>
            <w:rStyle w:val="Hyperlink"/>
            <w:noProof/>
          </w:rPr>
          <w:t>Optical Alignment</w:t>
        </w:r>
        <w:r w:rsidR="009029B3">
          <w:rPr>
            <w:noProof/>
            <w:webHidden/>
          </w:rPr>
          <w:tab/>
        </w:r>
        <w:r w:rsidR="009029B3">
          <w:rPr>
            <w:noProof/>
            <w:webHidden/>
          </w:rPr>
          <w:fldChar w:fldCharType="begin"/>
        </w:r>
        <w:r w:rsidR="009029B3">
          <w:rPr>
            <w:noProof/>
            <w:webHidden/>
          </w:rPr>
          <w:instrText xml:space="preserve"> PAGEREF _Toc519682726 \h </w:instrText>
        </w:r>
        <w:r w:rsidR="009029B3">
          <w:rPr>
            <w:noProof/>
            <w:webHidden/>
          </w:rPr>
        </w:r>
        <w:r w:rsidR="009029B3">
          <w:rPr>
            <w:noProof/>
            <w:webHidden/>
          </w:rPr>
          <w:fldChar w:fldCharType="separate"/>
        </w:r>
        <w:r w:rsidR="009029B3">
          <w:rPr>
            <w:noProof/>
            <w:webHidden/>
          </w:rPr>
          <w:t>8</w:t>
        </w:r>
        <w:r w:rsidR="009029B3">
          <w:rPr>
            <w:noProof/>
            <w:webHidden/>
          </w:rPr>
          <w:fldChar w:fldCharType="end"/>
        </w:r>
      </w:hyperlink>
    </w:p>
    <w:p w14:paraId="3F768115" w14:textId="4E8FCF85" w:rsidR="009029B3" w:rsidRDefault="00896AA9">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19682727" w:history="1">
        <w:r w:rsidR="009029B3" w:rsidRPr="00B966EF">
          <w:rPr>
            <w:rStyle w:val="Hyperlink"/>
            <w:noProof/>
          </w:rPr>
          <w:t>4.3.</w:t>
        </w:r>
        <w:r w:rsidR="009029B3">
          <w:rPr>
            <w:rFonts w:asciiTheme="minorHAnsi" w:eastAsiaTheme="minorEastAsia" w:hAnsiTheme="minorHAnsi" w:cstheme="minorBidi"/>
            <w:b w:val="0"/>
            <w:bCs w:val="0"/>
            <w:noProof/>
            <w:kern w:val="0"/>
            <w:sz w:val="22"/>
            <w:szCs w:val="22"/>
          </w:rPr>
          <w:tab/>
        </w:r>
        <w:r w:rsidR="009029B3" w:rsidRPr="00B966EF">
          <w:rPr>
            <w:rStyle w:val="Hyperlink"/>
            <w:noProof/>
          </w:rPr>
          <w:t>Electrical Interface</w:t>
        </w:r>
        <w:r w:rsidR="009029B3">
          <w:rPr>
            <w:noProof/>
            <w:webHidden/>
          </w:rPr>
          <w:tab/>
        </w:r>
        <w:r w:rsidR="009029B3">
          <w:rPr>
            <w:noProof/>
            <w:webHidden/>
          </w:rPr>
          <w:fldChar w:fldCharType="begin"/>
        </w:r>
        <w:r w:rsidR="009029B3">
          <w:rPr>
            <w:noProof/>
            <w:webHidden/>
          </w:rPr>
          <w:instrText xml:space="preserve"> PAGEREF _Toc519682727 \h </w:instrText>
        </w:r>
        <w:r w:rsidR="009029B3">
          <w:rPr>
            <w:noProof/>
            <w:webHidden/>
          </w:rPr>
        </w:r>
        <w:r w:rsidR="009029B3">
          <w:rPr>
            <w:noProof/>
            <w:webHidden/>
          </w:rPr>
          <w:fldChar w:fldCharType="separate"/>
        </w:r>
        <w:r w:rsidR="009029B3">
          <w:rPr>
            <w:noProof/>
            <w:webHidden/>
          </w:rPr>
          <w:t>9</w:t>
        </w:r>
        <w:r w:rsidR="009029B3">
          <w:rPr>
            <w:noProof/>
            <w:webHidden/>
          </w:rPr>
          <w:fldChar w:fldCharType="end"/>
        </w:r>
      </w:hyperlink>
    </w:p>
    <w:p w14:paraId="4042C5B1" w14:textId="05BEF55F" w:rsidR="009029B3" w:rsidRDefault="00896AA9">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19682728" w:history="1">
        <w:r w:rsidR="009029B3" w:rsidRPr="00B966EF">
          <w:rPr>
            <w:rStyle w:val="Hyperlink"/>
            <w:noProof/>
          </w:rPr>
          <w:t>4.4.</w:t>
        </w:r>
        <w:r w:rsidR="009029B3">
          <w:rPr>
            <w:rFonts w:asciiTheme="minorHAnsi" w:eastAsiaTheme="minorEastAsia" w:hAnsiTheme="minorHAnsi" w:cstheme="minorBidi"/>
            <w:b w:val="0"/>
            <w:bCs w:val="0"/>
            <w:noProof/>
            <w:kern w:val="0"/>
            <w:sz w:val="22"/>
            <w:szCs w:val="22"/>
          </w:rPr>
          <w:tab/>
        </w:r>
        <w:r w:rsidR="009029B3" w:rsidRPr="00B966EF">
          <w:rPr>
            <w:rStyle w:val="Hyperlink"/>
            <w:noProof/>
          </w:rPr>
          <w:t>Thermal Interface</w:t>
        </w:r>
        <w:r w:rsidR="009029B3">
          <w:rPr>
            <w:noProof/>
            <w:webHidden/>
          </w:rPr>
          <w:tab/>
        </w:r>
        <w:r w:rsidR="009029B3">
          <w:rPr>
            <w:noProof/>
            <w:webHidden/>
          </w:rPr>
          <w:fldChar w:fldCharType="begin"/>
        </w:r>
        <w:r w:rsidR="009029B3">
          <w:rPr>
            <w:noProof/>
            <w:webHidden/>
          </w:rPr>
          <w:instrText xml:space="preserve"> PAGEREF _Toc519682728 \h </w:instrText>
        </w:r>
        <w:r w:rsidR="009029B3">
          <w:rPr>
            <w:noProof/>
            <w:webHidden/>
          </w:rPr>
        </w:r>
        <w:r w:rsidR="009029B3">
          <w:rPr>
            <w:noProof/>
            <w:webHidden/>
          </w:rPr>
          <w:fldChar w:fldCharType="separate"/>
        </w:r>
        <w:r w:rsidR="009029B3">
          <w:rPr>
            <w:noProof/>
            <w:webHidden/>
          </w:rPr>
          <w:t>9</w:t>
        </w:r>
        <w:r w:rsidR="009029B3">
          <w:rPr>
            <w:noProof/>
            <w:webHidden/>
          </w:rPr>
          <w:fldChar w:fldCharType="end"/>
        </w:r>
      </w:hyperlink>
    </w:p>
    <w:p w14:paraId="5CA6E094" w14:textId="2A2E4DFB"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29" w:history="1">
        <w:r w:rsidR="009029B3" w:rsidRPr="00B966EF">
          <w:rPr>
            <w:rStyle w:val="Hyperlink"/>
            <w:noProof/>
          </w:rPr>
          <w:t>4.4.1.</w:t>
        </w:r>
        <w:r w:rsidR="009029B3">
          <w:rPr>
            <w:rFonts w:asciiTheme="minorHAnsi" w:eastAsiaTheme="minorEastAsia" w:hAnsiTheme="minorHAnsi" w:cstheme="minorBidi"/>
            <w:b w:val="0"/>
            <w:noProof/>
            <w:kern w:val="0"/>
            <w:szCs w:val="22"/>
          </w:rPr>
          <w:tab/>
        </w:r>
        <w:r w:rsidR="009029B3" w:rsidRPr="00B966EF">
          <w:rPr>
            <w:rStyle w:val="Hyperlink"/>
            <w:noProof/>
          </w:rPr>
          <w:t>Allowable Unconditioned Heat Released from Instrument</w:t>
        </w:r>
        <w:r w:rsidR="009029B3">
          <w:rPr>
            <w:noProof/>
            <w:webHidden/>
          </w:rPr>
          <w:tab/>
        </w:r>
        <w:r w:rsidR="009029B3">
          <w:rPr>
            <w:noProof/>
            <w:webHidden/>
          </w:rPr>
          <w:fldChar w:fldCharType="begin"/>
        </w:r>
        <w:r w:rsidR="009029B3">
          <w:rPr>
            <w:noProof/>
            <w:webHidden/>
          </w:rPr>
          <w:instrText xml:space="preserve"> PAGEREF _Toc519682729 \h </w:instrText>
        </w:r>
        <w:r w:rsidR="009029B3">
          <w:rPr>
            <w:noProof/>
            <w:webHidden/>
          </w:rPr>
        </w:r>
        <w:r w:rsidR="009029B3">
          <w:rPr>
            <w:noProof/>
            <w:webHidden/>
          </w:rPr>
          <w:fldChar w:fldCharType="separate"/>
        </w:r>
        <w:r w:rsidR="009029B3">
          <w:rPr>
            <w:noProof/>
            <w:webHidden/>
          </w:rPr>
          <w:t>9</w:t>
        </w:r>
        <w:r w:rsidR="009029B3">
          <w:rPr>
            <w:noProof/>
            <w:webHidden/>
          </w:rPr>
          <w:fldChar w:fldCharType="end"/>
        </w:r>
      </w:hyperlink>
    </w:p>
    <w:p w14:paraId="09028056" w14:textId="544FF0C6" w:rsidR="009029B3" w:rsidRDefault="00896AA9">
      <w:pPr>
        <w:pStyle w:val="TOC3"/>
        <w:tabs>
          <w:tab w:val="left" w:pos="840"/>
          <w:tab w:val="right" w:leader="dot" w:pos="9350"/>
        </w:tabs>
        <w:rPr>
          <w:rFonts w:asciiTheme="minorHAnsi" w:eastAsiaTheme="minorEastAsia" w:hAnsiTheme="minorHAnsi" w:cstheme="minorBidi"/>
          <w:b w:val="0"/>
          <w:noProof/>
          <w:kern w:val="0"/>
          <w:szCs w:val="22"/>
        </w:rPr>
      </w:pPr>
      <w:hyperlink w:anchor="_Toc519682730" w:history="1">
        <w:r w:rsidR="009029B3" w:rsidRPr="00B966EF">
          <w:rPr>
            <w:rStyle w:val="Hyperlink"/>
            <w:noProof/>
          </w:rPr>
          <w:t>4.4.2.</w:t>
        </w:r>
        <w:r w:rsidR="009029B3">
          <w:rPr>
            <w:rFonts w:asciiTheme="minorHAnsi" w:eastAsiaTheme="minorEastAsia" w:hAnsiTheme="minorHAnsi" w:cstheme="minorBidi"/>
            <w:b w:val="0"/>
            <w:noProof/>
            <w:kern w:val="0"/>
            <w:szCs w:val="22"/>
          </w:rPr>
          <w:tab/>
        </w:r>
        <w:r w:rsidR="009029B3" w:rsidRPr="00B966EF">
          <w:rPr>
            <w:rStyle w:val="Hyperlink"/>
            <w:noProof/>
          </w:rPr>
          <w:t>Allowable Unconditioned Heat into ISS</w:t>
        </w:r>
        <w:r w:rsidR="009029B3">
          <w:rPr>
            <w:noProof/>
            <w:webHidden/>
          </w:rPr>
          <w:tab/>
        </w:r>
        <w:r w:rsidR="009029B3">
          <w:rPr>
            <w:noProof/>
            <w:webHidden/>
          </w:rPr>
          <w:fldChar w:fldCharType="begin"/>
        </w:r>
        <w:r w:rsidR="009029B3">
          <w:rPr>
            <w:noProof/>
            <w:webHidden/>
          </w:rPr>
          <w:instrText xml:space="preserve"> PAGEREF _Toc519682730 \h </w:instrText>
        </w:r>
        <w:r w:rsidR="009029B3">
          <w:rPr>
            <w:noProof/>
            <w:webHidden/>
          </w:rPr>
        </w:r>
        <w:r w:rsidR="009029B3">
          <w:rPr>
            <w:noProof/>
            <w:webHidden/>
          </w:rPr>
          <w:fldChar w:fldCharType="separate"/>
        </w:r>
        <w:r w:rsidR="009029B3">
          <w:rPr>
            <w:noProof/>
            <w:webHidden/>
          </w:rPr>
          <w:t>9</w:t>
        </w:r>
        <w:r w:rsidR="009029B3">
          <w:rPr>
            <w:noProof/>
            <w:webHidden/>
          </w:rPr>
          <w:fldChar w:fldCharType="end"/>
        </w:r>
      </w:hyperlink>
    </w:p>
    <w:p w14:paraId="40020C4E" w14:textId="3B99F34B" w:rsidR="009029B3" w:rsidRDefault="00896AA9">
      <w:pPr>
        <w:pStyle w:val="TOC1"/>
        <w:tabs>
          <w:tab w:val="left" w:pos="480"/>
        </w:tabs>
        <w:rPr>
          <w:rFonts w:asciiTheme="minorHAnsi" w:eastAsiaTheme="minorEastAsia" w:hAnsiTheme="minorHAnsi" w:cstheme="minorBidi"/>
          <w:bCs w:val="0"/>
          <w:noProof/>
          <w:kern w:val="0"/>
          <w:sz w:val="22"/>
          <w:szCs w:val="22"/>
        </w:rPr>
      </w:pPr>
      <w:hyperlink w:anchor="_Toc519682731" w:history="1">
        <w:r w:rsidR="009029B3" w:rsidRPr="00B966EF">
          <w:rPr>
            <w:rStyle w:val="Hyperlink"/>
            <w:noProof/>
          </w:rPr>
          <w:t>5.</w:t>
        </w:r>
        <w:r w:rsidR="009029B3">
          <w:rPr>
            <w:rFonts w:asciiTheme="minorHAnsi" w:eastAsiaTheme="minorEastAsia" w:hAnsiTheme="minorHAnsi" w:cstheme="minorBidi"/>
            <w:bCs w:val="0"/>
            <w:noProof/>
            <w:kern w:val="0"/>
            <w:sz w:val="22"/>
            <w:szCs w:val="22"/>
          </w:rPr>
          <w:tab/>
        </w:r>
        <w:r w:rsidR="009029B3" w:rsidRPr="00B966EF">
          <w:rPr>
            <w:rStyle w:val="Hyperlink"/>
            <w:noProof/>
          </w:rPr>
          <w:t>Software Interface</w:t>
        </w:r>
        <w:r w:rsidR="009029B3">
          <w:rPr>
            <w:noProof/>
            <w:webHidden/>
          </w:rPr>
          <w:tab/>
        </w:r>
        <w:r w:rsidR="009029B3">
          <w:rPr>
            <w:noProof/>
            <w:webHidden/>
          </w:rPr>
          <w:fldChar w:fldCharType="begin"/>
        </w:r>
        <w:r w:rsidR="009029B3">
          <w:rPr>
            <w:noProof/>
            <w:webHidden/>
          </w:rPr>
          <w:instrText xml:space="preserve"> PAGEREF _Toc519682731 \h </w:instrText>
        </w:r>
        <w:r w:rsidR="009029B3">
          <w:rPr>
            <w:noProof/>
            <w:webHidden/>
          </w:rPr>
        </w:r>
        <w:r w:rsidR="009029B3">
          <w:rPr>
            <w:noProof/>
            <w:webHidden/>
          </w:rPr>
          <w:fldChar w:fldCharType="separate"/>
        </w:r>
        <w:r w:rsidR="009029B3">
          <w:rPr>
            <w:noProof/>
            <w:webHidden/>
          </w:rPr>
          <w:t>9</w:t>
        </w:r>
        <w:r w:rsidR="009029B3">
          <w:rPr>
            <w:noProof/>
            <w:webHidden/>
          </w:rPr>
          <w:fldChar w:fldCharType="end"/>
        </w:r>
      </w:hyperlink>
    </w:p>
    <w:p w14:paraId="299ED47E" w14:textId="65F3D7F8" w:rsidR="009029B3" w:rsidRDefault="00896AA9">
      <w:pPr>
        <w:pStyle w:val="TOC1"/>
        <w:rPr>
          <w:rFonts w:asciiTheme="minorHAnsi" w:eastAsiaTheme="minorEastAsia" w:hAnsiTheme="minorHAnsi" w:cstheme="minorBidi"/>
          <w:bCs w:val="0"/>
          <w:noProof/>
          <w:kern w:val="0"/>
          <w:sz w:val="22"/>
          <w:szCs w:val="22"/>
        </w:rPr>
      </w:pPr>
      <w:hyperlink w:anchor="_Toc519682732" w:history="1">
        <w:r w:rsidR="009029B3" w:rsidRPr="00B966EF">
          <w:rPr>
            <w:rStyle w:val="Hyperlink"/>
            <w:noProof/>
          </w:rPr>
          <w:t>Appendix A: ISS Interface Requirements</w:t>
        </w:r>
        <w:r w:rsidR="009029B3">
          <w:rPr>
            <w:noProof/>
            <w:webHidden/>
          </w:rPr>
          <w:tab/>
        </w:r>
        <w:r w:rsidR="009029B3">
          <w:rPr>
            <w:noProof/>
            <w:webHidden/>
          </w:rPr>
          <w:fldChar w:fldCharType="begin"/>
        </w:r>
        <w:r w:rsidR="009029B3">
          <w:rPr>
            <w:noProof/>
            <w:webHidden/>
          </w:rPr>
          <w:instrText xml:space="preserve"> PAGEREF _Toc519682732 \h </w:instrText>
        </w:r>
        <w:r w:rsidR="009029B3">
          <w:rPr>
            <w:noProof/>
            <w:webHidden/>
          </w:rPr>
        </w:r>
        <w:r w:rsidR="009029B3">
          <w:rPr>
            <w:noProof/>
            <w:webHidden/>
          </w:rPr>
          <w:fldChar w:fldCharType="separate"/>
        </w:r>
        <w:r w:rsidR="009029B3">
          <w:rPr>
            <w:noProof/>
            <w:webHidden/>
          </w:rPr>
          <w:t>10</w:t>
        </w:r>
        <w:r w:rsidR="009029B3">
          <w:rPr>
            <w:noProof/>
            <w:webHidden/>
          </w:rPr>
          <w:fldChar w:fldCharType="end"/>
        </w:r>
      </w:hyperlink>
    </w:p>
    <w:p w14:paraId="4D4ABC8A" w14:textId="555489F0" w:rsidR="009029B3" w:rsidRDefault="00896AA9">
      <w:pPr>
        <w:pStyle w:val="TOC2"/>
        <w:tabs>
          <w:tab w:val="left" w:pos="840"/>
          <w:tab w:val="right" w:leader="dot" w:pos="9350"/>
        </w:tabs>
        <w:rPr>
          <w:rFonts w:asciiTheme="minorHAnsi" w:eastAsiaTheme="minorEastAsia" w:hAnsiTheme="minorHAnsi" w:cstheme="minorBidi"/>
          <w:b w:val="0"/>
          <w:bCs w:val="0"/>
          <w:noProof/>
          <w:kern w:val="0"/>
          <w:sz w:val="22"/>
          <w:szCs w:val="22"/>
        </w:rPr>
      </w:pPr>
      <w:hyperlink w:anchor="_Toc519682733" w:history="1">
        <w:r w:rsidR="009029B3" w:rsidRPr="00B966EF">
          <w:rPr>
            <w:rStyle w:val="Hyperlink"/>
            <w:noProof/>
          </w:rPr>
          <w:t>ISS.1</w:t>
        </w:r>
        <w:r w:rsidR="009029B3">
          <w:rPr>
            <w:rFonts w:asciiTheme="minorHAnsi" w:eastAsiaTheme="minorEastAsia" w:hAnsiTheme="minorHAnsi" w:cstheme="minorBidi"/>
            <w:b w:val="0"/>
            <w:bCs w:val="0"/>
            <w:noProof/>
            <w:kern w:val="0"/>
            <w:sz w:val="22"/>
            <w:szCs w:val="22"/>
          </w:rPr>
          <w:tab/>
        </w:r>
        <w:r w:rsidR="009029B3" w:rsidRPr="00B966EF">
          <w:rPr>
            <w:rStyle w:val="Hyperlink"/>
            <w:noProof/>
          </w:rPr>
          <w:t>Mechanical Interface</w:t>
        </w:r>
        <w:r w:rsidR="009029B3">
          <w:rPr>
            <w:noProof/>
            <w:webHidden/>
          </w:rPr>
          <w:tab/>
        </w:r>
        <w:r w:rsidR="009029B3">
          <w:rPr>
            <w:noProof/>
            <w:webHidden/>
          </w:rPr>
          <w:fldChar w:fldCharType="begin"/>
        </w:r>
        <w:r w:rsidR="009029B3">
          <w:rPr>
            <w:noProof/>
            <w:webHidden/>
          </w:rPr>
          <w:instrText xml:space="preserve"> PAGEREF _Toc519682733 \h </w:instrText>
        </w:r>
        <w:r w:rsidR="009029B3">
          <w:rPr>
            <w:noProof/>
            <w:webHidden/>
          </w:rPr>
        </w:r>
        <w:r w:rsidR="009029B3">
          <w:rPr>
            <w:noProof/>
            <w:webHidden/>
          </w:rPr>
          <w:fldChar w:fldCharType="separate"/>
        </w:r>
        <w:r w:rsidR="009029B3">
          <w:rPr>
            <w:noProof/>
            <w:webHidden/>
          </w:rPr>
          <w:t>10</w:t>
        </w:r>
        <w:r w:rsidR="009029B3">
          <w:rPr>
            <w:noProof/>
            <w:webHidden/>
          </w:rPr>
          <w:fldChar w:fldCharType="end"/>
        </w:r>
      </w:hyperlink>
    </w:p>
    <w:p w14:paraId="472FE102" w14:textId="279CBB93"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34" w:history="1">
        <w:r w:rsidR="009029B3" w:rsidRPr="00B966EF">
          <w:rPr>
            <w:rStyle w:val="Hyperlink"/>
            <w:bCs/>
            <w:noProof/>
          </w:rPr>
          <w:t>ISS.1.1</w:t>
        </w:r>
        <w:r w:rsidR="009029B3">
          <w:rPr>
            <w:rFonts w:asciiTheme="minorHAnsi" w:eastAsiaTheme="minorEastAsia" w:hAnsiTheme="minorHAnsi" w:cstheme="minorBidi"/>
            <w:b w:val="0"/>
            <w:noProof/>
            <w:kern w:val="0"/>
            <w:szCs w:val="22"/>
          </w:rPr>
          <w:tab/>
        </w:r>
        <w:r w:rsidR="009029B3" w:rsidRPr="00B966EF">
          <w:rPr>
            <w:rStyle w:val="Hyperlink"/>
            <w:noProof/>
          </w:rPr>
          <w:t>Instrument Mount Bosses</w:t>
        </w:r>
        <w:r w:rsidR="009029B3">
          <w:rPr>
            <w:noProof/>
            <w:webHidden/>
          </w:rPr>
          <w:tab/>
        </w:r>
        <w:r w:rsidR="009029B3">
          <w:rPr>
            <w:noProof/>
            <w:webHidden/>
          </w:rPr>
          <w:fldChar w:fldCharType="begin"/>
        </w:r>
        <w:r w:rsidR="009029B3">
          <w:rPr>
            <w:noProof/>
            <w:webHidden/>
          </w:rPr>
          <w:instrText xml:space="preserve"> PAGEREF _Toc519682734 \h </w:instrText>
        </w:r>
        <w:r w:rsidR="009029B3">
          <w:rPr>
            <w:noProof/>
            <w:webHidden/>
          </w:rPr>
        </w:r>
        <w:r w:rsidR="009029B3">
          <w:rPr>
            <w:noProof/>
            <w:webHidden/>
          </w:rPr>
          <w:fldChar w:fldCharType="separate"/>
        </w:r>
        <w:r w:rsidR="009029B3">
          <w:rPr>
            <w:noProof/>
            <w:webHidden/>
          </w:rPr>
          <w:t>10</w:t>
        </w:r>
        <w:r w:rsidR="009029B3">
          <w:rPr>
            <w:noProof/>
            <w:webHidden/>
          </w:rPr>
          <w:fldChar w:fldCharType="end"/>
        </w:r>
      </w:hyperlink>
    </w:p>
    <w:p w14:paraId="12D7F2A1" w14:textId="5EED87A7"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35" w:history="1">
        <w:r w:rsidR="009029B3" w:rsidRPr="00B966EF">
          <w:rPr>
            <w:rStyle w:val="Hyperlink"/>
            <w:bCs/>
            <w:noProof/>
          </w:rPr>
          <w:t>ISS.1.2</w:t>
        </w:r>
        <w:r w:rsidR="009029B3">
          <w:rPr>
            <w:rFonts w:asciiTheme="minorHAnsi" w:eastAsiaTheme="minorEastAsia" w:hAnsiTheme="minorHAnsi" w:cstheme="minorBidi"/>
            <w:b w:val="0"/>
            <w:noProof/>
            <w:kern w:val="0"/>
            <w:szCs w:val="22"/>
          </w:rPr>
          <w:tab/>
        </w:r>
        <w:r w:rsidR="009029B3" w:rsidRPr="00B966EF">
          <w:rPr>
            <w:rStyle w:val="Hyperlink"/>
            <w:noProof/>
          </w:rPr>
          <w:t>Loads on Instrument Mount Bosses</w:t>
        </w:r>
        <w:r w:rsidR="009029B3">
          <w:rPr>
            <w:noProof/>
            <w:webHidden/>
          </w:rPr>
          <w:tab/>
        </w:r>
        <w:r w:rsidR="009029B3">
          <w:rPr>
            <w:noProof/>
            <w:webHidden/>
          </w:rPr>
          <w:fldChar w:fldCharType="begin"/>
        </w:r>
        <w:r w:rsidR="009029B3">
          <w:rPr>
            <w:noProof/>
            <w:webHidden/>
          </w:rPr>
          <w:instrText xml:space="preserve"> PAGEREF _Toc519682735 \h </w:instrText>
        </w:r>
        <w:r w:rsidR="009029B3">
          <w:rPr>
            <w:noProof/>
            <w:webHidden/>
          </w:rPr>
        </w:r>
        <w:r w:rsidR="009029B3">
          <w:rPr>
            <w:noProof/>
            <w:webHidden/>
          </w:rPr>
          <w:fldChar w:fldCharType="separate"/>
        </w:r>
        <w:r w:rsidR="009029B3">
          <w:rPr>
            <w:noProof/>
            <w:webHidden/>
          </w:rPr>
          <w:t>10</w:t>
        </w:r>
        <w:r w:rsidR="009029B3">
          <w:rPr>
            <w:noProof/>
            <w:webHidden/>
          </w:rPr>
          <w:fldChar w:fldCharType="end"/>
        </w:r>
      </w:hyperlink>
    </w:p>
    <w:p w14:paraId="0183C95B" w14:textId="065D2324"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36" w:history="1">
        <w:r w:rsidR="009029B3" w:rsidRPr="00B966EF">
          <w:rPr>
            <w:rStyle w:val="Hyperlink"/>
            <w:bCs/>
            <w:noProof/>
          </w:rPr>
          <w:t>ISS.1.3</w:t>
        </w:r>
        <w:r w:rsidR="009029B3">
          <w:rPr>
            <w:rFonts w:asciiTheme="minorHAnsi" w:eastAsiaTheme="minorEastAsia" w:hAnsiTheme="minorHAnsi" w:cstheme="minorBidi"/>
            <w:b w:val="0"/>
            <w:noProof/>
            <w:kern w:val="0"/>
            <w:szCs w:val="22"/>
          </w:rPr>
          <w:tab/>
        </w:r>
        <w:r w:rsidR="009029B3" w:rsidRPr="00B966EF">
          <w:rPr>
            <w:rStyle w:val="Hyperlink"/>
            <w:noProof/>
          </w:rPr>
          <w:t>Instrument Fastener Torqueing</w:t>
        </w:r>
        <w:r w:rsidR="009029B3">
          <w:rPr>
            <w:noProof/>
            <w:webHidden/>
          </w:rPr>
          <w:tab/>
        </w:r>
        <w:r w:rsidR="009029B3">
          <w:rPr>
            <w:noProof/>
            <w:webHidden/>
          </w:rPr>
          <w:fldChar w:fldCharType="begin"/>
        </w:r>
        <w:r w:rsidR="009029B3">
          <w:rPr>
            <w:noProof/>
            <w:webHidden/>
          </w:rPr>
          <w:instrText xml:space="preserve"> PAGEREF _Toc519682736 \h </w:instrText>
        </w:r>
        <w:r w:rsidR="009029B3">
          <w:rPr>
            <w:noProof/>
            <w:webHidden/>
          </w:rPr>
        </w:r>
        <w:r w:rsidR="009029B3">
          <w:rPr>
            <w:noProof/>
            <w:webHidden/>
          </w:rPr>
          <w:fldChar w:fldCharType="separate"/>
        </w:r>
        <w:r w:rsidR="009029B3">
          <w:rPr>
            <w:noProof/>
            <w:webHidden/>
          </w:rPr>
          <w:t>10</w:t>
        </w:r>
        <w:r w:rsidR="009029B3">
          <w:rPr>
            <w:noProof/>
            <w:webHidden/>
          </w:rPr>
          <w:fldChar w:fldCharType="end"/>
        </w:r>
      </w:hyperlink>
    </w:p>
    <w:p w14:paraId="37D06ABF" w14:textId="58BE5592"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37" w:history="1">
        <w:r w:rsidR="009029B3" w:rsidRPr="00B966EF">
          <w:rPr>
            <w:rStyle w:val="Hyperlink"/>
            <w:bCs/>
            <w:noProof/>
          </w:rPr>
          <w:t>ISS.1.4</w:t>
        </w:r>
        <w:r w:rsidR="009029B3">
          <w:rPr>
            <w:rFonts w:asciiTheme="minorHAnsi" w:eastAsiaTheme="minorEastAsia" w:hAnsiTheme="minorHAnsi" w:cstheme="minorBidi"/>
            <w:b w:val="0"/>
            <w:noProof/>
            <w:kern w:val="0"/>
            <w:szCs w:val="22"/>
          </w:rPr>
          <w:tab/>
        </w:r>
        <w:r w:rsidR="009029B3" w:rsidRPr="00B966EF">
          <w:rPr>
            <w:rStyle w:val="Hyperlink"/>
            <w:noProof/>
          </w:rPr>
          <w:t>Loads on Instrument M12 Fasteners</w:t>
        </w:r>
        <w:r w:rsidR="009029B3">
          <w:rPr>
            <w:noProof/>
            <w:webHidden/>
          </w:rPr>
          <w:tab/>
        </w:r>
        <w:r w:rsidR="009029B3">
          <w:rPr>
            <w:noProof/>
            <w:webHidden/>
          </w:rPr>
          <w:fldChar w:fldCharType="begin"/>
        </w:r>
        <w:r w:rsidR="009029B3">
          <w:rPr>
            <w:noProof/>
            <w:webHidden/>
          </w:rPr>
          <w:instrText xml:space="preserve"> PAGEREF _Toc519682737 \h </w:instrText>
        </w:r>
        <w:r w:rsidR="009029B3">
          <w:rPr>
            <w:noProof/>
            <w:webHidden/>
          </w:rPr>
        </w:r>
        <w:r w:rsidR="009029B3">
          <w:rPr>
            <w:noProof/>
            <w:webHidden/>
          </w:rPr>
          <w:fldChar w:fldCharType="separate"/>
        </w:r>
        <w:r w:rsidR="009029B3">
          <w:rPr>
            <w:noProof/>
            <w:webHidden/>
          </w:rPr>
          <w:t>10</w:t>
        </w:r>
        <w:r w:rsidR="009029B3">
          <w:rPr>
            <w:noProof/>
            <w:webHidden/>
          </w:rPr>
          <w:fldChar w:fldCharType="end"/>
        </w:r>
      </w:hyperlink>
    </w:p>
    <w:p w14:paraId="519BEE30" w14:textId="72469B7E"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38" w:history="1">
        <w:r w:rsidR="009029B3" w:rsidRPr="00B966EF">
          <w:rPr>
            <w:rStyle w:val="Hyperlink"/>
            <w:bCs/>
            <w:noProof/>
          </w:rPr>
          <w:t>ISS.1.5</w:t>
        </w:r>
        <w:r w:rsidR="009029B3">
          <w:rPr>
            <w:rFonts w:asciiTheme="minorHAnsi" w:eastAsiaTheme="minorEastAsia" w:hAnsiTheme="minorHAnsi" w:cstheme="minorBidi"/>
            <w:b w:val="0"/>
            <w:noProof/>
            <w:kern w:val="0"/>
            <w:szCs w:val="22"/>
          </w:rPr>
          <w:tab/>
        </w:r>
        <w:r w:rsidR="009029B3" w:rsidRPr="00B966EF">
          <w:rPr>
            <w:rStyle w:val="Hyperlink"/>
            <w:noProof/>
          </w:rPr>
          <w:t>Space Envelope</w:t>
        </w:r>
        <w:r w:rsidR="009029B3">
          <w:rPr>
            <w:noProof/>
            <w:webHidden/>
          </w:rPr>
          <w:tab/>
        </w:r>
        <w:r w:rsidR="009029B3">
          <w:rPr>
            <w:noProof/>
            <w:webHidden/>
          </w:rPr>
          <w:fldChar w:fldCharType="begin"/>
        </w:r>
        <w:r w:rsidR="009029B3">
          <w:rPr>
            <w:noProof/>
            <w:webHidden/>
          </w:rPr>
          <w:instrText xml:space="preserve"> PAGEREF _Toc519682738 \h </w:instrText>
        </w:r>
        <w:r w:rsidR="009029B3">
          <w:rPr>
            <w:noProof/>
            <w:webHidden/>
          </w:rPr>
        </w:r>
        <w:r w:rsidR="009029B3">
          <w:rPr>
            <w:noProof/>
            <w:webHidden/>
          </w:rPr>
          <w:fldChar w:fldCharType="separate"/>
        </w:r>
        <w:r w:rsidR="009029B3">
          <w:rPr>
            <w:noProof/>
            <w:webHidden/>
          </w:rPr>
          <w:t>10</w:t>
        </w:r>
        <w:r w:rsidR="009029B3">
          <w:rPr>
            <w:noProof/>
            <w:webHidden/>
          </w:rPr>
          <w:fldChar w:fldCharType="end"/>
        </w:r>
      </w:hyperlink>
    </w:p>
    <w:p w14:paraId="660D93B5" w14:textId="4074E3CD"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39" w:history="1">
        <w:r w:rsidR="009029B3" w:rsidRPr="00B966EF">
          <w:rPr>
            <w:rStyle w:val="Hyperlink"/>
            <w:bCs/>
            <w:noProof/>
          </w:rPr>
          <w:t>ISS.1.6</w:t>
        </w:r>
        <w:r w:rsidR="009029B3">
          <w:rPr>
            <w:rFonts w:asciiTheme="minorHAnsi" w:eastAsiaTheme="minorEastAsia" w:hAnsiTheme="minorHAnsi" w:cstheme="minorBidi"/>
            <w:b w:val="0"/>
            <w:noProof/>
            <w:kern w:val="0"/>
            <w:szCs w:val="22"/>
          </w:rPr>
          <w:tab/>
        </w:r>
        <w:r w:rsidR="009029B3" w:rsidRPr="00B966EF">
          <w:rPr>
            <w:rStyle w:val="Hyperlink"/>
            <w:noProof/>
          </w:rPr>
          <w:t>Mass</w:t>
        </w:r>
        <w:r w:rsidR="009029B3">
          <w:rPr>
            <w:noProof/>
            <w:webHidden/>
          </w:rPr>
          <w:tab/>
        </w:r>
        <w:r w:rsidR="009029B3">
          <w:rPr>
            <w:noProof/>
            <w:webHidden/>
          </w:rPr>
          <w:fldChar w:fldCharType="begin"/>
        </w:r>
        <w:r w:rsidR="009029B3">
          <w:rPr>
            <w:noProof/>
            <w:webHidden/>
          </w:rPr>
          <w:instrText xml:space="preserve"> PAGEREF _Toc519682739 \h </w:instrText>
        </w:r>
        <w:r w:rsidR="009029B3">
          <w:rPr>
            <w:noProof/>
            <w:webHidden/>
          </w:rPr>
        </w:r>
        <w:r w:rsidR="009029B3">
          <w:rPr>
            <w:noProof/>
            <w:webHidden/>
          </w:rPr>
          <w:fldChar w:fldCharType="separate"/>
        </w:r>
        <w:r w:rsidR="009029B3">
          <w:rPr>
            <w:noProof/>
            <w:webHidden/>
          </w:rPr>
          <w:t>11</w:t>
        </w:r>
        <w:r w:rsidR="009029B3">
          <w:rPr>
            <w:noProof/>
            <w:webHidden/>
          </w:rPr>
          <w:fldChar w:fldCharType="end"/>
        </w:r>
      </w:hyperlink>
    </w:p>
    <w:p w14:paraId="31E872A7" w14:textId="2C8339E9"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40" w:history="1">
        <w:r w:rsidR="009029B3" w:rsidRPr="00B966EF">
          <w:rPr>
            <w:rStyle w:val="Hyperlink"/>
            <w:bCs/>
            <w:noProof/>
          </w:rPr>
          <w:t>ISS.1.7</w:t>
        </w:r>
        <w:r w:rsidR="009029B3">
          <w:rPr>
            <w:rFonts w:asciiTheme="minorHAnsi" w:eastAsiaTheme="minorEastAsia" w:hAnsiTheme="minorHAnsi" w:cstheme="minorBidi"/>
            <w:b w:val="0"/>
            <w:noProof/>
            <w:kern w:val="0"/>
            <w:szCs w:val="22"/>
          </w:rPr>
          <w:tab/>
        </w:r>
        <w:r w:rsidR="009029B3" w:rsidRPr="00B966EF">
          <w:rPr>
            <w:rStyle w:val="Hyperlink"/>
            <w:noProof/>
          </w:rPr>
          <w:t>Center of Gravity Location</w:t>
        </w:r>
        <w:r w:rsidR="009029B3">
          <w:rPr>
            <w:noProof/>
            <w:webHidden/>
          </w:rPr>
          <w:tab/>
        </w:r>
        <w:r w:rsidR="009029B3">
          <w:rPr>
            <w:noProof/>
            <w:webHidden/>
          </w:rPr>
          <w:fldChar w:fldCharType="begin"/>
        </w:r>
        <w:r w:rsidR="009029B3">
          <w:rPr>
            <w:noProof/>
            <w:webHidden/>
          </w:rPr>
          <w:instrText xml:space="preserve"> PAGEREF _Toc519682740 \h </w:instrText>
        </w:r>
        <w:r w:rsidR="009029B3">
          <w:rPr>
            <w:noProof/>
            <w:webHidden/>
          </w:rPr>
        </w:r>
        <w:r w:rsidR="009029B3">
          <w:rPr>
            <w:noProof/>
            <w:webHidden/>
          </w:rPr>
          <w:fldChar w:fldCharType="separate"/>
        </w:r>
        <w:r w:rsidR="009029B3">
          <w:rPr>
            <w:noProof/>
            <w:webHidden/>
          </w:rPr>
          <w:t>11</w:t>
        </w:r>
        <w:r w:rsidR="009029B3">
          <w:rPr>
            <w:noProof/>
            <w:webHidden/>
          </w:rPr>
          <w:fldChar w:fldCharType="end"/>
        </w:r>
      </w:hyperlink>
    </w:p>
    <w:p w14:paraId="3D8339B9" w14:textId="53FA4047"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41" w:history="1">
        <w:r w:rsidR="009029B3" w:rsidRPr="00B966EF">
          <w:rPr>
            <w:rStyle w:val="Hyperlink"/>
            <w:bCs/>
            <w:noProof/>
          </w:rPr>
          <w:t>ISS.1.8</w:t>
        </w:r>
        <w:r w:rsidR="009029B3">
          <w:rPr>
            <w:rFonts w:asciiTheme="minorHAnsi" w:eastAsiaTheme="minorEastAsia" w:hAnsiTheme="minorHAnsi" w:cstheme="minorBidi"/>
            <w:b w:val="0"/>
            <w:noProof/>
            <w:kern w:val="0"/>
            <w:szCs w:val="22"/>
          </w:rPr>
          <w:tab/>
        </w:r>
        <w:r w:rsidR="009029B3" w:rsidRPr="00B966EF">
          <w:rPr>
            <w:rStyle w:val="Hyperlink"/>
            <w:noProof/>
          </w:rPr>
          <w:t>Out of Balance</w:t>
        </w:r>
        <w:r w:rsidR="009029B3">
          <w:rPr>
            <w:noProof/>
            <w:webHidden/>
          </w:rPr>
          <w:tab/>
        </w:r>
        <w:r w:rsidR="009029B3">
          <w:rPr>
            <w:noProof/>
            <w:webHidden/>
          </w:rPr>
          <w:fldChar w:fldCharType="begin"/>
        </w:r>
        <w:r w:rsidR="009029B3">
          <w:rPr>
            <w:noProof/>
            <w:webHidden/>
          </w:rPr>
          <w:instrText xml:space="preserve"> PAGEREF _Toc519682741 \h </w:instrText>
        </w:r>
        <w:r w:rsidR="009029B3">
          <w:rPr>
            <w:noProof/>
            <w:webHidden/>
          </w:rPr>
        </w:r>
        <w:r w:rsidR="009029B3">
          <w:rPr>
            <w:noProof/>
            <w:webHidden/>
          </w:rPr>
          <w:fldChar w:fldCharType="separate"/>
        </w:r>
        <w:r w:rsidR="009029B3">
          <w:rPr>
            <w:noProof/>
            <w:webHidden/>
          </w:rPr>
          <w:t>11</w:t>
        </w:r>
        <w:r w:rsidR="009029B3">
          <w:rPr>
            <w:noProof/>
            <w:webHidden/>
          </w:rPr>
          <w:fldChar w:fldCharType="end"/>
        </w:r>
      </w:hyperlink>
    </w:p>
    <w:p w14:paraId="6E4A4BDD" w14:textId="3597B8A2"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42" w:history="1">
        <w:r w:rsidR="009029B3" w:rsidRPr="00B966EF">
          <w:rPr>
            <w:rStyle w:val="Hyperlink"/>
            <w:bCs/>
            <w:noProof/>
          </w:rPr>
          <w:t>ISS.1.9</w:t>
        </w:r>
        <w:r w:rsidR="009029B3">
          <w:rPr>
            <w:rFonts w:asciiTheme="minorHAnsi" w:eastAsiaTheme="minorEastAsia" w:hAnsiTheme="minorHAnsi" w:cstheme="minorBidi"/>
            <w:b w:val="0"/>
            <w:noProof/>
            <w:kern w:val="0"/>
            <w:szCs w:val="22"/>
          </w:rPr>
          <w:tab/>
        </w:r>
        <w:r w:rsidR="009029B3" w:rsidRPr="00B966EF">
          <w:rPr>
            <w:rStyle w:val="Hyperlink"/>
            <w:noProof/>
          </w:rPr>
          <w:t>Induced Vibrations in ISS</w:t>
        </w:r>
        <w:r w:rsidR="009029B3">
          <w:rPr>
            <w:noProof/>
            <w:webHidden/>
          </w:rPr>
          <w:tab/>
        </w:r>
        <w:r w:rsidR="009029B3">
          <w:rPr>
            <w:noProof/>
            <w:webHidden/>
          </w:rPr>
          <w:fldChar w:fldCharType="begin"/>
        </w:r>
        <w:r w:rsidR="009029B3">
          <w:rPr>
            <w:noProof/>
            <w:webHidden/>
          </w:rPr>
          <w:instrText xml:space="preserve"> PAGEREF _Toc519682742 \h </w:instrText>
        </w:r>
        <w:r w:rsidR="009029B3">
          <w:rPr>
            <w:noProof/>
            <w:webHidden/>
          </w:rPr>
        </w:r>
        <w:r w:rsidR="009029B3">
          <w:rPr>
            <w:noProof/>
            <w:webHidden/>
          </w:rPr>
          <w:fldChar w:fldCharType="separate"/>
        </w:r>
        <w:r w:rsidR="009029B3">
          <w:rPr>
            <w:noProof/>
            <w:webHidden/>
          </w:rPr>
          <w:t>11</w:t>
        </w:r>
        <w:r w:rsidR="009029B3">
          <w:rPr>
            <w:noProof/>
            <w:webHidden/>
          </w:rPr>
          <w:fldChar w:fldCharType="end"/>
        </w:r>
      </w:hyperlink>
    </w:p>
    <w:p w14:paraId="334D5F70" w14:textId="429D38B4" w:rsidR="009029B3" w:rsidRDefault="00896AA9">
      <w:pPr>
        <w:pStyle w:val="TOC2"/>
        <w:tabs>
          <w:tab w:val="left" w:pos="840"/>
          <w:tab w:val="right" w:leader="dot" w:pos="9350"/>
        </w:tabs>
        <w:rPr>
          <w:rFonts w:asciiTheme="minorHAnsi" w:eastAsiaTheme="minorEastAsia" w:hAnsiTheme="minorHAnsi" w:cstheme="minorBidi"/>
          <w:b w:val="0"/>
          <w:bCs w:val="0"/>
          <w:noProof/>
          <w:kern w:val="0"/>
          <w:sz w:val="22"/>
          <w:szCs w:val="22"/>
        </w:rPr>
      </w:pPr>
      <w:hyperlink w:anchor="_Toc519682743" w:history="1">
        <w:r w:rsidR="009029B3" w:rsidRPr="00B966EF">
          <w:rPr>
            <w:rStyle w:val="Hyperlink"/>
            <w:noProof/>
          </w:rPr>
          <w:t>ISS.2</w:t>
        </w:r>
        <w:r w:rsidR="009029B3">
          <w:rPr>
            <w:rFonts w:asciiTheme="minorHAnsi" w:eastAsiaTheme="minorEastAsia" w:hAnsiTheme="minorHAnsi" w:cstheme="minorBidi"/>
            <w:b w:val="0"/>
            <w:bCs w:val="0"/>
            <w:noProof/>
            <w:kern w:val="0"/>
            <w:sz w:val="22"/>
            <w:szCs w:val="22"/>
          </w:rPr>
          <w:tab/>
        </w:r>
        <w:r w:rsidR="009029B3" w:rsidRPr="00B966EF">
          <w:rPr>
            <w:rStyle w:val="Hyperlink"/>
            <w:noProof/>
          </w:rPr>
          <w:t>Optical Interface</w:t>
        </w:r>
        <w:r w:rsidR="009029B3">
          <w:rPr>
            <w:noProof/>
            <w:webHidden/>
          </w:rPr>
          <w:tab/>
        </w:r>
        <w:r w:rsidR="009029B3">
          <w:rPr>
            <w:noProof/>
            <w:webHidden/>
          </w:rPr>
          <w:fldChar w:fldCharType="begin"/>
        </w:r>
        <w:r w:rsidR="009029B3">
          <w:rPr>
            <w:noProof/>
            <w:webHidden/>
          </w:rPr>
          <w:instrText xml:space="preserve"> PAGEREF _Toc519682743 \h </w:instrText>
        </w:r>
        <w:r w:rsidR="009029B3">
          <w:rPr>
            <w:noProof/>
            <w:webHidden/>
          </w:rPr>
        </w:r>
        <w:r w:rsidR="009029B3">
          <w:rPr>
            <w:noProof/>
            <w:webHidden/>
          </w:rPr>
          <w:fldChar w:fldCharType="separate"/>
        </w:r>
        <w:r w:rsidR="009029B3">
          <w:rPr>
            <w:noProof/>
            <w:webHidden/>
          </w:rPr>
          <w:t>12</w:t>
        </w:r>
        <w:r w:rsidR="009029B3">
          <w:rPr>
            <w:noProof/>
            <w:webHidden/>
          </w:rPr>
          <w:fldChar w:fldCharType="end"/>
        </w:r>
      </w:hyperlink>
    </w:p>
    <w:p w14:paraId="3A5312CC" w14:textId="2CD64F23"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44" w:history="1">
        <w:r w:rsidR="009029B3" w:rsidRPr="00B966EF">
          <w:rPr>
            <w:rStyle w:val="Hyperlink"/>
            <w:bCs/>
            <w:noProof/>
          </w:rPr>
          <w:t>ISS.2.1</w:t>
        </w:r>
        <w:r w:rsidR="009029B3">
          <w:rPr>
            <w:rFonts w:asciiTheme="minorHAnsi" w:eastAsiaTheme="minorEastAsia" w:hAnsiTheme="minorHAnsi" w:cstheme="minorBidi"/>
            <w:b w:val="0"/>
            <w:noProof/>
            <w:kern w:val="0"/>
            <w:szCs w:val="22"/>
          </w:rPr>
          <w:tab/>
        </w:r>
        <w:r w:rsidR="009029B3" w:rsidRPr="00B966EF">
          <w:rPr>
            <w:rStyle w:val="Hyperlink"/>
            <w:noProof/>
          </w:rPr>
          <w:t>Instrument Optical Interface</w:t>
        </w:r>
        <w:r w:rsidR="009029B3">
          <w:rPr>
            <w:noProof/>
            <w:webHidden/>
          </w:rPr>
          <w:tab/>
        </w:r>
        <w:r w:rsidR="009029B3">
          <w:rPr>
            <w:noProof/>
            <w:webHidden/>
          </w:rPr>
          <w:fldChar w:fldCharType="begin"/>
        </w:r>
        <w:r w:rsidR="009029B3">
          <w:rPr>
            <w:noProof/>
            <w:webHidden/>
          </w:rPr>
          <w:instrText xml:space="preserve"> PAGEREF _Toc519682744 \h </w:instrText>
        </w:r>
        <w:r w:rsidR="009029B3">
          <w:rPr>
            <w:noProof/>
            <w:webHidden/>
          </w:rPr>
        </w:r>
        <w:r w:rsidR="009029B3">
          <w:rPr>
            <w:noProof/>
            <w:webHidden/>
          </w:rPr>
          <w:fldChar w:fldCharType="separate"/>
        </w:r>
        <w:r w:rsidR="009029B3">
          <w:rPr>
            <w:noProof/>
            <w:webHidden/>
          </w:rPr>
          <w:t>12</w:t>
        </w:r>
        <w:r w:rsidR="009029B3">
          <w:rPr>
            <w:noProof/>
            <w:webHidden/>
          </w:rPr>
          <w:fldChar w:fldCharType="end"/>
        </w:r>
      </w:hyperlink>
    </w:p>
    <w:p w14:paraId="2004DE0C" w14:textId="2D23045F"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45" w:history="1">
        <w:r w:rsidR="009029B3" w:rsidRPr="00B966EF">
          <w:rPr>
            <w:rStyle w:val="Hyperlink"/>
            <w:bCs/>
            <w:noProof/>
          </w:rPr>
          <w:t>ISS.2.2</w:t>
        </w:r>
        <w:r w:rsidR="009029B3">
          <w:rPr>
            <w:rFonts w:asciiTheme="minorHAnsi" w:eastAsiaTheme="minorEastAsia" w:hAnsiTheme="minorHAnsi" w:cstheme="minorBidi"/>
            <w:b w:val="0"/>
            <w:noProof/>
            <w:kern w:val="0"/>
            <w:szCs w:val="22"/>
          </w:rPr>
          <w:tab/>
        </w:r>
        <w:r w:rsidR="009029B3" w:rsidRPr="00B966EF">
          <w:rPr>
            <w:rStyle w:val="Hyperlink"/>
            <w:noProof/>
          </w:rPr>
          <w:t>Instrument Optical Interface</w:t>
        </w:r>
        <w:r w:rsidR="009029B3">
          <w:rPr>
            <w:noProof/>
            <w:webHidden/>
          </w:rPr>
          <w:tab/>
        </w:r>
        <w:r w:rsidR="009029B3">
          <w:rPr>
            <w:noProof/>
            <w:webHidden/>
          </w:rPr>
          <w:fldChar w:fldCharType="begin"/>
        </w:r>
        <w:r w:rsidR="009029B3">
          <w:rPr>
            <w:noProof/>
            <w:webHidden/>
          </w:rPr>
          <w:instrText xml:space="preserve"> PAGEREF _Toc519682745 \h </w:instrText>
        </w:r>
        <w:r w:rsidR="009029B3">
          <w:rPr>
            <w:noProof/>
            <w:webHidden/>
          </w:rPr>
        </w:r>
        <w:r w:rsidR="009029B3">
          <w:rPr>
            <w:noProof/>
            <w:webHidden/>
          </w:rPr>
          <w:fldChar w:fldCharType="separate"/>
        </w:r>
        <w:r w:rsidR="009029B3">
          <w:rPr>
            <w:noProof/>
            <w:webHidden/>
          </w:rPr>
          <w:t>12</w:t>
        </w:r>
        <w:r w:rsidR="009029B3">
          <w:rPr>
            <w:noProof/>
            <w:webHidden/>
          </w:rPr>
          <w:fldChar w:fldCharType="end"/>
        </w:r>
      </w:hyperlink>
    </w:p>
    <w:p w14:paraId="75C74634" w14:textId="3B3994D7" w:rsidR="009029B3" w:rsidRDefault="00896AA9">
      <w:pPr>
        <w:pStyle w:val="TOC2"/>
        <w:tabs>
          <w:tab w:val="left" w:pos="840"/>
          <w:tab w:val="right" w:leader="dot" w:pos="9350"/>
        </w:tabs>
        <w:rPr>
          <w:rFonts w:asciiTheme="minorHAnsi" w:eastAsiaTheme="minorEastAsia" w:hAnsiTheme="minorHAnsi" w:cstheme="minorBidi"/>
          <w:b w:val="0"/>
          <w:bCs w:val="0"/>
          <w:noProof/>
          <w:kern w:val="0"/>
          <w:sz w:val="22"/>
          <w:szCs w:val="22"/>
        </w:rPr>
      </w:pPr>
      <w:hyperlink w:anchor="_Toc519682746" w:history="1">
        <w:r w:rsidR="009029B3" w:rsidRPr="00B966EF">
          <w:rPr>
            <w:rStyle w:val="Hyperlink"/>
            <w:noProof/>
          </w:rPr>
          <w:t>ISS.3</w:t>
        </w:r>
        <w:r w:rsidR="009029B3">
          <w:rPr>
            <w:rFonts w:asciiTheme="minorHAnsi" w:eastAsiaTheme="minorEastAsia" w:hAnsiTheme="minorHAnsi" w:cstheme="minorBidi"/>
            <w:b w:val="0"/>
            <w:bCs w:val="0"/>
            <w:noProof/>
            <w:kern w:val="0"/>
            <w:sz w:val="22"/>
            <w:szCs w:val="22"/>
          </w:rPr>
          <w:tab/>
        </w:r>
        <w:r w:rsidR="009029B3" w:rsidRPr="00B966EF">
          <w:rPr>
            <w:rStyle w:val="Hyperlink"/>
            <w:noProof/>
          </w:rPr>
          <w:t>Thermal Interface</w:t>
        </w:r>
        <w:r w:rsidR="009029B3">
          <w:rPr>
            <w:noProof/>
            <w:webHidden/>
          </w:rPr>
          <w:tab/>
        </w:r>
        <w:r w:rsidR="009029B3">
          <w:rPr>
            <w:noProof/>
            <w:webHidden/>
          </w:rPr>
          <w:fldChar w:fldCharType="begin"/>
        </w:r>
        <w:r w:rsidR="009029B3">
          <w:rPr>
            <w:noProof/>
            <w:webHidden/>
          </w:rPr>
          <w:instrText xml:space="preserve"> PAGEREF _Toc519682746 \h </w:instrText>
        </w:r>
        <w:r w:rsidR="009029B3">
          <w:rPr>
            <w:noProof/>
            <w:webHidden/>
          </w:rPr>
        </w:r>
        <w:r w:rsidR="009029B3">
          <w:rPr>
            <w:noProof/>
            <w:webHidden/>
          </w:rPr>
          <w:fldChar w:fldCharType="separate"/>
        </w:r>
        <w:r w:rsidR="009029B3">
          <w:rPr>
            <w:noProof/>
            <w:webHidden/>
          </w:rPr>
          <w:t>12</w:t>
        </w:r>
        <w:r w:rsidR="009029B3">
          <w:rPr>
            <w:noProof/>
            <w:webHidden/>
          </w:rPr>
          <w:fldChar w:fldCharType="end"/>
        </w:r>
      </w:hyperlink>
    </w:p>
    <w:p w14:paraId="78DD1C8B" w14:textId="3B390D3F"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47" w:history="1">
        <w:r w:rsidR="009029B3" w:rsidRPr="00B966EF">
          <w:rPr>
            <w:rStyle w:val="Hyperlink"/>
            <w:bCs/>
            <w:noProof/>
          </w:rPr>
          <w:t>ISS.3.1</w:t>
        </w:r>
        <w:r w:rsidR="009029B3">
          <w:rPr>
            <w:rFonts w:asciiTheme="minorHAnsi" w:eastAsiaTheme="minorEastAsia" w:hAnsiTheme="minorHAnsi" w:cstheme="minorBidi"/>
            <w:b w:val="0"/>
            <w:noProof/>
            <w:kern w:val="0"/>
            <w:szCs w:val="22"/>
          </w:rPr>
          <w:tab/>
        </w:r>
        <w:r w:rsidR="009029B3" w:rsidRPr="00B966EF">
          <w:rPr>
            <w:rStyle w:val="Hyperlink"/>
            <w:noProof/>
          </w:rPr>
          <w:t>Heat Released into Dome Environment</w:t>
        </w:r>
        <w:r w:rsidR="009029B3">
          <w:rPr>
            <w:noProof/>
            <w:webHidden/>
          </w:rPr>
          <w:tab/>
        </w:r>
        <w:r w:rsidR="009029B3">
          <w:rPr>
            <w:noProof/>
            <w:webHidden/>
          </w:rPr>
          <w:fldChar w:fldCharType="begin"/>
        </w:r>
        <w:r w:rsidR="009029B3">
          <w:rPr>
            <w:noProof/>
            <w:webHidden/>
          </w:rPr>
          <w:instrText xml:space="preserve"> PAGEREF _Toc519682747 \h </w:instrText>
        </w:r>
        <w:r w:rsidR="009029B3">
          <w:rPr>
            <w:noProof/>
            <w:webHidden/>
          </w:rPr>
        </w:r>
        <w:r w:rsidR="009029B3">
          <w:rPr>
            <w:noProof/>
            <w:webHidden/>
          </w:rPr>
          <w:fldChar w:fldCharType="separate"/>
        </w:r>
        <w:r w:rsidR="009029B3">
          <w:rPr>
            <w:noProof/>
            <w:webHidden/>
          </w:rPr>
          <w:t>12</w:t>
        </w:r>
        <w:r w:rsidR="009029B3">
          <w:rPr>
            <w:noProof/>
            <w:webHidden/>
          </w:rPr>
          <w:fldChar w:fldCharType="end"/>
        </w:r>
      </w:hyperlink>
    </w:p>
    <w:p w14:paraId="559CF0D0" w14:textId="2098C4E0"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48" w:history="1">
        <w:r w:rsidR="009029B3" w:rsidRPr="00B966EF">
          <w:rPr>
            <w:rStyle w:val="Hyperlink"/>
            <w:bCs/>
            <w:noProof/>
          </w:rPr>
          <w:t>ISS.3.2</w:t>
        </w:r>
        <w:r w:rsidR="009029B3">
          <w:rPr>
            <w:rFonts w:asciiTheme="minorHAnsi" w:eastAsiaTheme="minorEastAsia" w:hAnsiTheme="minorHAnsi" w:cstheme="minorBidi"/>
            <w:b w:val="0"/>
            <w:noProof/>
            <w:kern w:val="0"/>
            <w:szCs w:val="22"/>
          </w:rPr>
          <w:tab/>
        </w:r>
        <w:r w:rsidR="009029B3" w:rsidRPr="00B966EF">
          <w:rPr>
            <w:rStyle w:val="Hyperlink"/>
            <w:noProof/>
          </w:rPr>
          <w:t>Instrument Temperature</w:t>
        </w:r>
        <w:r w:rsidR="009029B3">
          <w:rPr>
            <w:noProof/>
            <w:webHidden/>
          </w:rPr>
          <w:tab/>
        </w:r>
        <w:r w:rsidR="009029B3">
          <w:rPr>
            <w:noProof/>
            <w:webHidden/>
          </w:rPr>
          <w:fldChar w:fldCharType="begin"/>
        </w:r>
        <w:r w:rsidR="009029B3">
          <w:rPr>
            <w:noProof/>
            <w:webHidden/>
          </w:rPr>
          <w:instrText xml:space="preserve"> PAGEREF _Toc519682748 \h </w:instrText>
        </w:r>
        <w:r w:rsidR="009029B3">
          <w:rPr>
            <w:noProof/>
            <w:webHidden/>
          </w:rPr>
        </w:r>
        <w:r w:rsidR="009029B3">
          <w:rPr>
            <w:noProof/>
            <w:webHidden/>
          </w:rPr>
          <w:fldChar w:fldCharType="separate"/>
        </w:r>
        <w:r w:rsidR="009029B3">
          <w:rPr>
            <w:noProof/>
            <w:webHidden/>
          </w:rPr>
          <w:t>12</w:t>
        </w:r>
        <w:r w:rsidR="009029B3">
          <w:rPr>
            <w:noProof/>
            <w:webHidden/>
          </w:rPr>
          <w:fldChar w:fldCharType="end"/>
        </w:r>
      </w:hyperlink>
    </w:p>
    <w:p w14:paraId="00CF4032" w14:textId="46AD11AE" w:rsidR="009029B3" w:rsidRDefault="00896AA9">
      <w:pPr>
        <w:pStyle w:val="TOC3"/>
        <w:tabs>
          <w:tab w:val="left" w:pos="1000"/>
          <w:tab w:val="right" w:leader="dot" w:pos="9350"/>
        </w:tabs>
        <w:rPr>
          <w:rFonts w:asciiTheme="minorHAnsi" w:eastAsiaTheme="minorEastAsia" w:hAnsiTheme="minorHAnsi" w:cstheme="minorBidi"/>
          <w:b w:val="0"/>
          <w:noProof/>
          <w:kern w:val="0"/>
          <w:szCs w:val="22"/>
        </w:rPr>
      </w:pPr>
      <w:hyperlink w:anchor="_Toc519682749" w:history="1">
        <w:r w:rsidR="009029B3" w:rsidRPr="00B966EF">
          <w:rPr>
            <w:rStyle w:val="Hyperlink"/>
            <w:bCs/>
            <w:noProof/>
          </w:rPr>
          <w:t>ISS.3.3</w:t>
        </w:r>
        <w:r w:rsidR="009029B3">
          <w:rPr>
            <w:rFonts w:asciiTheme="minorHAnsi" w:eastAsiaTheme="minorEastAsia" w:hAnsiTheme="minorHAnsi" w:cstheme="minorBidi"/>
            <w:b w:val="0"/>
            <w:noProof/>
            <w:kern w:val="0"/>
            <w:szCs w:val="22"/>
          </w:rPr>
          <w:tab/>
        </w:r>
        <w:r w:rsidR="009029B3" w:rsidRPr="00B966EF">
          <w:rPr>
            <w:rStyle w:val="Hyperlink"/>
            <w:noProof/>
          </w:rPr>
          <w:t>Heat Released into ISS Environment</w:t>
        </w:r>
        <w:r w:rsidR="009029B3">
          <w:rPr>
            <w:noProof/>
            <w:webHidden/>
          </w:rPr>
          <w:tab/>
        </w:r>
        <w:r w:rsidR="009029B3">
          <w:rPr>
            <w:noProof/>
            <w:webHidden/>
          </w:rPr>
          <w:fldChar w:fldCharType="begin"/>
        </w:r>
        <w:r w:rsidR="009029B3">
          <w:rPr>
            <w:noProof/>
            <w:webHidden/>
          </w:rPr>
          <w:instrText xml:space="preserve"> PAGEREF _Toc519682749 \h </w:instrText>
        </w:r>
        <w:r w:rsidR="009029B3">
          <w:rPr>
            <w:noProof/>
            <w:webHidden/>
          </w:rPr>
        </w:r>
        <w:r w:rsidR="009029B3">
          <w:rPr>
            <w:noProof/>
            <w:webHidden/>
          </w:rPr>
          <w:fldChar w:fldCharType="separate"/>
        </w:r>
        <w:r w:rsidR="009029B3">
          <w:rPr>
            <w:noProof/>
            <w:webHidden/>
          </w:rPr>
          <w:t>12</w:t>
        </w:r>
        <w:r w:rsidR="009029B3">
          <w:rPr>
            <w:noProof/>
            <w:webHidden/>
          </w:rPr>
          <w:fldChar w:fldCharType="end"/>
        </w:r>
      </w:hyperlink>
    </w:p>
    <w:p w14:paraId="25BFAA92" w14:textId="49D2CA68" w:rsidR="002A2821" w:rsidRDefault="00710DEF" w:rsidP="0023716E">
      <w:r w:rsidRPr="002F7908">
        <w:fldChar w:fldCharType="end"/>
      </w:r>
    </w:p>
    <w:p w14:paraId="64B9811C" w14:textId="77777777" w:rsidR="002A2821" w:rsidRPr="002F7908" w:rsidRDefault="002A2821" w:rsidP="002A2821">
      <w:pPr>
        <w:pStyle w:val="EngDMTIndices"/>
        <w:rPr>
          <w:b w:val="0"/>
        </w:rPr>
      </w:pPr>
      <w:bookmarkStart w:id="5" w:name="_Toc268334072"/>
      <w:bookmarkStart w:id="6" w:name="_Toc519682708"/>
      <w:r w:rsidRPr="002F7908">
        <w:t>Index of Tables</w:t>
      </w:r>
      <w:bookmarkEnd w:id="5"/>
      <w:bookmarkEnd w:id="6"/>
    </w:p>
    <w:p w14:paraId="7355857E" w14:textId="77777777" w:rsidR="00FD7C34" w:rsidRDefault="002A2821">
      <w:pPr>
        <w:pStyle w:val="TableofFigures"/>
        <w:rPr>
          <w:rFonts w:asciiTheme="minorHAnsi" w:eastAsiaTheme="minorEastAsia" w:hAnsiTheme="minorHAnsi" w:cstheme="minorBidi"/>
          <w:b w:val="0"/>
          <w:noProof/>
          <w:kern w:val="0"/>
          <w:sz w:val="24"/>
          <w:lang w:eastAsia="ja-JP"/>
        </w:rPr>
      </w:pPr>
      <w:r w:rsidRPr="002F7908">
        <w:fldChar w:fldCharType="begin"/>
      </w:r>
      <w:r w:rsidRPr="002F7908">
        <w:instrText xml:space="preserve"> TOC \h \z \c "Table" </w:instrText>
      </w:r>
      <w:r w:rsidRPr="002F7908">
        <w:fldChar w:fldCharType="separate"/>
      </w:r>
      <w:r w:rsidR="00FD7C34">
        <w:rPr>
          <w:noProof/>
        </w:rPr>
        <w:t>Table 1: Interface Plane Position</w:t>
      </w:r>
      <w:r w:rsidR="00FD7C34">
        <w:rPr>
          <w:noProof/>
        </w:rPr>
        <w:tab/>
      </w:r>
      <w:r w:rsidR="00FD7C34">
        <w:rPr>
          <w:noProof/>
        </w:rPr>
        <w:fldChar w:fldCharType="begin"/>
      </w:r>
      <w:r w:rsidR="00FD7C34">
        <w:rPr>
          <w:noProof/>
        </w:rPr>
        <w:instrText xml:space="preserve"> PAGEREF _Toc320286504 \h </w:instrText>
      </w:r>
      <w:r w:rsidR="00FD7C34">
        <w:rPr>
          <w:noProof/>
        </w:rPr>
      </w:r>
      <w:r w:rsidR="00FD7C34">
        <w:rPr>
          <w:noProof/>
        </w:rPr>
        <w:fldChar w:fldCharType="separate"/>
      </w:r>
      <w:r w:rsidR="00CD7597">
        <w:rPr>
          <w:noProof/>
        </w:rPr>
        <w:t>6</w:t>
      </w:r>
      <w:r w:rsidR="00FD7C34">
        <w:rPr>
          <w:noProof/>
        </w:rPr>
        <w:fldChar w:fldCharType="end"/>
      </w:r>
    </w:p>
    <w:p w14:paraId="7EF695FB" w14:textId="4886BBA7" w:rsidR="002A2821" w:rsidRDefault="002A2821" w:rsidP="002A2821">
      <w:pPr>
        <w:suppressAutoHyphens w:val="0"/>
      </w:pPr>
      <w:r w:rsidRPr="002F7908">
        <w:fldChar w:fldCharType="end"/>
      </w:r>
      <w:r>
        <w:br w:type="page"/>
      </w:r>
    </w:p>
    <w:p w14:paraId="63E25414" w14:textId="77777777" w:rsidR="002F7908" w:rsidRPr="002F7908" w:rsidRDefault="002F7908" w:rsidP="0023716E">
      <w:pPr>
        <w:sectPr w:rsidR="002F7908" w:rsidRPr="002F7908">
          <w:type w:val="continuous"/>
          <w:pgSz w:w="12240" w:h="15840" w:code="1"/>
          <w:pgMar w:top="1440" w:right="1440" w:bottom="1440" w:left="1440" w:header="720" w:footer="1008" w:gutter="0"/>
          <w:cols w:space="720"/>
          <w:formProt w:val="0"/>
          <w:titlePg/>
        </w:sectPr>
      </w:pPr>
    </w:p>
    <w:p w14:paraId="3EA1F5D7" w14:textId="434F8548" w:rsidR="000E766C" w:rsidRPr="00FD7C34" w:rsidRDefault="008B53C5" w:rsidP="00FD7C34">
      <w:pPr>
        <w:pStyle w:val="EngDMTHeading1"/>
      </w:pPr>
      <w:bookmarkStart w:id="7" w:name="_Toc519682709"/>
      <w:r w:rsidRPr="00FD7C34">
        <w:lastRenderedPageBreak/>
        <w:t>Description</w:t>
      </w:r>
      <w:bookmarkEnd w:id="7"/>
    </w:p>
    <w:p w14:paraId="32F8D116" w14:textId="25B94409" w:rsidR="005B7788" w:rsidRDefault="008B53C5" w:rsidP="00EE2A03">
      <w:r w:rsidRPr="008B53C5">
        <w:t>This document defines the interface features between the science instruments and the I</w:t>
      </w:r>
      <w:r w:rsidR="00F87C9A">
        <w:t xml:space="preserve">nstrument </w:t>
      </w:r>
      <w:r w:rsidRPr="008B53C5">
        <w:t>S</w:t>
      </w:r>
      <w:r w:rsidR="00F87C9A">
        <w:t xml:space="preserve">upport </w:t>
      </w:r>
      <w:r w:rsidRPr="008B53C5">
        <w:t>S</w:t>
      </w:r>
      <w:r w:rsidR="00F87C9A">
        <w:t>tructure</w:t>
      </w:r>
      <w:r w:rsidRPr="008B53C5">
        <w:t>, which are under formal control. In addition to fastener features and detail, the position and size of ports through which the telescope or calibration beams can be directed are defined. The port detail is defined to assure the fitting of light tight baffles to the interface</w:t>
      </w:r>
      <w:r w:rsidR="008A7DBA">
        <w:t xml:space="preserve">. The optical interface, space envelope, </w:t>
      </w:r>
      <w:r w:rsidRPr="008B53C5">
        <w:t xml:space="preserve">allowable </w:t>
      </w:r>
      <w:r w:rsidR="008A7DBA">
        <w:t>m</w:t>
      </w:r>
      <w:r w:rsidRPr="008B53C5">
        <w:t xml:space="preserve">ass and </w:t>
      </w:r>
      <w:r w:rsidR="008A7DBA">
        <w:t>c</w:t>
      </w:r>
      <w:r w:rsidRPr="008B53C5">
        <w:t xml:space="preserve">enter of </w:t>
      </w:r>
      <w:r w:rsidR="008A7DBA">
        <w:t>g</w:t>
      </w:r>
      <w:r w:rsidRPr="008B53C5">
        <w:t>ravity</w:t>
      </w:r>
      <w:r w:rsidR="008A7DBA">
        <w:t xml:space="preserve">, and thermal </w:t>
      </w:r>
      <w:r w:rsidR="006665B3">
        <w:t xml:space="preserve">and vibration </w:t>
      </w:r>
      <w:r w:rsidR="008A7DBA">
        <w:t>specifications</w:t>
      </w:r>
      <w:r w:rsidRPr="008B53C5">
        <w:t xml:space="preserve"> for instruments are </w:t>
      </w:r>
      <w:r w:rsidR="008A7DBA">
        <w:t xml:space="preserve">also </w:t>
      </w:r>
      <w:r w:rsidRPr="008B53C5">
        <w:t>defined.</w:t>
      </w:r>
    </w:p>
    <w:p w14:paraId="78C48E7E" w14:textId="77777777" w:rsidR="005B7788" w:rsidRDefault="005B7788" w:rsidP="00EE2A03"/>
    <w:p w14:paraId="24209CD3" w14:textId="4FC02C24" w:rsidR="005B7788" w:rsidRDefault="005B7788" w:rsidP="00585655">
      <w:pPr>
        <w:pStyle w:val="EngDMTHeading2"/>
      </w:pPr>
      <w:bookmarkStart w:id="8" w:name="_Toc519682710"/>
      <w:r>
        <w:t>Acronyms and Abbreviations</w:t>
      </w:r>
      <w:bookmarkEnd w:id="8"/>
    </w:p>
    <w:p w14:paraId="35A38494" w14:textId="77777777" w:rsidR="00F87C9A" w:rsidRDefault="00124EA2" w:rsidP="00EE2A03">
      <w:r>
        <w:t>CofG</w:t>
      </w:r>
      <w:r>
        <w:tab/>
      </w:r>
      <w:r>
        <w:tab/>
        <w:t>Center of Gravity</w:t>
      </w:r>
    </w:p>
    <w:p w14:paraId="71165696" w14:textId="58F32598" w:rsidR="00124EA2" w:rsidRDefault="00F87C9A" w:rsidP="00EE2A03">
      <w:r>
        <w:t>CRC</w:t>
      </w:r>
      <w:r w:rsidR="00181A74">
        <w:t>oS</w:t>
      </w:r>
      <w:r w:rsidR="00181A74">
        <w:tab/>
      </w:r>
      <w:r>
        <w:t>Cassegrain Rotator Coordinate System</w:t>
      </w:r>
      <w:r w:rsidR="00124EA2">
        <w:tab/>
      </w:r>
    </w:p>
    <w:p w14:paraId="05FE0F69" w14:textId="0104A478" w:rsidR="005B7788" w:rsidRDefault="005B7788" w:rsidP="00EE2A03">
      <w:r>
        <w:t>ISS</w:t>
      </w:r>
      <w:r>
        <w:tab/>
      </w:r>
      <w:r>
        <w:tab/>
        <w:t>Instrument Support Structure</w:t>
      </w:r>
    </w:p>
    <w:p w14:paraId="2FD8CE53" w14:textId="77777777" w:rsidR="00691915" w:rsidRDefault="00691915" w:rsidP="00EE2A03"/>
    <w:p w14:paraId="00131A03" w14:textId="7BAE3DDD" w:rsidR="00FD7C34" w:rsidRPr="00FD7C34" w:rsidRDefault="00FD7C34" w:rsidP="00E366D1">
      <w:pPr>
        <w:pStyle w:val="EngDMTHeading1"/>
      </w:pPr>
      <w:bookmarkStart w:id="9" w:name="_Toc519682711"/>
      <w:r>
        <w:t>References</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6840"/>
      </w:tblGrid>
      <w:tr w:rsidR="00F87C9A" w:rsidRPr="00716C07" w14:paraId="763F6BBA" w14:textId="77777777" w:rsidTr="00E366D1">
        <w:tc>
          <w:tcPr>
            <w:tcW w:w="2628" w:type="dxa"/>
            <w:shd w:val="clear" w:color="auto" w:fill="BFBFBF" w:themeFill="background1" w:themeFillShade="BF"/>
          </w:tcPr>
          <w:p w14:paraId="64C3879A" w14:textId="00F89EF9" w:rsidR="00F87C9A" w:rsidRPr="005B7788" w:rsidRDefault="00E366D1" w:rsidP="00EE2A03">
            <w:r>
              <w:t>Reference Name</w:t>
            </w:r>
          </w:p>
        </w:tc>
        <w:tc>
          <w:tcPr>
            <w:tcW w:w="6840" w:type="dxa"/>
            <w:shd w:val="clear" w:color="auto" w:fill="BFBFBF" w:themeFill="background1" w:themeFillShade="BF"/>
          </w:tcPr>
          <w:p w14:paraId="0008AC81" w14:textId="19C1D1D9" w:rsidR="00F87C9A" w:rsidRPr="005B7788" w:rsidRDefault="00E366D1" w:rsidP="00EE2A03">
            <w:r>
              <w:t>Reference Description</w:t>
            </w:r>
          </w:p>
        </w:tc>
      </w:tr>
      <w:tr w:rsidR="00E540B5" w:rsidRPr="00716C07" w14:paraId="54E3AB03" w14:textId="77777777" w:rsidTr="00E366D1">
        <w:trPr>
          <w:trHeight w:val="386"/>
        </w:trPr>
        <w:tc>
          <w:tcPr>
            <w:tcW w:w="2628" w:type="dxa"/>
            <w:shd w:val="clear" w:color="auto" w:fill="auto"/>
          </w:tcPr>
          <w:p w14:paraId="3E1750D8" w14:textId="17490B2B" w:rsidR="00E540B5" w:rsidRPr="00151099" w:rsidRDefault="00896AA9" w:rsidP="00E366D1">
            <w:hyperlink r:id="rId14" w:history="1">
              <w:r w:rsidR="00E366D1">
                <w:rPr>
                  <w:rStyle w:val="Hyperlink"/>
                </w:rPr>
                <w:t>ISS Vibration Mitigation</w:t>
              </w:r>
            </w:hyperlink>
          </w:p>
        </w:tc>
        <w:tc>
          <w:tcPr>
            <w:tcW w:w="6840" w:type="dxa"/>
            <w:shd w:val="clear" w:color="auto" w:fill="auto"/>
          </w:tcPr>
          <w:p w14:paraId="1F8538E0" w14:textId="0D252372" w:rsidR="00E540B5" w:rsidRPr="00151099" w:rsidRDefault="00151099" w:rsidP="00E366D1">
            <w:r w:rsidRPr="00151099">
              <w:t xml:space="preserve">DMT </w:t>
            </w:r>
            <w:r>
              <w:t>c</w:t>
            </w:r>
            <w:r w:rsidRPr="00151099">
              <w:t>ollection</w:t>
            </w:r>
            <w:r w:rsidR="00E366D1">
              <w:t xml:space="preserve"> containing data and results from vibration investigations done at Gemini North and Gemini South.</w:t>
            </w:r>
          </w:p>
        </w:tc>
      </w:tr>
    </w:tbl>
    <w:p w14:paraId="78A172F1" w14:textId="77777777" w:rsidR="00F87C9A" w:rsidRPr="00571A99" w:rsidRDefault="00F87C9A" w:rsidP="00EE2A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810"/>
        <w:gridCol w:w="3240"/>
        <w:gridCol w:w="3420"/>
      </w:tblGrid>
      <w:tr w:rsidR="005B7788" w:rsidRPr="00716C07" w14:paraId="22434EA6" w14:textId="77777777" w:rsidTr="00E366D1">
        <w:tc>
          <w:tcPr>
            <w:tcW w:w="1998" w:type="dxa"/>
            <w:shd w:val="clear" w:color="auto" w:fill="BFBFBF" w:themeFill="background1" w:themeFillShade="BF"/>
          </w:tcPr>
          <w:p w14:paraId="01261A74" w14:textId="0A953201" w:rsidR="008B53C5" w:rsidRPr="005B7788" w:rsidRDefault="005B7788" w:rsidP="00EE2A03">
            <w:r>
              <w:t>Drawing Number</w:t>
            </w:r>
          </w:p>
        </w:tc>
        <w:tc>
          <w:tcPr>
            <w:tcW w:w="810" w:type="dxa"/>
            <w:shd w:val="clear" w:color="auto" w:fill="BFBFBF" w:themeFill="background1" w:themeFillShade="BF"/>
          </w:tcPr>
          <w:p w14:paraId="2DD17C14" w14:textId="6296E86C" w:rsidR="008B53C5" w:rsidRPr="005B7788" w:rsidRDefault="005B7788" w:rsidP="00E366D1">
            <w:r>
              <w:t>Vers</w:t>
            </w:r>
            <w:r w:rsidR="00E366D1">
              <w:t>.</w:t>
            </w:r>
          </w:p>
        </w:tc>
        <w:tc>
          <w:tcPr>
            <w:tcW w:w="3240" w:type="dxa"/>
            <w:shd w:val="clear" w:color="auto" w:fill="BFBFBF" w:themeFill="background1" w:themeFillShade="BF"/>
          </w:tcPr>
          <w:p w14:paraId="5891DDFD" w14:textId="19F6C276" w:rsidR="008B53C5" w:rsidRPr="005B7788" w:rsidRDefault="005B7788" w:rsidP="00EE2A03">
            <w:r>
              <w:t>Drawing Name</w:t>
            </w:r>
          </w:p>
        </w:tc>
        <w:tc>
          <w:tcPr>
            <w:tcW w:w="3420" w:type="dxa"/>
            <w:shd w:val="clear" w:color="auto" w:fill="BFBFBF" w:themeFill="background1" w:themeFillShade="BF"/>
          </w:tcPr>
          <w:p w14:paraId="6EFE0644" w14:textId="47DE342A" w:rsidR="008B53C5" w:rsidRPr="005B7788" w:rsidRDefault="005B7788" w:rsidP="00EE2A03">
            <w:r>
              <w:t>Description</w:t>
            </w:r>
          </w:p>
        </w:tc>
      </w:tr>
      <w:tr w:rsidR="004C60B1" w:rsidRPr="00716C07" w14:paraId="34226F14" w14:textId="77777777" w:rsidTr="00E366D1">
        <w:tc>
          <w:tcPr>
            <w:tcW w:w="1998" w:type="dxa"/>
            <w:shd w:val="clear" w:color="auto" w:fill="auto"/>
          </w:tcPr>
          <w:p w14:paraId="1B60EF80" w14:textId="77777777" w:rsidR="004C60B1" w:rsidRDefault="00896AA9" w:rsidP="00584B5E">
            <w:hyperlink r:id="rId15" w:history="1">
              <w:r w:rsidR="004C60B1" w:rsidRPr="00D165F9">
                <w:rPr>
                  <w:rStyle w:val="Hyperlink"/>
                </w:rPr>
                <w:t>89-GP-1000-0003</w:t>
              </w:r>
            </w:hyperlink>
          </w:p>
          <w:p w14:paraId="442DA791" w14:textId="70D0B845" w:rsidR="004C60B1" w:rsidRDefault="004C60B1" w:rsidP="00EE2A03">
            <w:r w:rsidRPr="00D165F9">
              <w:t>1 sheet</w:t>
            </w:r>
          </w:p>
        </w:tc>
        <w:tc>
          <w:tcPr>
            <w:tcW w:w="810" w:type="dxa"/>
            <w:shd w:val="clear" w:color="auto" w:fill="auto"/>
          </w:tcPr>
          <w:p w14:paraId="26822FEE" w14:textId="123A26CE" w:rsidR="004C60B1" w:rsidRPr="008B53C5" w:rsidRDefault="004C60B1" w:rsidP="00EE2A03">
            <w:r w:rsidRPr="008B53C5">
              <w:t>A</w:t>
            </w:r>
          </w:p>
        </w:tc>
        <w:tc>
          <w:tcPr>
            <w:tcW w:w="3240" w:type="dxa"/>
            <w:shd w:val="clear" w:color="auto" w:fill="auto"/>
          </w:tcPr>
          <w:p w14:paraId="6B759786" w14:textId="7DEE29DB" w:rsidR="004C60B1" w:rsidRPr="008B53C5" w:rsidRDefault="008A24F6" w:rsidP="00EE2A03">
            <w:r>
              <w:t>CASSEGRAIN ROTATOR CO</w:t>
            </w:r>
            <w:r w:rsidR="004C60B1" w:rsidRPr="008B53C5">
              <w:t>ORDINATE SYSTEM</w:t>
            </w:r>
          </w:p>
        </w:tc>
        <w:tc>
          <w:tcPr>
            <w:tcW w:w="3420" w:type="dxa"/>
            <w:shd w:val="clear" w:color="auto" w:fill="auto"/>
          </w:tcPr>
          <w:p w14:paraId="1942D642" w14:textId="7745FADC" w:rsidR="004C60B1" w:rsidRPr="008B53C5" w:rsidRDefault="008A24F6" w:rsidP="00EE2A03">
            <w:r>
              <w:t>Defines the rotator co</w:t>
            </w:r>
            <w:r w:rsidR="004C60B1" w:rsidRPr="008B53C5">
              <w:t>ordinate system relative to th</w:t>
            </w:r>
            <w:r>
              <w:t>e optical instrument support co</w:t>
            </w:r>
            <w:r w:rsidR="004C60B1" w:rsidRPr="008B53C5">
              <w:t>ordinate system</w:t>
            </w:r>
          </w:p>
        </w:tc>
      </w:tr>
      <w:tr w:rsidR="004C60B1" w:rsidRPr="00716C07" w14:paraId="2C417133" w14:textId="77777777" w:rsidTr="00E366D1">
        <w:tc>
          <w:tcPr>
            <w:tcW w:w="1998" w:type="dxa"/>
            <w:shd w:val="clear" w:color="auto" w:fill="auto"/>
          </w:tcPr>
          <w:p w14:paraId="5946B39C" w14:textId="77777777" w:rsidR="004C60B1" w:rsidRDefault="00896AA9" w:rsidP="00EE2A03">
            <w:hyperlink r:id="rId16" w:history="1">
              <w:r w:rsidR="004C60B1" w:rsidRPr="00D165F9">
                <w:rPr>
                  <w:rStyle w:val="Hyperlink"/>
                </w:rPr>
                <w:t>89-GP-1000-0004</w:t>
              </w:r>
            </w:hyperlink>
          </w:p>
          <w:p w14:paraId="5739567F" w14:textId="673CF03A" w:rsidR="004C60B1" w:rsidRPr="008B53C5" w:rsidRDefault="004C60B1" w:rsidP="00EE2A03">
            <w:r w:rsidRPr="00D165F9">
              <w:t>1 sheet</w:t>
            </w:r>
          </w:p>
        </w:tc>
        <w:tc>
          <w:tcPr>
            <w:tcW w:w="810" w:type="dxa"/>
            <w:shd w:val="clear" w:color="auto" w:fill="auto"/>
          </w:tcPr>
          <w:p w14:paraId="4DB82DE9" w14:textId="77777777" w:rsidR="004C60B1" w:rsidRPr="008B53C5" w:rsidRDefault="004C60B1" w:rsidP="00EE2A03">
            <w:r w:rsidRPr="008B53C5">
              <w:t>E</w:t>
            </w:r>
          </w:p>
        </w:tc>
        <w:tc>
          <w:tcPr>
            <w:tcW w:w="3240" w:type="dxa"/>
            <w:shd w:val="clear" w:color="auto" w:fill="auto"/>
          </w:tcPr>
          <w:p w14:paraId="2DC63370" w14:textId="77777777" w:rsidR="004C60B1" w:rsidRPr="008B53C5" w:rsidRDefault="004C60B1" w:rsidP="00EE2A03">
            <w:r w:rsidRPr="008B53C5">
              <w:t>AVAILABLE CASSEGRAIN INSTRUMENT SPACE</w:t>
            </w:r>
          </w:p>
        </w:tc>
        <w:tc>
          <w:tcPr>
            <w:tcW w:w="3420" w:type="dxa"/>
            <w:shd w:val="clear" w:color="auto" w:fill="auto"/>
          </w:tcPr>
          <w:p w14:paraId="27B029D4" w14:textId="77777777" w:rsidR="004C60B1" w:rsidRPr="008B53C5" w:rsidRDefault="004C60B1" w:rsidP="00EE2A03">
            <w:r w:rsidRPr="008B53C5">
              <w:t>Describes the space available for instruments attached to the ISS</w:t>
            </w:r>
          </w:p>
        </w:tc>
      </w:tr>
      <w:tr w:rsidR="004C60B1" w:rsidRPr="00716C07" w14:paraId="3B0D5F7F" w14:textId="77777777" w:rsidTr="00E366D1">
        <w:tc>
          <w:tcPr>
            <w:tcW w:w="1998" w:type="dxa"/>
            <w:shd w:val="clear" w:color="auto" w:fill="auto"/>
          </w:tcPr>
          <w:p w14:paraId="74A461D3" w14:textId="77777777" w:rsidR="004C60B1" w:rsidRDefault="00896AA9" w:rsidP="00EE2A03">
            <w:hyperlink r:id="rId17" w:history="1">
              <w:r w:rsidR="004C60B1" w:rsidRPr="00E366D1">
                <w:rPr>
                  <w:rStyle w:val="Hyperlink"/>
                </w:rPr>
                <w:t>89-GP-1000-4001</w:t>
              </w:r>
            </w:hyperlink>
          </w:p>
          <w:p w14:paraId="1927DA45" w14:textId="6149D7F5" w:rsidR="004C60B1" w:rsidRDefault="004C60B1" w:rsidP="00EE2A03">
            <w:r>
              <w:t>4 sheets</w:t>
            </w:r>
          </w:p>
        </w:tc>
        <w:tc>
          <w:tcPr>
            <w:tcW w:w="810" w:type="dxa"/>
            <w:shd w:val="clear" w:color="auto" w:fill="auto"/>
          </w:tcPr>
          <w:p w14:paraId="28ED416A" w14:textId="599DD6A2" w:rsidR="004C60B1" w:rsidRPr="008B53C5" w:rsidRDefault="004C60B1" w:rsidP="00EE2A03">
            <w:r>
              <w:t>E</w:t>
            </w:r>
          </w:p>
        </w:tc>
        <w:tc>
          <w:tcPr>
            <w:tcW w:w="3240" w:type="dxa"/>
            <w:shd w:val="clear" w:color="auto" w:fill="auto"/>
          </w:tcPr>
          <w:p w14:paraId="30F349C3" w14:textId="0A18096A" w:rsidR="004C60B1" w:rsidRPr="008B53C5" w:rsidRDefault="004C60B1" w:rsidP="00EE2A03">
            <w:r>
              <w:t>BALLAST WEIGHT ASSEMBLY</w:t>
            </w:r>
          </w:p>
        </w:tc>
        <w:tc>
          <w:tcPr>
            <w:tcW w:w="3420" w:type="dxa"/>
            <w:shd w:val="clear" w:color="auto" w:fill="auto"/>
          </w:tcPr>
          <w:p w14:paraId="006197E8" w14:textId="243FF7AA" w:rsidR="004C60B1" w:rsidRPr="008B53C5" w:rsidRDefault="004C60B1" w:rsidP="00E366D1">
            <w:r>
              <w:t>This is the drawing for a ballast weight assembly, as an example.</w:t>
            </w:r>
          </w:p>
        </w:tc>
      </w:tr>
      <w:tr w:rsidR="004C60B1" w:rsidRPr="00716C07" w14:paraId="0B737263" w14:textId="77777777" w:rsidTr="00E366D1">
        <w:tc>
          <w:tcPr>
            <w:tcW w:w="1998" w:type="dxa"/>
            <w:shd w:val="clear" w:color="auto" w:fill="auto"/>
          </w:tcPr>
          <w:p w14:paraId="3186E97F" w14:textId="77777777" w:rsidR="004C60B1" w:rsidRDefault="00896AA9" w:rsidP="00EE2A03">
            <w:hyperlink r:id="rId18" w:history="1">
              <w:r w:rsidR="004C60B1" w:rsidRPr="00E366D1">
                <w:rPr>
                  <w:rStyle w:val="Hyperlink"/>
                </w:rPr>
                <w:t>89-GP-1000-4002</w:t>
              </w:r>
            </w:hyperlink>
          </w:p>
          <w:p w14:paraId="2070A799" w14:textId="1FB8827B" w:rsidR="004C60B1" w:rsidRDefault="004C60B1" w:rsidP="00EE2A03">
            <w:r>
              <w:t>3 sheets</w:t>
            </w:r>
          </w:p>
        </w:tc>
        <w:tc>
          <w:tcPr>
            <w:tcW w:w="810" w:type="dxa"/>
            <w:shd w:val="clear" w:color="auto" w:fill="auto"/>
          </w:tcPr>
          <w:p w14:paraId="1CDA5EB8" w14:textId="51B6028D" w:rsidR="004C60B1" w:rsidRPr="008B53C5" w:rsidRDefault="004C60B1" w:rsidP="00EE2A03">
            <w:r>
              <w:t>E</w:t>
            </w:r>
          </w:p>
        </w:tc>
        <w:tc>
          <w:tcPr>
            <w:tcW w:w="3240" w:type="dxa"/>
            <w:shd w:val="clear" w:color="auto" w:fill="auto"/>
          </w:tcPr>
          <w:p w14:paraId="00706CEC" w14:textId="0544CCEC" w:rsidR="004C60B1" w:rsidRPr="008B53C5" w:rsidRDefault="004C60B1" w:rsidP="00EE2A03">
            <w:r>
              <w:t>BALLAST WEIGHT SUPPORT STRUCTURE, TYPE 1</w:t>
            </w:r>
          </w:p>
        </w:tc>
        <w:tc>
          <w:tcPr>
            <w:tcW w:w="3420" w:type="dxa"/>
            <w:shd w:val="clear" w:color="auto" w:fill="auto"/>
          </w:tcPr>
          <w:p w14:paraId="740F566C" w14:textId="32F47B2E" w:rsidR="004C60B1" w:rsidRPr="008B53C5" w:rsidRDefault="004C60B1" w:rsidP="00EE2A03">
            <w:r>
              <w:t>This is the drawing for a ballast weight frame, as an example.</w:t>
            </w:r>
          </w:p>
        </w:tc>
      </w:tr>
      <w:tr w:rsidR="004C60B1" w:rsidRPr="00716C07" w14:paraId="413AC70C" w14:textId="77777777" w:rsidTr="00E366D1">
        <w:tc>
          <w:tcPr>
            <w:tcW w:w="1998" w:type="dxa"/>
            <w:shd w:val="clear" w:color="auto" w:fill="auto"/>
          </w:tcPr>
          <w:p w14:paraId="65A07A6E" w14:textId="46556B74" w:rsidR="004C60B1" w:rsidRPr="008B53C5" w:rsidRDefault="00896AA9" w:rsidP="00EE2A03">
            <w:hyperlink r:id="rId19" w:history="1">
              <w:r w:rsidR="004C60B1" w:rsidRPr="00D165F9">
                <w:rPr>
                  <w:rStyle w:val="Hyperlink"/>
                </w:rPr>
                <w:t>89-GP-1000-3001</w:t>
              </w:r>
            </w:hyperlink>
            <w:r w:rsidR="004C60B1" w:rsidRPr="008B53C5">
              <w:t xml:space="preserve"> </w:t>
            </w:r>
            <w:r w:rsidR="004C60B1">
              <w:t>2 sheets</w:t>
            </w:r>
          </w:p>
        </w:tc>
        <w:tc>
          <w:tcPr>
            <w:tcW w:w="810" w:type="dxa"/>
            <w:shd w:val="clear" w:color="auto" w:fill="auto"/>
          </w:tcPr>
          <w:p w14:paraId="5885C40C" w14:textId="77777777" w:rsidR="004C60B1" w:rsidRPr="008B53C5" w:rsidRDefault="004C60B1" w:rsidP="00EE2A03">
            <w:r w:rsidRPr="008B53C5">
              <w:t>D</w:t>
            </w:r>
          </w:p>
        </w:tc>
        <w:tc>
          <w:tcPr>
            <w:tcW w:w="3240" w:type="dxa"/>
            <w:shd w:val="clear" w:color="auto" w:fill="auto"/>
          </w:tcPr>
          <w:p w14:paraId="1EBEE464" w14:textId="77777777" w:rsidR="004C60B1" w:rsidRPr="008B53C5" w:rsidRDefault="004C60B1" w:rsidP="00EE2A03">
            <w:r w:rsidRPr="008B53C5">
              <w:t>INSTRUMENTATION SUPPORT STRUCTURE ASSEMBLY</w:t>
            </w:r>
          </w:p>
        </w:tc>
        <w:tc>
          <w:tcPr>
            <w:tcW w:w="3420" w:type="dxa"/>
            <w:shd w:val="clear" w:color="auto" w:fill="auto"/>
          </w:tcPr>
          <w:p w14:paraId="1C4C969D" w14:textId="77777777" w:rsidR="004C60B1" w:rsidRPr="008B53C5" w:rsidRDefault="004C60B1" w:rsidP="00EE2A03">
            <w:r w:rsidRPr="008B53C5">
              <w:t>This is the assembly drawing of the Instrumentation Support Structure</w:t>
            </w:r>
          </w:p>
        </w:tc>
      </w:tr>
      <w:tr w:rsidR="004C60B1" w:rsidRPr="00716C07" w14:paraId="69C1AE21" w14:textId="77777777" w:rsidTr="00E366D1">
        <w:tc>
          <w:tcPr>
            <w:tcW w:w="1998" w:type="dxa"/>
            <w:shd w:val="clear" w:color="auto" w:fill="auto"/>
          </w:tcPr>
          <w:p w14:paraId="06F2F22D" w14:textId="7AF4C2B8" w:rsidR="004C60B1" w:rsidRPr="008B53C5" w:rsidRDefault="00896AA9" w:rsidP="00EE2A03">
            <w:hyperlink r:id="rId20" w:history="1">
              <w:r w:rsidR="004C60B1" w:rsidRPr="00D165F9">
                <w:rPr>
                  <w:rStyle w:val="Hyperlink"/>
                </w:rPr>
                <w:t>89-GP-1000-3002</w:t>
              </w:r>
            </w:hyperlink>
            <w:r w:rsidR="004C60B1" w:rsidRPr="008B53C5">
              <w:t xml:space="preserve"> 6 sheets</w:t>
            </w:r>
          </w:p>
        </w:tc>
        <w:tc>
          <w:tcPr>
            <w:tcW w:w="810" w:type="dxa"/>
            <w:shd w:val="clear" w:color="auto" w:fill="auto"/>
          </w:tcPr>
          <w:p w14:paraId="31416185" w14:textId="77777777" w:rsidR="004C60B1" w:rsidRPr="008B53C5" w:rsidRDefault="004C60B1" w:rsidP="00EE2A03">
            <w:r w:rsidRPr="008B53C5">
              <w:t>E</w:t>
            </w:r>
          </w:p>
        </w:tc>
        <w:tc>
          <w:tcPr>
            <w:tcW w:w="3240" w:type="dxa"/>
            <w:shd w:val="clear" w:color="auto" w:fill="auto"/>
          </w:tcPr>
          <w:p w14:paraId="3446F57F" w14:textId="77777777" w:rsidR="004C60B1" w:rsidRPr="008B53C5" w:rsidRDefault="004C60B1" w:rsidP="00EE2A03">
            <w:r w:rsidRPr="008B53C5">
              <w:t>INSTRUMENT SUPPORT STRUCTURE BODY</w:t>
            </w:r>
          </w:p>
        </w:tc>
        <w:tc>
          <w:tcPr>
            <w:tcW w:w="3420" w:type="dxa"/>
            <w:shd w:val="clear" w:color="auto" w:fill="auto"/>
          </w:tcPr>
          <w:p w14:paraId="2144DC3C" w14:textId="77777777" w:rsidR="004C60B1" w:rsidRPr="008B53C5" w:rsidRDefault="004C60B1" w:rsidP="00EE2A03">
            <w:r w:rsidRPr="008B53C5">
              <w:t>These are the shop drawings of the support structure body</w:t>
            </w:r>
          </w:p>
        </w:tc>
      </w:tr>
      <w:tr w:rsidR="004C60B1" w:rsidRPr="00716C07" w14:paraId="68687098" w14:textId="77777777" w:rsidTr="00E366D1">
        <w:tc>
          <w:tcPr>
            <w:tcW w:w="1998" w:type="dxa"/>
            <w:shd w:val="clear" w:color="auto" w:fill="auto"/>
          </w:tcPr>
          <w:p w14:paraId="61BB2532" w14:textId="77777777" w:rsidR="004C60B1" w:rsidRDefault="00896AA9" w:rsidP="00EE2A03">
            <w:hyperlink r:id="rId21" w:history="1">
              <w:r w:rsidR="004C60B1" w:rsidRPr="00D165F9">
                <w:rPr>
                  <w:rStyle w:val="Hyperlink"/>
                </w:rPr>
                <w:t>89-GP-1000-3003</w:t>
              </w:r>
            </w:hyperlink>
          </w:p>
          <w:p w14:paraId="7112C83B" w14:textId="638ED284" w:rsidR="004C60B1" w:rsidRPr="008B53C5" w:rsidRDefault="004C60B1" w:rsidP="00EE2A03">
            <w:r>
              <w:t>2 sheets</w:t>
            </w:r>
          </w:p>
        </w:tc>
        <w:tc>
          <w:tcPr>
            <w:tcW w:w="810" w:type="dxa"/>
            <w:shd w:val="clear" w:color="auto" w:fill="auto"/>
          </w:tcPr>
          <w:p w14:paraId="78987B96" w14:textId="77777777" w:rsidR="004C60B1" w:rsidRPr="008B53C5" w:rsidRDefault="004C60B1" w:rsidP="00EE2A03">
            <w:r w:rsidRPr="008B53C5">
              <w:t>C</w:t>
            </w:r>
          </w:p>
        </w:tc>
        <w:tc>
          <w:tcPr>
            <w:tcW w:w="3240" w:type="dxa"/>
            <w:shd w:val="clear" w:color="auto" w:fill="auto"/>
          </w:tcPr>
          <w:p w14:paraId="0CCA28F3" w14:textId="77777777" w:rsidR="004C60B1" w:rsidRPr="008B53C5" w:rsidRDefault="004C60B1" w:rsidP="00EE2A03">
            <w:r w:rsidRPr="008B53C5">
              <w:t>INSTRUMENT SUPPORT STRUCTURE BASE</w:t>
            </w:r>
          </w:p>
        </w:tc>
        <w:tc>
          <w:tcPr>
            <w:tcW w:w="3420" w:type="dxa"/>
            <w:shd w:val="clear" w:color="auto" w:fill="auto"/>
          </w:tcPr>
          <w:p w14:paraId="4291A4B4" w14:textId="77777777" w:rsidR="004C60B1" w:rsidRPr="008B53C5" w:rsidRDefault="004C60B1" w:rsidP="00EE2A03">
            <w:r w:rsidRPr="008B53C5">
              <w:t>These are the shop drawings of the support structure base.</w:t>
            </w:r>
          </w:p>
        </w:tc>
      </w:tr>
    </w:tbl>
    <w:p w14:paraId="05D14799" w14:textId="77777777" w:rsidR="001650C2" w:rsidRDefault="001650C2">
      <w:pPr>
        <w:suppressAutoHyphens w:val="0"/>
        <w:rPr>
          <w:b/>
          <w:sz w:val="28"/>
        </w:rPr>
      </w:pPr>
      <w:bookmarkStart w:id="10" w:name="_Toc267070504"/>
      <w:r>
        <w:br w:type="page"/>
      </w:r>
    </w:p>
    <w:p w14:paraId="52B05FD9" w14:textId="5359ED6F" w:rsidR="00FD7C34" w:rsidRDefault="00FD7C34" w:rsidP="00FD7C34">
      <w:pPr>
        <w:pStyle w:val="EngDMTHeading1"/>
      </w:pPr>
      <w:bookmarkStart w:id="11" w:name="_Toc519682712"/>
      <w:bookmarkEnd w:id="10"/>
      <w:r>
        <w:lastRenderedPageBreak/>
        <w:t>Instrument Builder Statement of Responsibility</w:t>
      </w:r>
      <w:bookmarkEnd w:id="11"/>
    </w:p>
    <w:p w14:paraId="1E6F0C07" w14:textId="214EAD50" w:rsidR="001650C2" w:rsidRDefault="001650C2" w:rsidP="001650C2">
      <w:r w:rsidRPr="00953383">
        <w:t xml:space="preserve">The instrument builder is responsible for providing the frame to interface with the ISS, </w:t>
      </w:r>
      <w:r>
        <w:t xml:space="preserve">for providing </w:t>
      </w:r>
      <w:r w:rsidRPr="00953383">
        <w:t xml:space="preserve">sufficient weight and design of weights for balancing purposes, and for generally ensuring the instrument is compatible with the specifications provided in this document. Gemini can provide </w:t>
      </w:r>
      <w:r>
        <w:t>details on</w:t>
      </w:r>
      <w:r w:rsidRPr="00953383">
        <w:t xml:space="preserve"> </w:t>
      </w:r>
      <w:r>
        <w:t xml:space="preserve">the standard </w:t>
      </w:r>
      <w:r w:rsidRPr="00953383">
        <w:t>ballast weight</w:t>
      </w:r>
      <w:r>
        <w:t xml:space="preserve"> </w:t>
      </w:r>
      <w:r w:rsidRPr="00953383">
        <w:t>s</w:t>
      </w:r>
      <w:r>
        <w:t>ystems</w:t>
      </w:r>
      <w:r w:rsidRPr="00953383">
        <w:t xml:space="preserve"> </w:t>
      </w:r>
      <w:r>
        <w:t xml:space="preserve">used </w:t>
      </w:r>
      <w:r w:rsidRPr="00953383">
        <w:t>for visiting instruments</w:t>
      </w:r>
      <w:r>
        <w:t>.</w:t>
      </w:r>
    </w:p>
    <w:p w14:paraId="5698DDA6" w14:textId="77777777" w:rsidR="00FD7C34" w:rsidRDefault="00FD7C34" w:rsidP="001650C2"/>
    <w:p w14:paraId="417C0C49" w14:textId="65EB6C0F" w:rsidR="00FD7C34" w:rsidRDefault="00FD7C34" w:rsidP="00FD7C34">
      <w:pPr>
        <w:pStyle w:val="EngDMTHeading1"/>
      </w:pPr>
      <w:bookmarkStart w:id="12" w:name="_Toc519682713"/>
      <w:r>
        <w:t>Physical Interfaces</w:t>
      </w:r>
      <w:bookmarkEnd w:id="12"/>
    </w:p>
    <w:p w14:paraId="45F2B160" w14:textId="77777777" w:rsidR="00242023" w:rsidRDefault="00242023" w:rsidP="001650C2"/>
    <w:p w14:paraId="2DE5F1C7" w14:textId="69791BE8" w:rsidR="00FD7C34" w:rsidRDefault="00FD7C34" w:rsidP="00585655">
      <w:pPr>
        <w:pStyle w:val="EngDMTHeading2"/>
      </w:pPr>
      <w:bookmarkStart w:id="13" w:name="_Toc519682714"/>
      <w:r>
        <w:t>Mechanical Interfaces</w:t>
      </w:r>
      <w:bookmarkEnd w:id="13"/>
    </w:p>
    <w:p w14:paraId="625B9C6B" w14:textId="7558977D" w:rsidR="002B2B2A" w:rsidRDefault="008B53C5" w:rsidP="00EE2A03">
      <w:r w:rsidRPr="008B53C5">
        <w:t xml:space="preserve">There are three science instrument positions on the ISS. The mechanical interfaces are provided on faces 1, 3 and 5. Faces 3 and 5 are called `side looking' while face 1 is `upward looking' (a reference while pointing towards zenith). </w:t>
      </w:r>
      <w:r w:rsidR="00CA754C">
        <w:t xml:space="preserve">They may also be referred to as the ‘side ports’ and ‘bottom port’ respectively. </w:t>
      </w:r>
      <w:r w:rsidRPr="008B53C5">
        <w:t>The mechanical interface between the science instruments and the ISS consists of a set of circular raised machined bosses. The b</w:t>
      </w:r>
      <w:r w:rsidR="008A24F6">
        <w:t>osses are co</w:t>
      </w:r>
      <w:r w:rsidRPr="008B53C5">
        <w:t>planar and each provides one central locating hole and Pitch Circle Diameter of tapped holes for fasteners. Each instrument is expected to use a subset of the bosses depending on its size and configuration</w:t>
      </w:r>
      <w:r w:rsidR="003B4171">
        <w:rPr>
          <w:rStyle w:val="FootnoteReference"/>
        </w:rPr>
        <w:footnoteReference w:id="1"/>
      </w:r>
      <w:r w:rsidRPr="008B53C5">
        <w:t>.</w:t>
      </w:r>
      <w:r w:rsidR="003B4171">
        <w:t xml:space="preserve"> </w:t>
      </w:r>
    </w:p>
    <w:p w14:paraId="51DEE37A" w14:textId="77777777" w:rsidR="00195054" w:rsidRDefault="008B53C5" w:rsidP="00195054">
      <w:r w:rsidRPr="008B53C5">
        <w:t>The interface boss detail is shown on drawing 89-GP-1000-3002 for Ports 3 and 5, and on drawing 89-GP-1000-</w:t>
      </w:r>
      <w:r w:rsidR="00214A69">
        <w:t>3</w:t>
      </w:r>
      <w:r w:rsidRPr="008B53C5">
        <w:t>003 for Port 1.</w:t>
      </w:r>
      <w:r w:rsidR="00195054" w:rsidRPr="00195054">
        <w:t xml:space="preserve"> </w:t>
      </w:r>
    </w:p>
    <w:p w14:paraId="21A86C67" w14:textId="10777562" w:rsidR="00195054" w:rsidRDefault="00195054" w:rsidP="00195054">
      <w:r>
        <w:t>Suggested Verification: Inspection</w:t>
      </w:r>
    </w:p>
    <w:p w14:paraId="10D0019F" w14:textId="6F8CA436" w:rsidR="00307AEE" w:rsidRDefault="00307AEE" w:rsidP="00EE2A03"/>
    <w:p w14:paraId="27827BC8" w14:textId="77777777" w:rsidR="002E2ECE" w:rsidRPr="002C0DFD" w:rsidRDefault="008B53C5" w:rsidP="002C0DFD">
      <w:pPr>
        <w:pStyle w:val="EngDMTHeading3"/>
      </w:pPr>
      <w:bookmarkStart w:id="14" w:name="_Toc519682715"/>
      <w:r w:rsidRPr="002C0DFD">
        <w:t>Allowable Loads on Instrument Mount Bosses</w:t>
      </w:r>
      <w:bookmarkEnd w:id="14"/>
    </w:p>
    <w:p w14:paraId="53D382B1" w14:textId="3B5F8385" w:rsidR="008B53C5" w:rsidRPr="008B53C5" w:rsidRDefault="008B53C5" w:rsidP="00EE2A03">
      <w:r w:rsidRPr="008B53C5">
        <w:t>These loads must not be exceeded and must include induced clamping loads (un-even interface surfaces) as well as gravity-induced loads</w:t>
      </w:r>
      <w:r w:rsidR="003B4171">
        <w:rPr>
          <w:rStyle w:val="FootnoteReference"/>
        </w:rPr>
        <w:footnoteReference w:id="2"/>
      </w:r>
      <w:r w:rsidRPr="008B53C5">
        <w:t>.</w:t>
      </w:r>
    </w:p>
    <w:p w14:paraId="7449B4BD" w14:textId="425C9616" w:rsidR="008B53C5" w:rsidRPr="00A025EC" w:rsidRDefault="008B53C5" w:rsidP="00E578AE">
      <w:pPr>
        <w:pStyle w:val="ListParagraph"/>
        <w:numPr>
          <w:ilvl w:val="0"/>
          <w:numId w:val="5"/>
        </w:numPr>
      </w:pPr>
      <w:r w:rsidRPr="00A025EC">
        <w:t>Tension: 10</w:t>
      </w:r>
      <w:r w:rsidR="00307AEE" w:rsidRPr="00A025EC">
        <w:t>,</w:t>
      </w:r>
      <w:r w:rsidRPr="00A025EC">
        <w:t>000N</w:t>
      </w:r>
    </w:p>
    <w:p w14:paraId="4AA79AD7" w14:textId="72B704C2" w:rsidR="008B53C5" w:rsidRDefault="008B53C5" w:rsidP="00E578AE">
      <w:pPr>
        <w:pStyle w:val="ListParagraph"/>
        <w:numPr>
          <w:ilvl w:val="0"/>
          <w:numId w:val="5"/>
        </w:numPr>
      </w:pPr>
      <w:r w:rsidRPr="00A025EC">
        <w:t>Shear: 10</w:t>
      </w:r>
      <w:r w:rsidR="00307AEE" w:rsidRPr="00A025EC">
        <w:t>,</w:t>
      </w:r>
      <w:r w:rsidRPr="00A025EC">
        <w:t>000N</w:t>
      </w:r>
    </w:p>
    <w:p w14:paraId="16EF4318" w14:textId="1FC0B730" w:rsidR="008A24F6" w:rsidRDefault="008B53C5" w:rsidP="009029B3">
      <w:pPr>
        <w:pStyle w:val="ListParagraph"/>
        <w:numPr>
          <w:ilvl w:val="0"/>
          <w:numId w:val="5"/>
        </w:numPr>
        <w:rPr>
          <w:rFonts w:ascii="Cambria-Italic" w:hAnsi="Cambria-Italic" w:cs="Cambria-Italic"/>
          <w:i/>
          <w:iCs/>
        </w:rPr>
      </w:pPr>
      <w:r w:rsidRPr="00A025EC">
        <w:t>Moment: 1</w:t>
      </w:r>
      <w:r w:rsidR="00307AEE" w:rsidRPr="00A025EC">
        <w:t>,</w:t>
      </w:r>
      <w:r w:rsidRPr="00A025EC">
        <w:t>000Nm</w:t>
      </w:r>
      <w:r w:rsidR="001A1C05" w:rsidRPr="00792166">
        <w:rPr>
          <w:rFonts w:ascii="Cambria-Italic" w:hAnsi="Cambria-Italic" w:cs="Cambria-Italic"/>
          <w:i/>
          <w:iCs/>
        </w:rPr>
        <w:t xml:space="preserve"> </w:t>
      </w:r>
    </w:p>
    <w:p w14:paraId="3F406515" w14:textId="77777777" w:rsidR="009029B3" w:rsidRPr="00FF3E77" w:rsidRDefault="009029B3" w:rsidP="00FF3E77">
      <w:pPr>
        <w:ind w:left="360"/>
        <w:rPr>
          <w:rFonts w:ascii="Cambria-Italic" w:hAnsi="Cambria-Italic" w:cs="Cambria-Italic"/>
          <w:i/>
          <w:iCs/>
        </w:rPr>
      </w:pPr>
    </w:p>
    <w:p w14:paraId="0340B3FA" w14:textId="77777777" w:rsidR="008B53C5" w:rsidRPr="008B53C5" w:rsidRDefault="008B53C5" w:rsidP="002C0DFD">
      <w:pPr>
        <w:pStyle w:val="EngDMTHeading3"/>
      </w:pPr>
      <w:bookmarkStart w:id="15" w:name="_Toc519682716"/>
      <w:r w:rsidRPr="008B53C5">
        <w:t>Fastener Loads</w:t>
      </w:r>
      <w:bookmarkEnd w:id="15"/>
    </w:p>
    <w:p w14:paraId="43AC7B18" w14:textId="2D2B8EAD" w:rsidR="001A1C05" w:rsidRDefault="00D11868" w:rsidP="001A1C05">
      <w:pPr>
        <w:suppressAutoHyphens w:val="0"/>
        <w:autoSpaceDE w:val="0"/>
        <w:autoSpaceDN w:val="0"/>
        <w:adjustRightInd w:val="0"/>
      </w:pPr>
      <w:r w:rsidRPr="00D11868">
        <w:t>The M12 fa</w:t>
      </w:r>
      <w:r>
        <w:t xml:space="preserve">steners </w:t>
      </w:r>
      <w:r w:rsidR="00804331">
        <w:t>shall</w:t>
      </w:r>
      <w:r>
        <w:t xml:space="preserve"> be torqued to 68 N-</w:t>
      </w:r>
      <w:r w:rsidRPr="00D11868">
        <w:t>m (50 ft-lb).</w:t>
      </w:r>
      <w:r w:rsidR="00214A69">
        <w:rPr>
          <w:rStyle w:val="FootnoteReference"/>
        </w:rPr>
        <w:footnoteReference w:id="3"/>
      </w:r>
      <w:r w:rsidRPr="00D11868">
        <w:t xml:space="preserve">  The design of the instrument mechanical interface shall ensure the induced loads in the fasteners will not exceed 80% of this value for any load condition</w:t>
      </w:r>
      <w:r w:rsidR="003B4171">
        <w:rPr>
          <w:rStyle w:val="FootnoteReference"/>
        </w:rPr>
        <w:footnoteReference w:id="4"/>
      </w:r>
      <w:r w:rsidRPr="00D11868">
        <w:t>.</w:t>
      </w:r>
      <w:r w:rsidR="001A1C05">
        <w:t xml:space="preserve"> </w:t>
      </w:r>
    </w:p>
    <w:p w14:paraId="1AF31DC7" w14:textId="34E5F9CA" w:rsidR="001A1C05" w:rsidRDefault="001A1C05" w:rsidP="001A1C05">
      <w:pPr>
        <w:suppressAutoHyphens w:val="0"/>
        <w:autoSpaceDE w:val="0"/>
        <w:autoSpaceDN w:val="0"/>
        <w:adjustRightInd w:val="0"/>
        <w:rPr>
          <w:rFonts w:ascii="Cambria" w:hAnsi="Cambria" w:cs="Cambria"/>
          <w:kern w:val="0"/>
        </w:rPr>
      </w:pPr>
    </w:p>
    <w:p w14:paraId="1128F3CB" w14:textId="796C8B8F" w:rsidR="000E1DE5" w:rsidRDefault="000E1DE5" w:rsidP="002C0DFD">
      <w:pPr>
        <w:pStyle w:val="EngDMTHeading3"/>
      </w:pPr>
      <w:bookmarkStart w:id="16" w:name="_Toc519682717"/>
      <w:r w:rsidRPr="000E1DE5">
        <w:lastRenderedPageBreak/>
        <w:t>Th</w:t>
      </w:r>
      <w:r w:rsidR="003E11AE">
        <w:t>eoretical Position of Mech.</w:t>
      </w:r>
      <w:r w:rsidRPr="000E1DE5">
        <w:t xml:space="preserve"> Interfaces w.r.t Cassegrain Rotator Coordinate System</w:t>
      </w:r>
      <w:bookmarkEnd w:id="16"/>
    </w:p>
    <w:p w14:paraId="6D84D623" w14:textId="4C788618" w:rsidR="00585655" w:rsidRDefault="00C40EB2" w:rsidP="00585655">
      <w:r w:rsidRPr="000A7BC1">
        <w:t xml:space="preserve">The theoretical (perfect) position for the interfaces </w:t>
      </w:r>
      <w:r w:rsidRPr="00AD2170">
        <w:t>can be defined in terms of the</w:t>
      </w:r>
      <w:r w:rsidRPr="00AD2170">
        <w:rPr>
          <w:b/>
          <w:bCs/>
        </w:rPr>
        <w:t xml:space="preserve"> </w:t>
      </w:r>
      <w:r w:rsidR="003A40AB" w:rsidRPr="00AD2170">
        <w:t>CRC</w:t>
      </w:r>
      <w:r w:rsidR="00CE181A">
        <w:t>o</w:t>
      </w:r>
      <w:r w:rsidR="003A40AB" w:rsidRPr="00AD2170">
        <w:t xml:space="preserve">S </w:t>
      </w:r>
      <w:r w:rsidRPr="00AD2170">
        <w:t>as follows:</w:t>
      </w:r>
      <w:bookmarkStart w:id="17" w:name="_Toc275154615"/>
      <w:bookmarkStart w:id="18" w:name="_Toc320286504"/>
    </w:p>
    <w:p w14:paraId="1C17EFCF" w14:textId="77777777" w:rsidR="00585655" w:rsidRPr="00585655" w:rsidRDefault="00585655" w:rsidP="00585655"/>
    <w:p w14:paraId="4ABDE2B0" w14:textId="27B7C735" w:rsidR="005B7788" w:rsidRPr="00AD2170" w:rsidRDefault="005B7788" w:rsidP="00FD7C34">
      <w:pPr>
        <w:pStyle w:val="Caption"/>
        <w:ind w:left="0"/>
      </w:pPr>
      <w:r w:rsidRPr="00AD2170">
        <w:t xml:space="preserve">Table </w:t>
      </w:r>
      <w:r w:rsidR="00896AA9">
        <w:rPr>
          <w:noProof/>
        </w:rPr>
        <w:fldChar w:fldCharType="begin"/>
      </w:r>
      <w:r w:rsidR="00896AA9">
        <w:rPr>
          <w:noProof/>
        </w:rPr>
        <w:instrText xml:space="preserve"> SEQ Table \* ARABIC </w:instrText>
      </w:r>
      <w:r w:rsidR="00896AA9">
        <w:rPr>
          <w:noProof/>
        </w:rPr>
        <w:fldChar w:fldCharType="separate"/>
      </w:r>
      <w:r w:rsidR="00D24048">
        <w:rPr>
          <w:noProof/>
        </w:rPr>
        <w:t>1</w:t>
      </w:r>
      <w:r w:rsidR="00896AA9">
        <w:rPr>
          <w:noProof/>
        </w:rPr>
        <w:fldChar w:fldCharType="end"/>
      </w:r>
      <w:r w:rsidRPr="00AD2170">
        <w:t>: Interface Plane Position</w:t>
      </w:r>
      <w:bookmarkEnd w:id="17"/>
      <w:bookmarkEnd w:id="18"/>
    </w:p>
    <w:tbl>
      <w:tblPr>
        <w:tblW w:w="0" w:type="auto"/>
        <w:jc w:val="center"/>
        <w:tblLayout w:type="fixed"/>
        <w:tblLook w:val="0000" w:firstRow="0" w:lastRow="0" w:firstColumn="0" w:lastColumn="0" w:noHBand="0" w:noVBand="0"/>
      </w:tblPr>
      <w:tblGrid>
        <w:gridCol w:w="960"/>
        <w:gridCol w:w="1137"/>
        <w:gridCol w:w="4653"/>
      </w:tblGrid>
      <w:tr w:rsidR="00C40EB2" w:rsidRPr="00AD2170" w14:paraId="63808036" w14:textId="77777777" w:rsidTr="005B7788">
        <w:trPr>
          <w:jc w:val="center"/>
        </w:trPr>
        <w:tc>
          <w:tcPr>
            <w:tcW w:w="96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D4612DB" w14:textId="77777777" w:rsidR="00C40EB2" w:rsidRPr="00AD2170" w:rsidRDefault="00C40EB2" w:rsidP="00EE2A03">
            <w:r w:rsidRPr="00AD2170">
              <w:t>Face</w:t>
            </w:r>
          </w:p>
        </w:tc>
        <w:tc>
          <w:tcPr>
            <w:tcW w:w="113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44E157A" w14:textId="77777777" w:rsidR="00C40EB2" w:rsidRPr="00AD2170" w:rsidRDefault="00C40EB2" w:rsidP="00EE2A03">
            <w:r w:rsidRPr="00AD2170">
              <w:t>Parallel with</w:t>
            </w:r>
          </w:p>
        </w:tc>
        <w:tc>
          <w:tcPr>
            <w:tcW w:w="4653"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29AD2D2" w14:textId="16C82697" w:rsidR="00C40EB2" w:rsidRPr="00AD2170" w:rsidRDefault="00A14ACC" w:rsidP="00EE2A03">
            <w:r w:rsidRPr="00AD2170">
              <w:t xml:space="preserve">Perpendicular </w:t>
            </w:r>
            <w:r w:rsidR="00C40EB2" w:rsidRPr="00AD2170">
              <w:t>distance from origin,</w:t>
            </w:r>
          </w:p>
          <w:p w14:paraId="1896928A" w14:textId="405AC8B3" w:rsidR="00C40EB2" w:rsidRPr="00AD2170" w:rsidRDefault="003A40AB" w:rsidP="00EE2A03">
            <w:r w:rsidRPr="00AD2170">
              <w:t>normal to plane (mm)</w:t>
            </w:r>
          </w:p>
        </w:tc>
      </w:tr>
      <w:tr w:rsidR="00C40EB2" w:rsidRPr="00AD2170" w14:paraId="07BF4789" w14:textId="77777777" w:rsidTr="006504D2">
        <w:trPr>
          <w:jc w:val="center"/>
        </w:trPr>
        <w:tc>
          <w:tcPr>
            <w:tcW w:w="960" w:type="dxa"/>
            <w:tcBorders>
              <w:top w:val="single" w:sz="6" w:space="0" w:color="auto"/>
              <w:left w:val="single" w:sz="6" w:space="0" w:color="auto"/>
              <w:bottom w:val="single" w:sz="6" w:space="0" w:color="auto"/>
              <w:right w:val="single" w:sz="6" w:space="0" w:color="auto"/>
            </w:tcBorders>
          </w:tcPr>
          <w:p w14:paraId="53C38DC7" w14:textId="77777777" w:rsidR="00C40EB2" w:rsidRPr="00AD2170" w:rsidRDefault="00C40EB2" w:rsidP="00EE2A03">
            <w:r w:rsidRPr="00AD2170">
              <w:t>1</w:t>
            </w:r>
          </w:p>
        </w:tc>
        <w:tc>
          <w:tcPr>
            <w:tcW w:w="1137" w:type="dxa"/>
            <w:tcBorders>
              <w:top w:val="single" w:sz="6" w:space="0" w:color="auto"/>
              <w:left w:val="single" w:sz="6" w:space="0" w:color="auto"/>
              <w:bottom w:val="single" w:sz="6" w:space="0" w:color="auto"/>
              <w:right w:val="single" w:sz="6" w:space="0" w:color="auto"/>
            </w:tcBorders>
          </w:tcPr>
          <w:p w14:paraId="1022F64B" w14:textId="77777777" w:rsidR="00C40EB2" w:rsidRPr="00AD2170" w:rsidRDefault="00C40EB2" w:rsidP="00EE2A03">
            <w:r w:rsidRPr="00AD2170">
              <w:t>XY</w:t>
            </w:r>
          </w:p>
        </w:tc>
        <w:tc>
          <w:tcPr>
            <w:tcW w:w="4653" w:type="dxa"/>
            <w:tcBorders>
              <w:top w:val="single" w:sz="6" w:space="0" w:color="auto"/>
              <w:left w:val="single" w:sz="6" w:space="0" w:color="auto"/>
              <w:bottom w:val="single" w:sz="6" w:space="0" w:color="auto"/>
              <w:right w:val="single" w:sz="6" w:space="0" w:color="auto"/>
            </w:tcBorders>
          </w:tcPr>
          <w:p w14:paraId="284F5D69" w14:textId="1E27A3BF" w:rsidR="00C40EB2" w:rsidRPr="00AD2170" w:rsidRDefault="00C40EB2" w:rsidP="00EE2A03">
            <w:r w:rsidRPr="00AD2170">
              <w:t>Z = -1</w:t>
            </w:r>
            <w:r w:rsidR="00A14ACC" w:rsidRPr="00AD2170">
              <w:t>,</w:t>
            </w:r>
            <w:r w:rsidRPr="00AD2170">
              <w:t>600</w:t>
            </w:r>
          </w:p>
        </w:tc>
      </w:tr>
      <w:tr w:rsidR="00C40EB2" w:rsidRPr="00AD2170" w14:paraId="55A0EBF0" w14:textId="77777777" w:rsidTr="006504D2">
        <w:trPr>
          <w:jc w:val="center"/>
        </w:trPr>
        <w:tc>
          <w:tcPr>
            <w:tcW w:w="960" w:type="dxa"/>
            <w:tcBorders>
              <w:top w:val="single" w:sz="6" w:space="0" w:color="auto"/>
              <w:left w:val="single" w:sz="6" w:space="0" w:color="auto"/>
              <w:bottom w:val="single" w:sz="6" w:space="0" w:color="auto"/>
              <w:right w:val="single" w:sz="6" w:space="0" w:color="auto"/>
            </w:tcBorders>
          </w:tcPr>
          <w:p w14:paraId="502803B2" w14:textId="77777777" w:rsidR="00C40EB2" w:rsidRPr="00AD2170" w:rsidRDefault="00C40EB2" w:rsidP="00EE2A03">
            <w:r w:rsidRPr="00AD2170">
              <w:t>3</w:t>
            </w:r>
          </w:p>
        </w:tc>
        <w:tc>
          <w:tcPr>
            <w:tcW w:w="1137" w:type="dxa"/>
            <w:tcBorders>
              <w:top w:val="single" w:sz="6" w:space="0" w:color="auto"/>
              <w:left w:val="single" w:sz="6" w:space="0" w:color="auto"/>
              <w:bottom w:val="single" w:sz="6" w:space="0" w:color="auto"/>
              <w:right w:val="single" w:sz="6" w:space="0" w:color="auto"/>
            </w:tcBorders>
          </w:tcPr>
          <w:p w14:paraId="2A22B4F5" w14:textId="77777777" w:rsidR="00C40EB2" w:rsidRPr="00AD2170" w:rsidRDefault="00C40EB2" w:rsidP="00EE2A03">
            <w:r w:rsidRPr="00AD2170">
              <w:t>XZ</w:t>
            </w:r>
          </w:p>
        </w:tc>
        <w:tc>
          <w:tcPr>
            <w:tcW w:w="4653" w:type="dxa"/>
            <w:tcBorders>
              <w:top w:val="single" w:sz="6" w:space="0" w:color="auto"/>
              <w:left w:val="single" w:sz="6" w:space="0" w:color="auto"/>
              <w:bottom w:val="single" w:sz="6" w:space="0" w:color="auto"/>
              <w:right w:val="single" w:sz="6" w:space="0" w:color="auto"/>
            </w:tcBorders>
          </w:tcPr>
          <w:p w14:paraId="1084E70F" w14:textId="77777777" w:rsidR="00C40EB2" w:rsidRPr="00AD2170" w:rsidRDefault="00C40EB2" w:rsidP="00EE2A03">
            <w:r w:rsidRPr="00AD2170">
              <w:t>Y = 800</w:t>
            </w:r>
          </w:p>
        </w:tc>
      </w:tr>
      <w:tr w:rsidR="00C40EB2" w:rsidRPr="00AD2170" w14:paraId="05912A31" w14:textId="77777777" w:rsidTr="006504D2">
        <w:trPr>
          <w:jc w:val="center"/>
        </w:trPr>
        <w:tc>
          <w:tcPr>
            <w:tcW w:w="960" w:type="dxa"/>
            <w:tcBorders>
              <w:top w:val="single" w:sz="6" w:space="0" w:color="auto"/>
              <w:left w:val="single" w:sz="6" w:space="0" w:color="auto"/>
              <w:bottom w:val="single" w:sz="6" w:space="0" w:color="auto"/>
              <w:right w:val="single" w:sz="6" w:space="0" w:color="auto"/>
            </w:tcBorders>
          </w:tcPr>
          <w:p w14:paraId="19882697" w14:textId="77777777" w:rsidR="00C40EB2" w:rsidRPr="00AD2170" w:rsidRDefault="00C40EB2" w:rsidP="00EE2A03">
            <w:r w:rsidRPr="00AD2170">
              <w:t>5</w:t>
            </w:r>
          </w:p>
        </w:tc>
        <w:tc>
          <w:tcPr>
            <w:tcW w:w="1137" w:type="dxa"/>
            <w:tcBorders>
              <w:top w:val="single" w:sz="6" w:space="0" w:color="auto"/>
              <w:left w:val="single" w:sz="6" w:space="0" w:color="auto"/>
              <w:bottom w:val="single" w:sz="6" w:space="0" w:color="auto"/>
              <w:right w:val="single" w:sz="6" w:space="0" w:color="auto"/>
            </w:tcBorders>
          </w:tcPr>
          <w:p w14:paraId="173D1E83" w14:textId="77777777" w:rsidR="00C40EB2" w:rsidRPr="00AD2170" w:rsidRDefault="00C40EB2" w:rsidP="00EE2A03">
            <w:r w:rsidRPr="00AD2170">
              <w:t>XZ</w:t>
            </w:r>
          </w:p>
        </w:tc>
        <w:tc>
          <w:tcPr>
            <w:tcW w:w="4653" w:type="dxa"/>
            <w:tcBorders>
              <w:top w:val="single" w:sz="6" w:space="0" w:color="auto"/>
              <w:left w:val="single" w:sz="6" w:space="0" w:color="auto"/>
              <w:bottom w:val="single" w:sz="6" w:space="0" w:color="auto"/>
              <w:right w:val="single" w:sz="6" w:space="0" w:color="auto"/>
            </w:tcBorders>
          </w:tcPr>
          <w:p w14:paraId="1EC84F26" w14:textId="77777777" w:rsidR="00C40EB2" w:rsidRPr="00AD2170" w:rsidRDefault="00C40EB2" w:rsidP="00EE2A03">
            <w:r w:rsidRPr="00AD2170">
              <w:t>Y = -800</w:t>
            </w:r>
          </w:p>
        </w:tc>
      </w:tr>
    </w:tbl>
    <w:p w14:paraId="3E33793F" w14:textId="1558C0CA" w:rsidR="0019613F" w:rsidRPr="00AD2170" w:rsidRDefault="0019613F" w:rsidP="00EE2A03"/>
    <w:p w14:paraId="08E8C6A6" w14:textId="44D57958" w:rsidR="000A7BC1" w:rsidRPr="00AD2170" w:rsidRDefault="000A7BC1" w:rsidP="002C0DFD">
      <w:pPr>
        <w:pStyle w:val="EngDMTHeading3"/>
      </w:pPr>
      <w:bookmarkStart w:id="19" w:name="_Toc519682718"/>
      <w:r w:rsidRPr="00AD2170">
        <w:t>Space Envelope</w:t>
      </w:r>
      <w:bookmarkEnd w:id="19"/>
    </w:p>
    <w:p w14:paraId="17BF13FE" w14:textId="179F00FE" w:rsidR="00AD2170" w:rsidRPr="000A7BC1" w:rsidRDefault="000A7BC1" w:rsidP="00EE2A03">
      <w:r w:rsidRPr="00AD2170">
        <w:t>The allowable space envelope is defined by considering safe clearances to the telescope structure, Cassegrain rotator and cable wrap. Additional</w:t>
      </w:r>
      <w:r w:rsidRPr="000A7BC1">
        <w:t xml:space="preserve"> </w:t>
      </w:r>
      <w:r w:rsidR="002458DC">
        <w:t xml:space="preserve">constraints </w:t>
      </w:r>
      <w:r w:rsidRPr="000A7BC1">
        <w:t>are placed by the requirement to</w:t>
      </w:r>
      <w:r w:rsidR="002458DC">
        <w:t xml:space="preserve"> be able to</w:t>
      </w:r>
      <w:r w:rsidRPr="000A7BC1">
        <w:t xml:space="preserve"> operate instruments </w:t>
      </w:r>
      <w:r w:rsidR="002458DC">
        <w:t xml:space="preserve">on any of the </w:t>
      </w:r>
      <w:r w:rsidRPr="000A7BC1">
        <w:t>upward or side looking</w:t>
      </w:r>
      <w:r w:rsidR="002458DC">
        <w:t xml:space="preserve"> ports</w:t>
      </w:r>
      <w:r w:rsidRPr="000A7BC1">
        <w:t>. Further restrictions are dictated by operational considerations, handling and personnel access. The space envelope allowed for instruments is shown on drawing 89-GP-1000-0004.  This space envelope must include the instrument electronics and thermal enclosure(s)</w:t>
      </w:r>
      <w:r w:rsidR="003B4171">
        <w:rPr>
          <w:rStyle w:val="FootnoteReference"/>
        </w:rPr>
        <w:footnoteReference w:id="5"/>
      </w:r>
      <w:r w:rsidRPr="000A7BC1">
        <w:t xml:space="preserve">. </w:t>
      </w:r>
      <w:r w:rsidR="00AD2170">
        <w:t>Extension</w:t>
      </w:r>
      <w:r w:rsidR="00AD2170" w:rsidRPr="00AD2170">
        <w:t xml:space="preserve"> into the ISS</w:t>
      </w:r>
      <w:r w:rsidR="00AD2170">
        <w:t xml:space="preserve"> (such as to add an entrance shutter) will require a waiver of the space envelope and must be coordinated with the Gemini Development Division.</w:t>
      </w:r>
      <w:r w:rsidR="003B4171">
        <w:t xml:space="preserve"> </w:t>
      </w:r>
    </w:p>
    <w:p w14:paraId="2C2EA584" w14:textId="77777777" w:rsidR="000A7BC1" w:rsidRPr="000A7BC1" w:rsidRDefault="000A7BC1" w:rsidP="00EE2A03"/>
    <w:p w14:paraId="14908FB9" w14:textId="343EB96D" w:rsidR="000A7BC1" w:rsidRDefault="000A7BC1" w:rsidP="00EE2A03">
      <w:r w:rsidRPr="000A7BC1">
        <w:t>The space envelopes on the drawing 89-GP-1000-0004 are represented by dotted and solid lines. The solid lines are ‘hard’ limits in the sense that they are defined by fixed parts of the telescope structure and therefore cannot be compromised. The dotted lines represent limits dictated by access and ease of handling considerations. In principal they can be violated but doing so will cause some difficulty and therefore this must only be done after agreement with the Gemini Development Division.</w:t>
      </w:r>
    </w:p>
    <w:p w14:paraId="45686D90" w14:textId="1D690A84" w:rsidR="00EF43C7" w:rsidRDefault="00EF43C7" w:rsidP="00EE2A03"/>
    <w:p w14:paraId="634C779B" w14:textId="661A586A" w:rsidR="00EF43C7" w:rsidRDefault="00EF43C7" w:rsidP="002C0DFD">
      <w:pPr>
        <w:pStyle w:val="EngDMTHeading3"/>
      </w:pPr>
      <w:bookmarkStart w:id="20" w:name="_Toc519682719"/>
      <w:r>
        <w:t>Mass and Center of Gravity (CofG)</w:t>
      </w:r>
      <w:bookmarkEnd w:id="20"/>
    </w:p>
    <w:p w14:paraId="694AF28C" w14:textId="3B177F01" w:rsidR="00EF43C7" w:rsidRDefault="00EF43C7" w:rsidP="00EE2A03">
      <w:r w:rsidRPr="0049067F">
        <w:t>The weight on the ISS science instrument port faces (1,3 and 5) must be trimmed to be 2,000kg</w:t>
      </w:r>
      <w:r w:rsidR="003B4171">
        <w:rPr>
          <w:rStyle w:val="FootnoteReference"/>
        </w:rPr>
        <w:footnoteReference w:id="6"/>
      </w:r>
      <w:r w:rsidR="002B2B2A">
        <w:t xml:space="preserve"> </w:t>
      </w:r>
      <w:r w:rsidRPr="0049067F">
        <w:t xml:space="preserve">with a CofG located 1,000 mm out from the ISS mechanical interface. The CofG position, when projected perpendicularly onto the mechanical interface plane </w:t>
      </w:r>
      <w:r w:rsidR="005A7CEF">
        <w:t>shall</w:t>
      </w:r>
      <w:r w:rsidRPr="0049067F">
        <w:t xml:space="preserve"> be central to the science port.</w:t>
      </w:r>
      <w:r w:rsidR="003B4171">
        <w:rPr>
          <w:rStyle w:val="FootnoteReference"/>
        </w:rPr>
        <w:footnoteReference w:id="7"/>
      </w:r>
      <w:r w:rsidR="002B2B2A">
        <w:t xml:space="preserve"> </w:t>
      </w:r>
      <w:r w:rsidR="002B2B2A" w:rsidRPr="0049067F">
        <w:t xml:space="preserve">This must include the thermal </w:t>
      </w:r>
      <w:r w:rsidR="002B2B2A">
        <w:t xml:space="preserve">electronics </w:t>
      </w:r>
      <w:r w:rsidR="002B2B2A" w:rsidRPr="0049067F">
        <w:t>enclosure(s) and all cabling/services connections</w:t>
      </w:r>
      <w:r w:rsidR="002B2B2A">
        <w:t>.</w:t>
      </w:r>
      <w:r w:rsidR="008A24F6">
        <w:t xml:space="preserve"> </w:t>
      </w:r>
      <w:r w:rsidRPr="00953383">
        <w:t xml:space="preserve">Gemini </w:t>
      </w:r>
      <w:r>
        <w:t xml:space="preserve">has standard and long </w:t>
      </w:r>
      <w:r w:rsidRPr="00953383">
        <w:t>ballast weight</w:t>
      </w:r>
      <w:r>
        <w:t xml:space="preserve"> s</w:t>
      </w:r>
      <w:r w:rsidR="006665B3">
        <w:t xml:space="preserve">ystems </w:t>
      </w:r>
      <w:r w:rsidRPr="00953383">
        <w:t>for visiting instruments a</w:t>
      </w:r>
      <w:r w:rsidR="006665B3">
        <w:t>nd can provide drawings of the</w:t>
      </w:r>
      <w:r w:rsidRPr="00953383">
        <w:t xml:space="preserve"> structures. The ballast weight</w:t>
      </w:r>
      <w:r>
        <w:t xml:space="preserve"> structure</w:t>
      </w:r>
      <w:r w:rsidRPr="00953383">
        <w:t>s are empty frames upon which to mount instruments and add weight.</w:t>
      </w:r>
      <w:r>
        <w:t xml:space="preserve"> The moveable ballast weight</w:t>
      </w:r>
      <w:r w:rsidR="006665B3">
        <w:t>s</w:t>
      </w:r>
      <w:r>
        <w:t xml:space="preserve"> </w:t>
      </w:r>
      <w:r w:rsidR="002B1779">
        <w:t>include</w:t>
      </w:r>
      <w:r>
        <w:t xml:space="preserve"> metal plates and disks in multiple sizes. </w:t>
      </w:r>
    </w:p>
    <w:p w14:paraId="0F700AEE" w14:textId="77777777" w:rsidR="00813635" w:rsidRDefault="00813635" w:rsidP="00EE2A03"/>
    <w:p w14:paraId="7B47DE77" w14:textId="524003C7" w:rsidR="00EF43C7" w:rsidRDefault="00EF43C7" w:rsidP="002C0DFD">
      <w:pPr>
        <w:pStyle w:val="EngDMTHeading3"/>
      </w:pPr>
      <w:bookmarkStart w:id="21" w:name="_Toc519682720"/>
      <w:r>
        <w:lastRenderedPageBreak/>
        <w:t>Out of Balance</w:t>
      </w:r>
      <w:bookmarkEnd w:id="21"/>
    </w:p>
    <w:p w14:paraId="476D27F9" w14:textId="19B6DE16" w:rsidR="003B5A15" w:rsidRDefault="00EF43C7" w:rsidP="003B5A15">
      <w:pPr>
        <w:suppressAutoHyphens w:val="0"/>
        <w:autoSpaceDE w:val="0"/>
        <w:autoSpaceDN w:val="0"/>
        <w:adjustRightInd w:val="0"/>
      </w:pPr>
      <w:r w:rsidRPr="0049067F">
        <w:t>In any orientation of the telescope or rotator, the out of balance caused by the instrument must not exceed 500Nm with respect to the telescope elevation axis. This will include static imbalance and any change in mass moment due to moving elem</w:t>
      </w:r>
      <w:r>
        <w:t>ents or LN</w:t>
      </w:r>
      <w:r w:rsidR="00AB0D53" w:rsidRPr="00FD7C34">
        <w:rPr>
          <w:vertAlign w:val="subscript"/>
        </w:rPr>
        <w:t>2</w:t>
      </w:r>
      <w:r>
        <w:t xml:space="preserve"> boil-off/topping up.</w:t>
      </w:r>
      <w:r w:rsidR="00BA1216">
        <w:rPr>
          <w:rStyle w:val="FootnoteReference"/>
        </w:rPr>
        <w:footnoteReference w:id="8"/>
      </w:r>
    </w:p>
    <w:p w14:paraId="1772AFE3" w14:textId="77777777" w:rsidR="00813635" w:rsidRDefault="00813635" w:rsidP="003B5A15">
      <w:pPr>
        <w:suppressAutoHyphens w:val="0"/>
        <w:autoSpaceDE w:val="0"/>
        <w:autoSpaceDN w:val="0"/>
        <w:adjustRightInd w:val="0"/>
      </w:pPr>
    </w:p>
    <w:p w14:paraId="5D22F134" w14:textId="77777777" w:rsidR="00A22ED3" w:rsidRPr="00AD2170" w:rsidRDefault="00A22ED3" w:rsidP="002C0DFD">
      <w:pPr>
        <w:pStyle w:val="EngDMTHeading3"/>
      </w:pPr>
      <w:bookmarkStart w:id="22" w:name="_Toc519682721"/>
      <w:r>
        <w:t>Vibrations</w:t>
      </w:r>
      <w:bookmarkEnd w:id="22"/>
    </w:p>
    <w:p w14:paraId="589908CC" w14:textId="77777777" w:rsidR="000B5194" w:rsidRDefault="000B5194" w:rsidP="000B5194"/>
    <w:p w14:paraId="33257F45" w14:textId="48895C1B" w:rsidR="000B5194" w:rsidRDefault="000B5194" w:rsidP="000B5194">
      <w:r>
        <w:t xml:space="preserve">To address vibration issues, during the early design stages of ISS-mounted instruments, Gemini mechanical engineers will work closely with the instrument build team to provide information </w:t>
      </w:r>
      <w:r w:rsidR="005A7CEF">
        <w:t>and access</w:t>
      </w:r>
      <w:r>
        <w:t xml:space="preserve"> to Gemini vibration and FEA data, analysis and reports. The end goal will be to determine the vibration constraints for the instrument.</w:t>
      </w:r>
      <w:r w:rsidRPr="000B5194">
        <w:rPr>
          <w:rStyle w:val="FootnoteReference"/>
        </w:rPr>
        <w:t xml:space="preserve"> </w:t>
      </w:r>
      <w:r w:rsidRPr="007E7483">
        <w:rPr>
          <w:rStyle w:val="FootnoteReference"/>
        </w:rPr>
        <w:footnoteReference w:id="9"/>
      </w:r>
      <w:r>
        <w:t> </w:t>
      </w:r>
    </w:p>
    <w:p w14:paraId="5B2BF6D2" w14:textId="0AFFB3FF" w:rsidR="00B8369B" w:rsidRDefault="00B8369B" w:rsidP="000B5194"/>
    <w:p w14:paraId="40903DF4" w14:textId="77777777" w:rsidR="000B5194" w:rsidRDefault="000B5194" w:rsidP="0052300F"/>
    <w:p w14:paraId="3C5FBFFD" w14:textId="40552613" w:rsidR="00A14ACC" w:rsidRDefault="00A14ACC" w:rsidP="00585655">
      <w:pPr>
        <w:pStyle w:val="EngDMTHeading2"/>
      </w:pPr>
      <w:bookmarkStart w:id="23" w:name="_Toc519682722"/>
      <w:r>
        <w:t>Optical Interface</w:t>
      </w:r>
      <w:bookmarkEnd w:id="23"/>
    </w:p>
    <w:p w14:paraId="77CCCB87" w14:textId="2D4CCDD2" w:rsidR="008971D3" w:rsidRDefault="00A14ACC" w:rsidP="008971D3">
      <w:pPr>
        <w:suppressAutoHyphens w:val="0"/>
        <w:autoSpaceDE w:val="0"/>
        <w:autoSpaceDN w:val="0"/>
        <w:adjustRightInd w:val="0"/>
        <w:rPr>
          <w:rFonts w:ascii="Cambria" w:hAnsi="Cambria" w:cs="Cambria"/>
          <w:kern w:val="0"/>
        </w:rPr>
      </w:pPr>
      <w:r w:rsidRPr="00A14ACC">
        <w:t>The optical interface for the instruments is a circular port 400mm in diameter through which the telescope or calibration beam can be directed. The port is central to the ISS face and the beam emerges perpendicular to the interface plane. A machined land is provided to make a light tight seal with the instrument.</w:t>
      </w:r>
      <w:r w:rsidR="008971D3" w:rsidRPr="008971D3">
        <w:rPr>
          <w:rFonts w:ascii="Cambria" w:hAnsi="Cambria" w:cs="Cambria"/>
          <w:kern w:val="0"/>
        </w:rPr>
        <w:t xml:space="preserve"> </w:t>
      </w:r>
      <w:r w:rsidR="008971D3">
        <w:rPr>
          <w:rFonts w:ascii="Cambria" w:hAnsi="Cambria" w:cs="Cambria"/>
          <w:kern w:val="0"/>
        </w:rPr>
        <w:t>When mounted on the ISS, the instrument shall accept the Gemini</w:t>
      </w:r>
    </w:p>
    <w:p w14:paraId="5A113EC7" w14:textId="57F3325B" w:rsidR="00694B5F" w:rsidRDefault="008971D3" w:rsidP="00EE2A03">
      <w:r>
        <w:rPr>
          <w:rFonts w:ascii="Cambria" w:hAnsi="Cambria" w:cs="Cambria"/>
          <w:kern w:val="0"/>
        </w:rPr>
        <w:t>telescope beam.</w:t>
      </w:r>
      <w:r w:rsidR="00BA1216">
        <w:rPr>
          <w:rStyle w:val="FootnoteReference"/>
        </w:rPr>
        <w:footnoteReference w:id="10"/>
      </w:r>
      <w:r w:rsidR="00A14ACC" w:rsidRPr="00A14ACC">
        <w:t xml:space="preserve"> Fastener detail for mounting a baffle component</w:t>
      </w:r>
      <w:r w:rsidR="00813635">
        <w:t xml:space="preserve"> can be provided as needed.</w:t>
      </w:r>
    </w:p>
    <w:p w14:paraId="27DFAF4B" w14:textId="77777777" w:rsidR="00813635" w:rsidRDefault="00813635" w:rsidP="00EE2A03"/>
    <w:p w14:paraId="27510818" w14:textId="6AB04CEB" w:rsidR="00A14ACC" w:rsidRPr="00AD2170" w:rsidRDefault="00A14ACC" w:rsidP="002C0DFD">
      <w:pPr>
        <w:pStyle w:val="EngDMTHeading3"/>
      </w:pPr>
      <w:bookmarkStart w:id="24" w:name="_Toc519682723"/>
      <w:r>
        <w:t xml:space="preserve">Face 1 </w:t>
      </w:r>
      <w:r w:rsidRPr="00AD2170">
        <w:t>Port Position</w:t>
      </w:r>
      <w:bookmarkEnd w:id="24"/>
    </w:p>
    <w:p w14:paraId="0883C929" w14:textId="089C862C" w:rsidR="00A14ACC" w:rsidRDefault="00A14ACC" w:rsidP="00EE2A03">
      <w:r w:rsidRPr="00AD2170">
        <w:t>The port center is at</w:t>
      </w:r>
      <w:r w:rsidR="003A40AB" w:rsidRPr="00AD2170">
        <w:t xml:space="preserve"> (in mm)</w:t>
      </w:r>
      <w:r w:rsidRPr="00AD2170">
        <w:t xml:space="preserve"> X = 0, Y = 0, Z = -1595, the machined land is parallel to the XY plane at Z = -1595 mm.</w:t>
      </w:r>
    </w:p>
    <w:p w14:paraId="77D401C6" w14:textId="77777777" w:rsidR="00813635" w:rsidRPr="00AD2170" w:rsidRDefault="00813635" w:rsidP="00EE2A03"/>
    <w:p w14:paraId="79C4A949" w14:textId="089F3E6C" w:rsidR="00A14ACC" w:rsidRPr="00AD2170" w:rsidRDefault="00A14ACC" w:rsidP="002C0DFD">
      <w:pPr>
        <w:pStyle w:val="EngDMTHeading3"/>
      </w:pPr>
      <w:bookmarkStart w:id="25" w:name="_Toc519682724"/>
      <w:r w:rsidRPr="00AD2170">
        <w:t>Face 3 Port Position</w:t>
      </w:r>
      <w:bookmarkEnd w:id="25"/>
    </w:p>
    <w:p w14:paraId="0DDAF7CD" w14:textId="6F0CADA7" w:rsidR="003246A2" w:rsidRDefault="00A14ACC" w:rsidP="00EE2A03">
      <w:r w:rsidRPr="00AD2170">
        <w:t xml:space="preserve">The port center is at </w:t>
      </w:r>
      <w:r w:rsidR="003A40AB" w:rsidRPr="00AD2170">
        <w:t xml:space="preserve">(in mm) </w:t>
      </w:r>
      <w:r w:rsidRPr="00AD2170">
        <w:t>X = 0, Y = -795, Z = -800, the machined land is parallel to the XZ plane at Y = -795 mm.</w:t>
      </w:r>
    </w:p>
    <w:p w14:paraId="546EE497" w14:textId="77777777" w:rsidR="00813635" w:rsidRPr="00AD2170" w:rsidRDefault="00813635" w:rsidP="00EE2A03"/>
    <w:p w14:paraId="529B20DD" w14:textId="74CA23A3" w:rsidR="00A14ACC" w:rsidRPr="00AD2170" w:rsidRDefault="003246A2" w:rsidP="002C0DFD">
      <w:pPr>
        <w:pStyle w:val="EngDMTHeading3"/>
      </w:pPr>
      <w:bookmarkStart w:id="26" w:name="_Toc519682725"/>
      <w:r w:rsidRPr="00AD2170">
        <w:t>Face 5 Port Position</w:t>
      </w:r>
      <w:bookmarkEnd w:id="26"/>
    </w:p>
    <w:p w14:paraId="104CD3D4" w14:textId="3ECA94F7" w:rsidR="00C43EB5" w:rsidRDefault="003246A2" w:rsidP="00EE2A03">
      <w:r w:rsidRPr="00AD2170">
        <w:t xml:space="preserve">The port center is at </w:t>
      </w:r>
      <w:r w:rsidR="003A40AB" w:rsidRPr="00AD2170">
        <w:t xml:space="preserve">(in mm) </w:t>
      </w:r>
      <w:r w:rsidRPr="00AD2170">
        <w:t>X = 0, Y = 795</w:t>
      </w:r>
      <w:r w:rsidRPr="003246A2">
        <w:t>, Z = -800, the machined land is parallel to the XZ plane at Y = 795 mm.</w:t>
      </w:r>
    </w:p>
    <w:p w14:paraId="01C6D780" w14:textId="77777777" w:rsidR="00F87C9A" w:rsidRDefault="00F87C9A" w:rsidP="00EE2A03"/>
    <w:p w14:paraId="61880ABA" w14:textId="53F9263E" w:rsidR="00D33C3D" w:rsidRDefault="00D33C3D" w:rsidP="002C0DFD">
      <w:pPr>
        <w:pStyle w:val="EngDMTHeading3"/>
      </w:pPr>
      <w:bookmarkStart w:id="27" w:name="_Toc519682726"/>
      <w:r>
        <w:t>Optical Alignment</w:t>
      </w:r>
      <w:bookmarkEnd w:id="27"/>
    </w:p>
    <w:p w14:paraId="1FA47F99" w14:textId="3E142553" w:rsidR="00565859" w:rsidRPr="003246A2" w:rsidRDefault="00D33C3D" w:rsidP="00565859">
      <w:r>
        <w:t>Differential temperature effects between the ISS and instrument shall not impact the instrument optical alignment, and the different materials composing the ISS and instrument should be considered.</w:t>
      </w:r>
      <w:r>
        <w:rPr>
          <w:rStyle w:val="FootnoteReference"/>
        </w:rPr>
        <w:footnoteReference w:id="11"/>
      </w:r>
      <w:r>
        <w:t xml:space="preserve"> </w:t>
      </w:r>
    </w:p>
    <w:p w14:paraId="3F989902" w14:textId="1B1BC553" w:rsidR="003246A2" w:rsidRDefault="002F0537" w:rsidP="00585655">
      <w:pPr>
        <w:pStyle w:val="EngDMTHeading2"/>
      </w:pPr>
      <w:bookmarkStart w:id="28" w:name="_Toc519682727"/>
      <w:r>
        <w:lastRenderedPageBreak/>
        <w:t>Electrical</w:t>
      </w:r>
      <w:r w:rsidR="00EF43C7">
        <w:t xml:space="preserve"> Interface</w:t>
      </w:r>
      <w:bookmarkEnd w:id="28"/>
    </w:p>
    <w:p w14:paraId="4445FB07" w14:textId="7A7AEB5D" w:rsidR="00F87C9A" w:rsidRDefault="00C43EB5" w:rsidP="00EE2A03">
      <w:r w:rsidRPr="00C43EB5">
        <w:t>There are no electronic connections between the instruments and the ISS. However, the allowable space envelope for instrument structure takes into consideration access to the connector panels on the Cassegrain cable wrap. These services are</w:t>
      </w:r>
      <w:r w:rsidR="005B7788">
        <w:t xml:space="preserve"> defined</w:t>
      </w:r>
      <w:r w:rsidR="00571A99">
        <w:t xml:space="preserve"> and controlled by ICD 1.9/3.6 </w:t>
      </w:r>
      <w:r w:rsidR="005B7788">
        <w:t>Science I</w:t>
      </w:r>
      <w:r w:rsidRPr="00C43EB5">
        <w:t xml:space="preserve">nstruments to </w:t>
      </w:r>
      <w:r w:rsidR="005B7788">
        <w:t xml:space="preserve">ISS </w:t>
      </w:r>
      <w:r w:rsidRPr="00C43EB5">
        <w:t>System S</w:t>
      </w:r>
      <w:r w:rsidR="00571A99">
        <w:t>ervices</w:t>
      </w:r>
      <w:r w:rsidRPr="00C43EB5">
        <w:t>.</w:t>
      </w:r>
    </w:p>
    <w:p w14:paraId="5105D2BB" w14:textId="77777777" w:rsidR="006665B3" w:rsidRPr="006665B3" w:rsidRDefault="006665B3" w:rsidP="00EE2A03"/>
    <w:p w14:paraId="59AB959B" w14:textId="58295582" w:rsidR="00EF43C7" w:rsidRDefault="00EF43C7" w:rsidP="00585655">
      <w:pPr>
        <w:pStyle w:val="EngDMTHeading2"/>
      </w:pPr>
      <w:bookmarkStart w:id="29" w:name="_Toc519682728"/>
      <w:r>
        <w:t>Thermal</w:t>
      </w:r>
      <w:r w:rsidR="00FD7C34">
        <w:t xml:space="preserve"> Interface</w:t>
      </w:r>
      <w:bookmarkEnd w:id="29"/>
    </w:p>
    <w:p w14:paraId="269749C1" w14:textId="77777777" w:rsidR="00EF43C7" w:rsidRDefault="00EF43C7" w:rsidP="00EE2A03">
      <w:r>
        <w:t xml:space="preserve">The heat released by each instrument </w:t>
      </w:r>
      <w:r w:rsidRPr="00687D73">
        <w:t xml:space="preserve">must be controlled to reduce telescope `seeing' and to avoid distortion of the optics and support structures. To this end, the </w:t>
      </w:r>
      <w:r>
        <w:t xml:space="preserve">instrument </w:t>
      </w:r>
      <w:r w:rsidRPr="00687D73">
        <w:t>electronics will be located in insulated and thermally conditioned enclosures.</w:t>
      </w:r>
      <w:r>
        <w:t xml:space="preserve"> It is important that the enclosures also be sealed as condensation and ice may build up on the heat exchangers if the system is open to ambient air during periods of high humidity.</w:t>
      </w:r>
    </w:p>
    <w:p w14:paraId="14F540EA" w14:textId="77777777" w:rsidR="00EF43C7" w:rsidRDefault="00EF43C7" w:rsidP="00EE2A03"/>
    <w:p w14:paraId="1FC815A5" w14:textId="77777777" w:rsidR="00EF43C7" w:rsidRDefault="00EF43C7" w:rsidP="002C0DFD">
      <w:pPr>
        <w:pStyle w:val="EngDMTHeading3"/>
      </w:pPr>
      <w:bookmarkStart w:id="30" w:name="_Toc519682729"/>
      <w:r>
        <w:t>Allowable Unconditioned Heat Released from Instrument</w:t>
      </w:r>
      <w:bookmarkEnd w:id="30"/>
      <w:r>
        <w:t xml:space="preserve"> </w:t>
      </w:r>
    </w:p>
    <w:p w14:paraId="59F31D1A" w14:textId="5949DF9C" w:rsidR="00EF43C7" w:rsidRDefault="00EF43C7" w:rsidP="00EE2A03">
      <w:r w:rsidRPr="00060D62">
        <w:t xml:space="preserve">The total heat released to the </w:t>
      </w:r>
      <w:r>
        <w:t>environment</w:t>
      </w:r>
      <w:r w:rsidRPr="00060D62">
        <w:t xml:space="preserve"> by the </w:t>
      </w:r>
      <w:r>
        <w:t xml:space="preserve">instrument including the thermal electronics enclosure(s) </w:t>
      </w:r>
      <w:r w:rsidRPr="00060D62">
        <w:t>s</w:t>
      </w:r>
      <w:r>
        <w:t xml:space="preserve">hall not exceed </w:t>
      </w:r>
      <w:r w:rsidRPr="006665B3">
        <w:t>100W as a threshold and 50W as an objective value</w:t>
      </w:r>
      <w:r w:rsidR="00BA1216">
        <w:t>.</w:t>
      </w:r>
      <w:r w:rsidR="00BA1216">
        <w:rPr>
          <w:rStyle w:val="FootnoteReference"/>
        </w:rPr>
        <w:footnoteReference w:id="12"/>
      </w:r>
      <w:r w:rsidRPr="006665B3">
        <w:t xml:space="preserve"> Individual</w:t>
      </w:r>
      <w:r w:rsidRPr="00060D62">
        <w:t xml:space="preserve"> elements exposed to the </w:t>
      </w:r>
      <w:r>
        <w:t>environment</w:t>
      </w:r>
      <w:r w:rsidRPr="00060D62">
        <w:t xml:space="preserve"> </w:t>
      </w:r>
      <w:r w:rsidR="00804331">
        <w:t>shall</w:t>
      </w:r>
      <w:r w:rsidRPr="00060D62">
        <w:t xml:space="preserve"> not attain a</w:t>
      </w:r>
      <w:r>
        <w:t xml:space="preserve"> temperature 2°C above ambient.</w:t>
      </w:r>
      <w:r w:rsidR="00BA1216">
        <w:rPr>
          <w:rStyle w:val="FootnoteReference"/>
        </w:rPr>
        <w:footnoteReference w:id="13"/>
      </w:r>
    </w:p>
    <w:p w14:paraId="77D63DAC" w14:textId="166EA489" w:rsidR="001C6B45" w:rsidRDefault="001C6B45" w:rsidP="00EE2A03"/>
    <w:p w14:paraId="2E0DF075" w14:textId="77777777" w:rsidR="00EF43C7" w:rsidRDefault="00EF43C7" w:rsidP="002C0DFD">
      <w:pPr>
        <w:pStyle w:val="EngDMTHeading3"/>
      </w:pPr>
      <w:bookmarkStart w:id="31" w:name="_Toc519682730"/>
      <w:r>
        <w:t>Allowable Unconditioned Heat into ISS</w:t>
      </w:r>
      <w:bookmarkEnd w:id="31"/>
      <w:r>
        <w:t xml:space="preserve"> </w:t>
      </w:r>
    </w:p>
    <w:p w14:paraId="67CE836E" w14:textId="74C41566" w:rsidR="00EF43C7" w:rsidRDefault="00EF43C7" w:rsidP="00EE2A03">
      <w:r>
        <w:t>T</w:t>
      </w:r>
      <w:r w:rsidRPr="00060D62">
        <w:t>he instrum</w:t>
      </w:r>
      <w:r>
        <w:t>ent</w:t>
      </w:r>
      <w:r w:rsidRPr="00060D62">
        <w:t xml:space="preserve"> </w:t>
      </w:r>
      <w:r>
        <w:t xml:space="preserve">may </w:t>
      </w:r>
      <w:r w:rsidRPr="00060D62">
        <w:t xml:space="preserve">have a number of mechanisms and detector assemblies in close proximity to the telescope beam. In some </w:t>
      </w:r>
      <w:r w:rsidR="0046694F" w:rsidRPr="00060D62">
        <w:t>cases,</w:t>
      </w:r>
      <w:r w:rsidRPr="00060D62">
        <w:t xml:space="preserve"> the instrument/ISS assembly comprises a volume,</w:t>
      </w:r>
      <w:r>
        <w:t xml:space="preserve"> which is not well ventilated. </w:t>
      </w:r>
      <w:r w:rsidRPr="00060D62">
        <w:t xml:space="preserve">The limit conducted </w:t>
      </w:r>
      <w:r>
        <w:t xml:space="preserve">from the instrument </w:t>
      </w:r>
      <w:r w:rsidRPr="00060D62">
        <w:t>into the ISS s</w:t>
      </w:r>
      <w:r>
        <w:t>tructure shall not exceed 50W.</w:t>
      </w:r>
      <w:r w:rsidR="00BA1216" w:rsidRPr="00813635">
        <w:rPr>
          <w:rStyle w:val="FootnoteReference"/>
        </w:rPr>
        <w:footnoteReference w:id="14"/>
      </w:r>
      <w:r w:rsidRPr="00813635">
        <w:rPr>
          <w:rStyle w:val="FootnoteReference"/>
        </w:rPr>
        <w:t xml:space="preserve"> </w:t>
      </w:r>
    </w:p>
    <w:p w14:paraId="2175D654" w14:textId="77777777" w:rsidR="00BC7FDD" w:rsidRDefault="00BC7FDD" w:rsidP="00EE2A03"/>
    <w:p w14:paraId="58A449BE" w14:textId="77777777" w:rsidR="00A22ED3" w:rsidRDefault="00A22ED3" w:rsidP="002C0DFD">
      <w:pPr>
        <w:pStyle w:val="EngDMTHeading1"/>
      </w:pPr>
      <w:bookmarkStart w:id="32" w:name="_Toc519682731"/>
      <w:r>
        <w:t>Software Interface</w:t>
      </w:r>
      <w:bookmarkEnd w:id="32"/>
    </w:p>
    <w:p w14:paraId="1CD3EE4C" w14:textId="49FB1801" w:rsidR="000354DE" w:rsidRDefault="00A22ED3" w:rsidP="00EE2A03">
      <w:r w:rsidRPr="00C43EB5">
        <w:t xml:space="preserve">There </w:t>
      </w:r>
      <w:r>
        <w:t xml:space="preserve">is </w:t>
      </w:r>
      <w:r w:rsidRPr="00C43EB5">
        <w:t xml:space="preserve">no </w:t>
      </w:r>
      <w:r>
        <w:t>software interface</w:t>
      </w:r>
      <w:r w:rsidRPr="00C43EB5">
        <w:t xml:space="preserve"> between the instruments and the ISS. </w:t>
      </w:r>
      <w:r w:rsidR="000354DE">
        <w:br w:type="page"/>
      </w:r>
    </w:p>
    <w:p w14:paraId="63C16766" w14:textId="53BFCC86" w:rsidR="0080355E" w:rsidRDefault="00911A6D" w:rsidP="00F402ED">
      <w:pPr>
        <w:pStyle w:val="EngDMTIndices"/>
      </w:pPr>
      <w:bookmarkStart w:id="33" w:name="_Toc519682732"/>
      <w:r>
        <w:lastRenderedPageBreak/>
        <w:t>Appendix A: ISS Interface</w:t>
      </w:r>
      <w:r w:rsidR="000354DE">
        <w:t xml:space="preserve"> Requirement</w:t>
      </w:r>
      <w:r w:rsidR="00F402ED">
        <w:t>s</w:t>
      </w:r>
      <w:bookmarkEnd w:id="33"/>
    </w:p>
    <w:p w14:paraId="6371B93A" w14:textId="5A5ECCDA" w:rsidR="00EE2A03" w:rsidRDefault="0080355E" w:rsidP="0080355E">
      <w:r w:rsidRPr="0080355E">
        <w:t xml:space="preserve">The </w:t>
      </w:r>
      <w:r w:rsidR="00EE2A03" w:rsidRPr="0080355E">
        <w:t xml:space="preserve">Instrument </w:t>
      </w:r>
      <w:r w:rsidRPr="0080355E">
        <w:t>as</w:t>
      </w:r>
      <w:r>
        <w:t xml:space="preserve"> it is referred to below, shall include</w:t>
      </w:r>
      <w:r w:rsidR="00EE2A03" w:rsidRPr="00E578AE">
        <w:t xml:space="preserve"> the set of components and ancillary equipment necessary to mount and operate the instrument on the ISS. </w:t>
      </w:r>
      <w:r w:rsidR="00E578AE">
        <w:t xml:space="preserve">This includes subsystems, enclosures, </w:t>
      </w:r>
      <w:r w:rsidR="00BC2E6F">
        <w:t xml:space="preserve">frames, weights, coolant, </w:t>
      </w:r>
      <w:r w:rsidR="00E578AE">
        <w:t xml:space="preserve">connectors, cabling, etc. </w:t>
      </w:r>
    </w:p>
    <w:p w14:paraId="032AF42C" w14:textId="77777777" w:rsidR="00E578AE" w:rsidRPr="00E578AE" w:rsidRDefault="00E578AE" w:rsidP="00E578AE"/>
    <w:p w14:paraId="3E118475" w14:textId="5E999C79" w:rsidR="000354DE" w:rsidRPr="00EE2A03" w:rsidRDefault="002959FF" w:rsidP="00F402ED">
      <w:pPr>
        <w:pStyle w:val="Heading2"/>
      </w:pPr>
      <w:r>
        <w:t xml:space="preserve">  </w:t>
      </w:r>
      <w:bookmarkStart w:id="34" w:name="_Toc519682733"/>
      <w:r w:rsidR="000354DE" w:rsidRPr="00EE2A03">
        <w:t>Mechanical Interface</w:t>
      </w:r>
      <w:bookmarkEnd w:id="34"/>
    </w:p>
    <w:p w14:paraId="0BFFDCB5" w14:textId="3EC3B862" w:rsidR="000354DE" w:rsidRDefault="000354DE" w:rsidP="00EE2A03">
      <w:pPr>
        <w:pStyle w:val="Heading3"/>
      </w:pPr>
      <w:bookmarkStart w:id="35" w:name="_Toc519682734"/>
      <w:r>
        <w:t xml:space="preserve">Instrument </w:t>
      </w:r>
      <w:r w:rsidR="00792166">
        <w:t>M</w:t>
      </w:r>
      <w:r>
        <w:t xml:space="preserve">ount </w:t>
      </w:r>
      <w:r w:rsidR="00792166">
        <w:t>B</w:t>
      </w:r>
      <w:r>
        <w:t>osses</w:t>
      </w:r>
      <w:bookmarkEnd w:id="35"/>
    </w:p>
    <w:p w14:paraId="22283FCF" w14:textId="71684736" w:rsidR="000354DE" w:rsidRDefault="00911A6D" w:rsidP="00EE2A03">
      <w:r w:rsidRPr="00EE2A03">
        <w:t>T</w:t>
      </w:r>
      <w:r w:rsidR="000354DE" w:rsidRPr="00EE2A03">
        <w:t xml:space="preserve">he instrument shall </w:t>
      </w:r>
      <w:r w:rsidR="00214A69" w:rsidRPr="00EE2A03">
        <w:t xml:space="preserve">use a subset of the </w:t>
      </w:r>
      <w:r w:rsidR="00EE2A03" w:rsidRPr="00EE2A03">
        <w:t xml:space="preserve">ISS </w:t>
      </w:r>
      <w:r w:rsidR="00214A69" w:rsidRPr="00EE2A03">
        <w:t xml:space="preserve">mechanical bosses for </w:t>
      </w:r>
      <w:r w:rsidR="00E0192B">
        <w:t xml:space="preserve">ISS </w:t>
      </w:r>
      <w:r w:rsidR="00214A69" w:rsidRPr="00EE2A03">
        <w:t xml:space="preserve">mounting as </w:t>
      </w:r>
      <w:r w:rsidR="000354DE" w:rsidRPr="00EE2A03">
        <w:t xml:space="preserve">defined in </w:t>
      </w:r>
      <w:r w:rsidR="00214A69" w:rsidRPr="00EE2A03">
        <w:t xml:space="preserve">drawings 89-GP-1000-3002 and </w:t>
      </w:r>
      <w:r w:rsidR="00EE2A03">
        <w:t>89-</w:t>
      </w:r>
      <w:r w:rsidR="00214A69" w:rsidRPr="00EE2A03">
        <w:t>GP-1000-3003</w:t>
      </w:r>
      <w:r w:rsidR="000354DE" w:rsidRPr="00EE2A03">
        <w:t>.</w:t>
      </w:r>
    </w:p>
    <w:p w14:paraId="3EC523AF" w14:textId="323B6E09" w:rsidR="00D5682C" w:rsidRDefault="00D5682C" w:rsidP="00D5682C">
      <w:pPr>
        <w:spacing w:before="60"/>
      </w:pPr>
      <w:r>
        <w:t xml:space="preserve">Suggested </w:t>
      </w:r>
      <w:r w:rsidR="00792166">
        <w:t>V</w:t>
      </w:r>
      <w:r>
        <w:t>erification</w:t>
      </w:r>
      <w:r w:rsidR="00A60E0D">
        <w:t xml:space="preserve"> Method</w:t>
      </w:r>
      <w:r>
        <w:t>: Inspection</w:t>
      </w:r>
    </w:p>
    <w:p w14:paraId="63C06DF5" w14:textId="77777777" w:rsidR="00BC7FDD" w:rsidRPr="00EE2A03" w:rsidRDefault="00BC7FDD" w:rsidP="00D5682C">
      <w:pPr>
        <w:spacing w:before="60"/>
      </w:pPr>
    </w:p>
    <w:p w14:paraId="0605ECF2" w14:textId="0EABF0DD" w:rsidR="00214A69" w:rsidRDefault="000354DE" w:rsidP="00EE2A03">
      <w:pPr>
        <w:pStyle w:val="Heading3"/>
      </w:pPr>
      <w:bookmarkStart w:id="36" w:name="_Toc519682735"/>
      <w:r>
        <w:t xml:space="preserve">Loads on </w:t>
      </w:r>
      <w:r w:rsidR="00792166">
        <w:t>I</w:t>
      </w:r>
      <w:r>
        <w:t xml:space="preserve">nstrument </w:t>
      </w:r>
      <w:r w:rsidR="00792166">
        <w:t>M</w:t>
      </w:r>
      <w:r>
        <w:t xml:space="preserve">ount </w:t>
      </w:r>
      <w:r w:rsidR="00792166">
        <w:t>B</w:t>
      </w:r>
      <w:r>
        <w:t>osses</w:t>
      </w:r>
      <w:bookmarkEnd w:id="36"/>
    </w:p>
    <w:p w14:paraId="38D5E7F6" w14:textId="7340449B" w:rsidR="00BC7FDD" w:rsidRDefault="00BC7FDD" w:rsidP="00BC7FDD">
      <w:pPr>
        <w:pStyle w:val="NormalWeb"/>
        <w:spacing w:before="0" w:beforeAutospacing="0" w:after="0" w:afterAutospacing="0"/>
      </w:pPr>
      <w:r>
        <w:rPr>
          <w:color w:val="000000"/>
        </w:rPr>
        <w:t>When mounted on the ISS, the instrument shall not exceed loading on the instrument mount bosses of 10,000N in Tension, 10,000N in Shear and 1,000</w:t>
      </w:r>
      <w:r w:rsidR="00FF3E77">
        <w:rPr>
          <w:color w:val="000000"/>
        </w:rPr>
        <w:t>N-m</w:t>
      </w:r>
      <w:r>
        <w:rPr>
          <w:color w:val="000000"/>
        </w:rPr>
        <w:t xml:space="preserve"> in Moment under any loading conditions. </w:t>
      </w:r>
    </w:p>
    <w:p w14:paraId="118B1185" w14:textId="77777777" w:rsidR="00BC7FDD" w:rsidRDefault="00BC7FDD" w:rsidP="00BC7FDD">
      <w:pPr>
        <w:pStyle w:val="NormalWeb"/>
        <w:spacing w:before="0" w:beforeAutospacing="0" w:after="0" w:afterAutospacing="0"/>
      </w:pPr>
      <w:r>
        <w:rPr>
          <w:color w:val="000000"/>
        </w:rPr>
        <w:t xml:space="preserve">Rationale: Structural and material limits of the ISS, specifically the instrument </w:t>
      </w:r>
    </w:p>
    <w:p w14:paraId="1F2BE293" w14:textId="77777777" w:rsidR="00BC7FDD" w:rsidRDefault="00BC7FDD" w:rsidP="00BC7FDD">
      <w:pPr>
        <w:pStyle w:val="NormalWeb"/>
        <w:spacing w:before="0" w:beforeAutospacing="0" w:after="0" w:afterAutospacing="0"/>
      </w:pPr>
      <w:r>
        <w:rPr>
          <w:color w:val="000000"/>
        </w:rPr>
        <w:t>bosses.</w:t>
      </w:r>
    </w:p>
    <w:p w14:paraId="719FF146" w14:textId="760C75E1" w:rsidR="00BC7FDD" w:rsidRDefault="00BC7FDD" w:rsidP="00BC7FDD">
      <w:pPr>
        <w:pStyle w:val="NormalWeb"/>
        <w:spacing w:before="0" w:beforeAutospacing="0" w:after="0" w:afterAutospacing="0"/>
      </w:pPr>
      <w:r>
        <w:rPr>
          <w:color w:val="000000"/>
        </w:rPr>
        <w:t>Suggested Verification</w:t>
      </w:r>
      <w:r w:rsidR="00A60E0D">
        <w:rPr>
          <w:color w:val="000000"/>
        </w:rPr>
        <w:t xml:space="preserve"> Method</w:t>
      </w:r>
      <w:r>
        <w:rPr>
          <w:color w:val="000000"/>
        </w:rPr>
        <w:t>: Analysis</w:t>
      </w:r>
    </w:p>
    <w:p w14:paraId="1041B9F6" w14:textId="77777777" w:rsidR="00BC7FDD" w:rsidRDefault="00BC7FDD" w:rsidP="00BC7FDD">
      <w:pPr>
        <w:pStyle w:val="NormalWeb"/>
        <w:spacing w:before="0" w:beforeAutospacing="0" w:after="0" w:afterAutospacing="0"/>
      </w:pPr>
    </w:p>
    <w:p w14:paraId="14E5C8B1" w14:textId="0E361269" w:rsidR="00214A69" w:rsidRDefault="00911A6D" w:rsidP="00EE2A03">
      <w:pPr>
        <w:pStyle w:val="Heading3"/>
      </w:pPr>
      <w:bookmarkStart w:id="37" w:name="_Toc519682736"/>
      <w:r>
        <w:t xml:space="preserve">Instrument </w:t>
      </w:r>
      <w:r w:rsidR="00792166">
        <w:t>F</w:t>
      </w:r>
      <w:r w:rsidR="00214A69">
        <w:t xml:space="preserve">astener </w:t>
      </w:r>
      <w:r w:rsidR="00792166">
        <w:t>T</w:t>
      </w:r>
      <w:r w:rsidR="00214A69">
        <w:t>orqueing</w:t>
      </w:r>
      <w:bookmarkEnd w:id="37"/>
    </w:p>
    <w:p w14:paraId="2115E29E" w14:textId="77777777" w:rsidR="00BC7FDD" w:rsidRDefault="00BC7FDD" w:rsidP="00BC7FDD">
      <w:pPr>
        <w:pStyle w:val="NormalWeb"/>
        <w:spacing w:before="0" w:beforeAutospacing="0" w:after="0" w:afterAutospacing="0"/>
      </w:pPr>
      <w:r>
        <w:rPr>
          <w:color w:val="000000"/>
        </w:rPr>
        <w:t xml:space="preserve">The instrument M12 fasteners shall be torqued to 68 N-m (50 ft-lb). </w:t>
      </w:r>
    </w:p>
    <w:p w14:paraId="5FA38A88" w14:textId="0721DD15" w:rsidR="00BC7FDD" w:rsidRDefault="00BC7FDD" w:rsidP="00BC7FDD">
      <w:pPr>
        <w:pStyle w:val="NormalWeb"/>
        <w:spacing w:before="0" w:beforeAutospacing="0" w:after="0" w:afterAutospacing="0"/>
      </w:pPr>
      <w:r>
        <w:rPr>
          <w:color w:val="000000"/>
        </w:rPr>
        <w:t>Rationale: It is not acceptable to put large side forces on the M12 tapped. fastener holes on the ISS or the 30mm diameter position defining hole during the mounting process. This could cause damage (up to and including stripping of the internal threads of the instrument mount bosses) or rapid wear to the ISS that would be very difficult and costly to repair and is potentially dangerous.</w:t>
      </w:r>
    </w:p>
    <w:p w14:paraId="20067A05" w14:textId="689790DD" w:rsidR="00BC7FDD" w:rsidRDefault="00BC7FDD" w:rsidP="00BC7FDD">
      <w:pPr>
        <w:pStyle w:val="NormalWeb"/>
        <w:spacing w:before="0" w:beforeAutospacing="0" w:after="0" w:afterAutospacing="0"/>
        <w:rPr>
          <w:color w:val="000000"/>
        </w:rPr>
      </w:pPr>
      <w:r>
        <w:rPr>
          <w:color w:val="000000"/>
        </w:rPr>
        <w:t>Suggested Verification</w:t>
      </w:r>
      <w:r w:rsidR="00A60E0D">
        <w:rPr>
          <w:color w:val="000000"/>
        </w:rPr>
        <w:t xml:space="preserve"> Method</w:t>
      </w:r>
      <w:r>
        <w:rPr>
          <w:color w:val="000000"/>
        </w:rPr>
        <w:t>: Inspection, Analysis</w:t>
      </w:r>
    </w:p>
    <w:p w14:paraId="7E2A31CE" w14:textId="77777777" w:rsidR="00A60E0D" w:rsidRDefault="00A60E0D" w:rsidP="00BC7FDD">
      <w:pPr>
        <w:pStyle w:val="NormalWeb"/>
        <w:spacing w:before="0" w:beforeAutospacing="0" w:after="0" w:afterAutospacing="0"/>
      </w:pPr>
    </w:p>
    <w:p w14:paraId="704EA767" w14:textId="28AD49BF" w:rsidR="00214A69" w:rsidRDefault="00214A69" w:rsidP="00EE2A03">
      <w:pPr>
        <w:pStyle w:val="Heading3"/>
      </w:pPr>
      <w:bookmarkStart w:id="38" w:name="_Toc519682737"/>
      <w:r>
        <w:t xml:space="preserve">Loads on </w:t>
      </w:r>
      <w:r w:rsidR="00792166">
        <w:t>I</w:t>
      </w:r>
      <w:r w:rsidR="00EE2A03">
        <w:t xml:space="preserve">nstrument M12 </w:t>
      </w:r>
      <w:r w:rsidR="00792166">
        <w:t>F</w:t>
      </w:r>
      <w:r>
        <w:t>asteners</w:t>
      </w:r>
      <w:bookmarkEnd w:id="38"/>
    </w:p>
    <w:p w14:paraId="0ACDE469" w14:textId="276BD9A9" w:rsidR="00EE2A03" w:rsidRDefault="00EE2A03" w:rsidP="00EE2A03">
      <w:r>
        <w:t xml:space="preserve">When mounted on the ISS, the </w:t>
      </w:r>
      <w:r w:rsidR="00911A6D">
        <w:t xml:space="preserve">instrument shall not exceed </w:t>
      </w:r>
      <w:r w:rsidR="00214A69">
        <w:t>load</w:t>
      </w:r>
      <w:r w:rsidR="00911A6D">
        <w:t xml:space="preserve">ing </w:t>
      </w:r>
      <w:r>
        <w:t xml:space="preserve">on the instrument M12 fasteners </w:t>
      </w:r>
      <w:r w:rsidR="00911A6D">
        <w:t>of 54 N-m (40 ft-lb)</w:t>
      </w:r>
      <w:r>
        <w:t xml:space="preserve"> </w:t>
      </w:r>
      <w:r w:rsidR="004434B1">
        <w:t xml:space="preserve">under any loading conditions. </w:t>
      </w:r>
    </w:p>
    <w:p w14:paraId="2525F068" w14:textId="77777777" w:rsidR="00BC7FDD" w:rsidRDefault="00BC7FDD" w:rsidP="00BC7FDD">
      <w:pPr>
        <w:pStyle w:val="NormalWeb"/>
        <w:spacing w:before="0" w:beforeAutospacing="0" w:after="0" w:afterAutospacing="0"/>
      </w:pPr>
      <w:r>
        <w:rPr>
          <w:color w:val="000000"/>
        </w:rPr>
        <w:t>Rationale: So as to not exceed tension and shear limitations on the instrument bosses.</w:t>
      </w:r>
    </w:p>
    <w:p w14:paraId="3B849B5A" w14:textId="0E84DF27" w:rsidR="00BC7FDD" w:rsidRDefault="00BC7FDD" w:rsidP="00BC7FDD">
      <w:pPr>
        <w:pStyle w:val="NormalWeb"/>
        <w:spacing w:before="60" w:beforeAutospacing="0" w:after="0" w:afterAutospacing="0"/>
        <w:rPr>
          <w:color w:val="000000"/>
        </w:rPr>
      </w:pPr>
      <w:r>
        <w:rPr>
          <w:color w:val="000000"/>
        </w:rPr>
        <w:t>Suggested Verification</w:t>
      </w:r>
      <w:r w:rsidR="00A60E0D">
        <w:rPr>
          <w:color w:val="000000"/>
        </w:rPr>
        <w:t xml:space="preserve"> Method</w:t>
      </w:r>
      <w:r>
        <w:rPr>
          <w:color w:val="000000"/>
        </w:rPr>
        <w:t>: Analysis</w:t>
      </w:r>
    </w:p>
    <w:p w14:paraId="0A070FBC" w14:textId="77777777" w:rsidR="00BC7FDD" w:rsidRDefault="00BC7FDD" w:rsidP="00BC7FDD">
      <w:pPr>
        <w:pStyle w:val="NormalWeb"/>
        <w:spacing w:before="60" w:beforeAutospacing="0" w:after="0" w:afterAutospacing="0"/>
      </w:pPr>
    </w:p>
    <w:p w14:paraId="05BC2B27" w14:textId="7F9AF590" w:rsidR="00214A69" w:rsidRDefault="00214A69" w:rsidP="00EE2A03">
      <w:pPr>
        <w:pStyle w:val="Heading3"/>
      </w:pPr>
      <w:bookmarkStart w:id="39" w:name="_Toc519682738"/>
      <w:r>
        <w:t xml:space="preserve">Space </w:t>
      </w:r>
      <w:r w:rsidR="00792166">
        <w:t>E</w:t>
      </w:r>
      <w:r>
        <w:t>nvelope</w:t>
      </w:r>
      <w:bookmarkEnd w:id="39"/>
    </w:p>
    <w:p w14:paraId="23307964" w14:textId="440AE851" w:rsidR="00D5682C" w:rsidRDefault="00EE2A03" w:rsidP="00D5682C">
      <w:r>
        <w:t xml:space="preserve">When mounted on the ISS, the instrument shall not violate the space envelope as defined in drawing 89-GP-1000-0004. </w:t>
      </w:r>
    </w:p>
    <w:p w14:paraId="612FE5B2" w14:textId="77777777" w:rsidR="00BC7FDD" w:rsidRDefault="00BC7FDD" w:rsidP="00BC7FDD">
      <w:pPr>
        <w:pStyle w:val="NormalWeb"/>
        <w:spacing w:before="0" w:beforeAutospacing="0" w:after="0" w:afterAutospacing="0"/>
      </w:pPr>
      <w:r>
        <w:rPr>
          <w:color w:val="000000"/>
        </w:rPr>
        <w:t>Rationale: To prevent mechanical interference with other instruments and telescope systems, and to allow sufficient clearance for access to and handling of the instrument.</w:t>
      </w:r>
    </w:p>
    <w:p w14:paraId="058BC9A4" w14:textId="6C784611" w:rsidR="00BC7FDD" w:rsidRDefault="00BC7FDD" w:rsidP="00BC7FDD">
      <w:pPr>
        <w:pStyle w:val="NormalWeb"/>
        <w:spacing w:before="0" w:beforeAutospacing="0" w:after="0" w:afterAutospacing="0"/>
        <w:rPr>
          <w:color w:val="000000"/>
        </w:rPr>
      </w:pPr>
      <w:r>
        <w:rPr>
          <w:color w:val="000000"/>
        </w:rPr>
        <w:lastRenderedPageBreak/>
        <w:t>Suggested Verification</w:t>
      </w:r>
      <w:r w:rsidR="00A60E0D">
        <w:rPr>
          <w:color w:val="000000"/>
        </w:rPr>
        <w:t xml:space="preserve"> Method</w:t>
      </w:r>
      <w:r>
        <w:rPr>
          <w:color w:val="000000"/>
        </w:rPr>
        <w:t xml:space="preserve">: Inspection (of the drawings/model of the instrument, as well as measurement upon instrument arrival) </w:t>
      </w:r>
    </w:p>
    <w:p w14:paraId="5D24DDAE" w14:textId="77777777" w:rsidR="00A60E0D" w:rsidRDefault="00A60E0D" w:rsidP="00BC7FDD">
      <w:pPr>
        <w:pStyle w:val="NormalWeb"/>
        <w:spacing w:before="0" w:beforeAutospacing="0" w:after="0" w:afterAutospacing="0"/>
      </w:pPr>
    </w:p>
    <w:p w14:paraId="2CCBBA90" w14:textId="5DE422F9" w:rsidR="00214A69" w:rsidRDefault="00EE2A03" w:rsidP="00EE2A03">
      <w:pPr>
        <w:pStyle w:val="Heading3"/>
      </w:pPr>
      <w:bookmarkStart w:id="40" w:name="_Toc519682739"/>
      <w:r>
        <w:t>M</w:t>
      </w:r>
      <w:r w:rsidR="00214A69">
        <w:t>ass</w:t>
      </w:r>
      <w:bookmarkEnd w:id="40"/>
    </w:p>
    <w:p w14:paraId="23BC2913" w14:textId="77777777" w:rsidR="00BC7FDD" w:rsidRDefault="00BC7FDD" w:rsidP="00BC7FDD">
      <w:pPr>
        <w:pStyle w:val="NormalWeb"/>
        <w:spacing w:before="0" w:beforeAutospacing="0" w:after="0" w:afterAutospacing="0"/>
      </w:pPr>
      <w:r>
        <w:rPr>
          <w:color w:val="000000"/>
        </w:rPr>
        <w:t>The instrument mass shall not exceed 2000kg, with a goal of 2000kg.</w:t>
      </w:r>
    </w:p>
    <w:p w14:paraId="04808BAF" w14:textId="2068886F" w:rsidR="00BC7FDD" w:rsidRDefault="00BC7FDD" w:rsidP="00BC7FDD">
      <w:pPr>
        <w:pStyle w:val="NormalWeb"/>
        <w:spacing w:before="0" w:beforeAutospacing="0" w:after="0" w:afterAutospacing="0"/>
      </w:pPr>
      <w:r>
        <w:rPr>
          <w:color w:val="000000"/>
        </w:rPr>
        <w:t>Rationale: Structural limits of the ISS, specifically the instrument bosses. When mounted on the ISS, the instrument shall not exceed loading on the instrument mount bosses of 10,000N in Tension, 10,000N in Shear and 1,000</w:t>
      </w:r>
      <w:r w:rsidR="00FF3E77">
        <w:rPr>
          <w:color w:val="000000"/>
        </w:rPr>
        <w:t>N-m</w:t>
      </w:r>
      <w:r>
        <w:rPr>
          <w:color w:val="000000"/>
        </w:rPr>
        <w:t xml:space="preserve"> in Moment under any loading conditions.</w:t>
      </w:r>
    </w:p>
    <w:p w14:paraId="527B5A84" w14:textId="3586A14F" w:rsidR="00BC7FDD" w:rsidRDefault="00BC7FDD" w:rsidP="00BC7FDD">
      <w:pPr>
        <w:pStyle w:val="NormalWeb"/>
        <w:spacing w:before="0" w:beforeAutospacing="0" w:after="0" w:afterAutospacing="0"/>
        <w:rPr>
          <w:color w:val="000000"/>
        </w:rPr>
      </w:pPr>
      <w:r>
        <w:rPr>
          <w:color w:val="000000"/>
        </w:rPr>
        <w:t>Suggested Verification</w:t>
      </w:r>
      <w:r w:rsidR="00A60E0D">
        <w:rPr>
          <w:color w:val="000000"/>
        </w:rPr>
        <w:t xml:space="preserve"> Method</w:t>
      </w:r>
      <w:r>
        <w:rPr>
          <w:color w:val="000000"/>
        </w:rPr>
        <w:t>: Inspection</w:t>
      </w:r>
    </w:p>
    <w:p w14:paraId="2B425D95" w14:textId="77777777" w:rsidR="00BC7FDD" w:rsidRDefault="00BC7FDD" w:rsidP="00BC7FDD">
      <w:pPr>
        <w:pStyle w:val="NormalWeb"/>
        <w:spacing w:before="0" w:beforeAutospacing="0" w:after="0" w:afterAutospacing="0"/>
      </w:pPr>
    </w:p>
    <w:p w14:paraId="0F80E055" w14:textId="5D3B66EE" w:rsidR="00214A69" w:rsidRDefault="00EE2A03" w:rsidP="00EE2A03">
      <w:pPr>
        <w:pStyle w:val="Heading3"/>
      </w:pPr>
      <w:bookmarkStart w:id="41" w:name="_Toc519682740"/>
      <w:r>
        <w:t>C</w:t>
      </w:r>
      <w:r w:rsidR="00214A69">
        <w:t xml:space="preserve">enter of </w:t>
      </w:r>
      <w:r w:rsidR="00792166">
        <w:t>G</w:t>
      </w:r>
      <w:r w:rsidR="00214A69">
        <w:t>ravity</w:t>
      </w:r>
      <w:r>
        <w:t xml:space="preserve"> </w:t>
      </w:r>
      <w:r w:rsidR="00792166">
        <w:t>L</w:t>
      </w:r>
      <w:r>
        <w:t>ocation</w:t>
      </w:r>
      <w:bookmarkEnd w:id="41"/>
    </w:p>
    <w:p w14:paraId="735B2C9A" w14:textId="072BFFA8" w:rsidR="00D5682C" w:rsidRDefault="004434B1" w:rsidP="00D5682C">
      <w:r>
        <w:t>When mounted on the ISS, t</w:t>
      </w:r>
      <w:r w:rsidR="00EE2A03">
        <w:t xml:space="preserve">he </w:t>
      </w:r>
      <w:r w:rsidR="00214A69">
        <w:t xml:space="preserve">instrument center of gravity shall be located </w:t>
      </w:r>
      <w:r w:rsidR="00E578AE" w:rsidRPr="00064F7A">
        <w:t>at the point of intersection of t</w:t>
      </w:r>
      <w:r w:rsidR="00E578AE">
        <w:t>he plane parallel to ISS mountin</w:t>
      </w:r>
      <w:r w:rsidR="00E578AE" w:rsidRPr="00064F7A">
        <w:t>g face elevated 1000 mm above surface and science port central axis.</w:t>
      </w:r>
    </w:p>
    <w:p w14:paraId="571B6772" w14:textId="77777777" w:rsidR="00BC7FDD" w:rsidRDefault="00BC7FDD" w:rsidP="00BC7FDD">
      <w:pPr>
        <w:pStyle w:val="NormalWeb"/>
        <w:spacing w:before="0" w:beforeAutospacing="0" w:after="0" w:afterAutospacing="0"/>
      </w:pPr>
      <w:r>
        <w:rPr>
          <w:color w:val="000000"/>
        </w:rPr>
        <w:t>Rationale: Rationale: Minimize forces and torques on the ISS to avoid exceeding 1,000N-m in Moment in any direction.</w:t>
      </w:r>
    </w:p>
    <w:p w14:paraId="515C7587" w14:textId="1E237113" w:rsidR="00BC7FDD" w:rsidRDefault="00BC7FDD" w:rsidP="00BC7FDD">
      <w:pPr>
        <w:pStyle w:val="NormalWeb"/>
        <w:spacing w:before="60" w:beforeAutospacing="0" w:after="0" w:afterAutospacing="0"/>
        <w:rPr>
          <w:color w:val="000000"/>
        </w:rPr>
      </w:pPr>
      <w:r>
        <w:rPr>
          <w:color w:val="000000"/>
        </w:rPr>
        <w:t>Suggested Verification</w:t>
      </w:r>
      <w:r w:rsidR="00A60E0D">
        <w:rPr>
          <w:color w:val="000000"/>
        </w:rPr>
        <w:t xml:space="preserve"> Method</w:t>
      </w:r>
      <w:r>
        <w:rPr>
          <w:color w:val="000000"/>
        </w:rPr>
        <w:t xml:space="preserve">: Analysis, Inspection </w:t>
      </w:r>
    </w:p>
    <w:p w14:paraId="29614EE8" w14:textId="77777777" w:rsidR="00BC7FDD" w:rsidRDefault="00BC7FDD" w:rsidP="00BC7FDD">
      <w:pPr>
        <w:pStyle w:val="NormalWeb"/>
        <w:spacing w:before="60" w:beforeAutospacing="0" w:after="0" w:afterAutospacing="0"/>
      </w:pPr>
    </w:p>
    <w:p w14:paraId="6A25DEA8" w14:textId="7BC1E293" w:rsidR="004A4ED4" w:rsidRDefault="004434B1" w:rsidP="00E578AE">
      <w:pPr>
        <w:pStyle w:val="Heading3"/>
      </w:pPr>
      <w:bookmarkStart w:id="42" w:name="_Toc519682741"/>
      <w:r>
        <w:t>O</w:t>
      </w:r>
      <w:r w:rsidR="004A4ED4">
        <w:t xml:space="preserve">ut of </w:t>
      </w:r>
      <w:r w:rsidR="004721F2">
        <w:t>B</w:t>
      </w:r>
      <w:r w:rsidR="004A4ED4">
        <w:t>alance</w:t>
      </w:r>
      <w:bookmarkEnd w:id="42"/>
    </w:p>
    <w:p w14:paraId="647FAD0F" w14:textId="77777777" w:rsidR="00D5682C" w:rsidRDefault="004434B1" w:rsidP="00D5682C">
      <w:pPr>
        <w:spacing w:before="60"/>
      </w:pPr>
      <w:r>
        <w:t xml:space="preserve">When mounted on the ISS, </w:t>
      </w:r>
      <w:r w:rsidRPr="0049067F">
        <w:t xml:space="preserve">the </w:t>
      </w:r>
      <w:r>
        <w:t xml:space="preserve">instrument shall not cause </w:t>
      </w:r>
      <w:r w:rsidRPr="0049067F">
        <w:t xml:space="preserve">out of balance </w:t>
      </w:r>
      <w:r>
        <w:t>in excess of</w:t>
      </w:r>
      <w:r w:rsidRPr="0049067F">
        <w:t xml:space="preserve"> 500Nm with respect to the telescope elevation axis</w:t>
      </w:r>
      <w:r>
        <w:t xml:space="preserve">, </w:t>
      </w:r>
      <w:r w:rsidR="004A4ED4">
        <w:t>i</w:t>
      </w:r>
      <w:r w:rsidR="004A4ED4" w:rsidRPr="0049067F">
        <w:t>n any orientation of the telescope or rotator.</w:t>
      </w:r>
    </w:p>
    <w:p w14:paraId="601B3B81" w14:textId="77777777" w:rsidR="00BC7FDD" w:rsidRDefault="00BC7FDD" w:rsidP="00BC7FDD">
      <w:pPr>
        <w:pStyle w:val="NormalWeb"/>
        <w:spacing w:before="0" w:beforeAutospacing="0" w:after="0" w:afterAutospacing="0"/>
      </w:pPr>
      <w:r>
        <w:rPr>
          <w:color w:val="000000"/>
        </w:rPr>
        <w:t>Rationale: Minimize forces and torques on the ISS to avoid exceeding 1,000N-m in Moment in any direction.</w:t>
      </w:r>
    </w:p>
    <w:p w14:paraId="0FC6A0D1" w14:textId="66F820C1" w:rsidR="00BC7FDD" w:rsidRDefault="00BC7FDD" w:rsidP="00BC7FDD">
      <w:pPr>
        <w:pStyle w:val="NormalWeb"/>
        <w:spacing w:before="60" w:beforeAutospacing="0" w:after="0" w:afterAutospacing="0"/>
        <w:rPr>
          <w:color w:val="000000"/>
        </w:rPr>
      </w:pPr>
      <w:r>
        <w:rPr>
          <w:color w:val="000000"/>
        </w:rPr>
        <w:t>Suggested Verification</w:t>
      </w:r>
      <w:r w:rsidR="00A60E0D">
        <w:rPr>
          <w:color w:val="000000"/>
        </w:rPr>
        <w:t xml:space="preserve"> Method</w:t>
      </w:r>
      <w:r>
        <w:rPr>
          <w:color w:val="000000"/>
        </w:rPr>
        <w:t>: Analysis, Test</w:t>
      </w:r>
    </w:p>
    <w:p w14:paraId="67C09F38" w14:textId="77777777" w:rsidR="00BC7FDD" w:rsidRDefault="00BC7FDD" w:rsidP="00BC7FDD">
      <w:pPr>
        <w:pStyle w:val="NormalWeb"/>
        <w:spacing w:before="60" w:beforeAutospacing="0" w:after="0" w:afterAutospacing="0"/>
      </w:pPr>
    </w:p>
    <w:p w14:paraId="33F9BE47" w14:textId="213E3D44" w:rsidR="005A5BB8" w:rsidRDefault="005A5BB8" w:rsidP="005A5BB8">
      <w:pPr>
        <w:pStyle w:val="Heading3"/>
      </w:pPr>
      <w:bookmarkStart w:id="43" w:name="_Toc519682742"/>
      <w:r>
        <w:t xml:space="preserve">Induced </w:t>
      </w:r>
      <w:r w:rsidR="004721F2">
        <w:t>V</w:t>
      </w:r>
      <w:r>
        <w:t>ibrations in ISS</w:t>
      </w:r>
      <w:bookmarkEnd w:id="43"/>
    </w:p>
    <w:p w14:paraId="7E103B27" w14:textId="2A98802A" w:rsidR="00E25271" w:rsidRPr="00E25271" w:rsidRDefault="00E25271" w:rsidP="00E25271">
      <w:r w:rsidRPr="00E25271">
        <w:t xml:space="preserve">The instrument shall </w:t>
      </w:r>
      <w:r w:rsidR="0052300F" w:rsidRPr="00E25271">
        <w:t>not</w:t>
      </w:r>
      <w:r>
        <w:t xml:space="preserve"> transmit vibrations with PSD </w:t>
      </w:r>
      <w:r w:rsidR="000B5194">
        <w:t>exceeding</w:t>
      </w:r>
      <w:r w:rsidR="0052300F" w:rsidRPr="00E25271">
        <w:t xml:space="preserve"> XX </w:t>
      </w:r>
      <w:r w:rsidR="000B5194">
        <w:t>at frequencies</w:t>
      </w:r>
      <w:r w:rsidR="0052300F" w:rsidRPr="00E25271">
        <w:t xml:space="preserve"> from XX - XX Hz. </w:t>
      </w:r>
      <w:r w:rsidRPr="00E25271">
        <w:t xml:space="preserve">The vibration constraint for a specific instrument will be determined early in the Design Phase. </w:t>
      </w:r>
    </w:p>
    <w:p w14:paraId="28689C5A" w14:textId="77777777" w:rsidR="00BC7FDD" w:rsidRDefault="00BC7FDD" w:rsidP="00BC7FDD">
      <w:pPr>
        <w:pStyle w:val="NormalWeb"/>
        <w:spacing w:before="0" w:beforeAutospacing="0" w:after="0" w:afterAutospacing="0"/>
      </w:pPr>
      <w:r>
        <w:rPr>
          <w:color w:val="000000"/>
        </w:rPr>
        <w:t>Rationale: Vibrations transmitted from the instrument to the ISS have the potential to impact science on other instruments and on itself. It is a complex problem to directly quantify the maximum allowable vibration. GPI at GS provides one example of vibrations that required remedial work. The GPI cryocoolers are a source of 60 Hz vibrations that couple into the mirror cell and primary mirror, producing a focus-like variation in the wavefront of about 4.35E-4 g2/Hz at 60 Hz, significantly degrading the instrument performance [from arXiv:1407.7893v1]. An active cancellation system installed on the cryocoolers reduced the 60 Hz power by almost two orders of magnitude. Another example, at GN, is that the GNIRS instrument cryocoolers excite a 12 Hz resonance in the primary mirror support structure, causing oscillations in tilt in the image delivered to the focal plane. Many factors must be considered including (but not limited to) cryocooler use, type, and mounting; other vibration sources; vibration mitigation techniques; and the gravity variant environment.</w:t>
      </w:r>
    </w:p>
    <w:p w14:paraId="5042F56C" w14:textId="26F25412" w:rsidR="00BC7FDD" w:rsidRDefault="00BC7FDD" w:rsidP="00BC7FDD">
      <w:pPr>
        <w:pStyle w:val="NormalWeb"/>
        <w:spacing w:before="0" w:beforeAutospacing="0" w:after="0" w:afterAutospacing="0"/>
      </w:pPr>
      <w:r>
        <w:rPr>
          <w:color w:val="000000"/>
        </w:rPr>
        <w:t>Suggested Verification</w:t>
      </w:r>
      <w:r w:rsidR="00A60E0D">
        <w:rPr>
          <w:color w:val="000000"/>
        </w:rPr>
        <w:t xml:space="preserve"> Method</w:t>
      </w:r>
      <w:r>
        <w:rPr>
          <w:color w:val="000000"/>
        </w:rPr>
        <w:t>: Test</w:t>
      </w:r>
    </w:p>
    <w:p w14:paraId="55C4C024" w14:textId="77777777" w:rsidR="005A5BB8" w:rsidRPr="006153D5" w:rsidRDefault="005A5BB8" w:rsidP="005A5BB8"/>
    <w:p w14:paraId="0C829473" w14:textId="5F438E37" w:rsidR="004A4ED4" w:rsidRPr="004A4ED4" w:rsidRDefault="004A4ED4" w:rsidP="009A654F">
      <w:pPr>
        <w:pStyle w:val="Heading2"/>
        <w:ind w:left="864" w:hanging="864"/>
      </w:pPr>
      <w:bookmarkStart w:id="44" w:name="_Toc519682743"/>
      <w:r w:rsidRPr="004A4ED4">
        <w:lastRenderedPageBreak/>
        <w:t xml:space="preserve">Optical </w:t>
      </w:r>
      <w:r w:rsidR="007E427A">
        <w:t>I</w:t>
      </w:r>
      <w:r w:rsidRPr="004A4ED4">
        <w:t>nterface</w:t>
      </w:r>
      <w:bookmarkEnd w:id="44"/>
    </w:p>
    <w:p w14:paraId="0885C397" w14:textId="0CA1D5AA" w:rsidR="004A4ED4" w:rsidRDefault="004A4ED4" w:rsidP="00EE2A03">
      <w:pPr>
        <w:pStyle w:val="Heading3"/>
      </w:pPr>
      <w:bookmarkStart w:id="45" w:name="_Toc519682744"/>
      <w:r>
        <w:t xml:space="preserve">Instrument </w:t>
      </w:r>
      <w:r w:rsidR="00025CD0">
        <w:t>O</w:t>
      </w:r>
      <w:r>
        <w:t xml:space="preserve">ptical </w:t>
      </w:r>
      <w:r w:rsidR="00025CD0">
        <w:t>I</w:t>
      </w:r>
      <w:r>
        <w:t>nterface</w:t>
      </w:r>
      <w:bookmarkEnd w:id="45"/>
      <w:r>
        <w:t xml:space="preserve"> </w:t>
      </w:r>
    </w:p>
    <w:p w14:paraId="6D9AE1C3" w14:textId="434F0BF1" w:rsidR="00D5682C" w:rsidRDefault="00BC2E6F" w:rsidP="00D5682C">
      <w:r>
        <w:t>When mounted on the ISS, t</w:t>
      </w:r>
      <w:r w:rsidR="004A4ED4">
        <w:t xml:space="preserve">he instrument shall accept the </w:t>
      </w:r>
      <w:r>
        <w:t>Gemini telescope beam.</w:t>
      </w:r>
    </w:p>
    <w:p w14:paraId="5783CB5F" w14:textId="77777777" w:rsidR="000738FE" w:rsidRDefault="000738FE" w:rsidP="000738FE">
      <w:pPr>
        <w:pStyle w:val="NormalWeb"/>
        <w:spacing w:before="0" w:beforeAutospacing="0" w:after="0" w:afterAutospacing="0"/>
      </w:pPr>
      <w:r>
        <w:rPr>
          <w:color w:val="000000"/>
        </w:rPr>
        <w:t>Rationale: The nominal telescope F/16 focus is 300mm from the mechanical interface of the ISS. The plate scale at focus corresponds to 1.611 arc seconds per mm. The ports are detailed on drawings 89-GP-1000-3001, 89-GP-1000-3002, and 89-GP-1000-3003.</w:t>
      </w:r>
    </w:p>
    <w:p w14:paraId="761DD559" w14:textId="39432FA4" w:rsidR="000738FE" w:rsidRDefault="000738FE" w:rsidP="000738FE">
      <w:pPr>
        <w:pStyle w:val="NormalWeb"/>
        <w:spacing w:before="0" w:beforeAutospacing="0" w:after="0" w:afterAutospacing="0"/>
      </w:pPr>
      <w:r>
        <w:rPr>
          <w:color w:val="000000"/>
        </w:rPr>
        <w:t>Suggested Verification</w:t>
      </w:r>
      <w:r w:rsidR="00A60E0D">
        <w:rPr>
          <w:color w:val="000000"/>
        </w:rPr>
        <w:t xml:space="preserve"> Method</w:t>
      </w:r>
      <w:r>
        <w:rPr>
          <w:color w:val="000000"/>
        </w:rPr>
        <w:t>: Test</w:t>
      </w:r>
    </w:p>
    <w:p w14:paraId="553FC8AC" w14:textId="77777777" w:rsidR="00D33C3D" w:rsidRDefault="00D33C3D" w:rsidP="00EE2A03">
      <w:pPr>
        <w:pStyle w:val="EngDMTParagraphLevel4"/>
      </w:pPr>
    </w:p>
    <w:p w14:paraId="192DF882" w14:textId="674C0747" w:rsidR="00D33C3D" w:rsidRDefault="00D33C3D" w:rsidP="00D33C3D">
      <w:pPr>
        <w:pStyle w:val="Heading3"/>
      </w:pPr>
      <w:bookmarkStart w:id="46" w:name="_Toc519682745"/>
      <w:r>
        <w:t xml:space="preserve">Instrument </w:t>
      </w:r>
      <w:r w:rsidR="00826950">
        <w:t>O</w:t>
      </w:r>
      <w:r>
        <w:t xml:space="preserve">ptical </w:t>
      </w:r>
      <w:r w:rsidR="00826950">
        <w:t>I</w:t>
      </w:r>
      <w:r>
        <w:t>nterface</w:t>
      </w:r>
      <w:bookmarkEnd w:id="46"/>
      <w:r>
        <w:t xml:space="preserve"> </w:t>
      </w:r>
    </w:p>
    <w:p w14:paraId="09E3AEF7" w14:textId="0C1A49D3" w:rsidR="00D5682C" w:rsidRDefault="00D33C3D" w:rsidP="00D5682C">
      <w:r>
        <w:t>When mounted on the ISS, the instrument optical alignment shall not be impacted by differential temperature effects between the ISS and the instrument.</w:t>
      </w:r>
    </w:p>
    <w:p w14:paraId="7304223D" w14:textId="77777777" w:rsidR="000738FE" w:rsidRDefault="000738FE" w:rsidP="000738FE">
      <w:pPr>
        <w:pStyle w:val="NormalWeb"/>
        <w:spacing w:before="0" w:beforeAutospacing="0" w:after="0" w:afterAutospacing="0"/>
      </w:pPr>
      <w:r>
        <w:rPr>
          <w:color w:val="000000"/>
        </w:rPr>
        <w:t>Rationale: Differential temperature effects (CTE mismatch) must not affect pointing.</w:t>
      </w:r>
    </w:p>
    <w:p w14:paraId="00A273CD" w14:textId="6AEAFB58" w:rsidR="000738FE" w:rsidRDefault="000738FE" w:rsidP="000738FE">
      <w:pPr>
        <w:pStyle w:val="NormalWeb"/>
        <w:spacing w:before="0" w:beforeAutospacing="0" w:after="0" w:afterAutospacing="0"/>
      </w:pPr>
      <w:r>
        <w:rPr>
          <w:color w:val="000000"/>
        </w:rPr>
        <w:t>Suggested Verification</w:t>
      </w:r>
      <w:r w:rsidR="00A60E0D">
        <w:rPr>
          <w:color w:val="000000"/>
        </w:rPr>
        <w:t xml:space="preserve"> Method</w:t>
      </w:r>
      <w:r>
        <w:rPr>
          <w:color w:val="000000"/>
        </w:rPr>
        <w:t>: Analysis, Test</w:t>
      </w:r>
    </w:p>
    <w:p w14:paraId="0742651F" w14:textId="77777777" w:rsidR="00D33C3D" w:rsidRDefault="00D33C3D" w:rsidP="00EE2A03">
      <w:pPr>
        <w:pStyle w:val="EngDMTParagraphLevel4"/>
      </w:pPr>
    </w:p>
    <w:p w14:paraId="43614B90" w14:textId="1B92AE93" w:rsidR="004A4ED4" w:rsidRPr="004A4ED4" w:rsidRDefault="000B5194" w:rsidP="00D33C3D">
      <w:pPr>
        <w:pStyle w:val="Heading2"/>
      </w:pPr>
      <w:r>
        <w:t xml:space="preserve">   </w:t>
      </w:r>
      <w:bookmarkStart w:id="47" w:name="_Toc519682746"/>
      <w:r w:rsidR="004A4ED4">
        <w:t>Thermal</w:t>
      </w:r>
      <w:r w:rsidR="004A4ED4" w:rsidRPr="004A4ED4">
        <w:t xml:space="preserve"> </w:t>
      </w:r>
      <w:r w:rsidR="007E427A">
        <w:t>I</w:t>
      </w:r>
      <w:r w:rsidR="004A4ED4" w:rsidRPr="004A4ED4">
        <w:t>nterface</w:t>
      </w:r>
      <w:bookmarkEnd w:id="47"/>
    </w:p>
    <w:p w14:paraId="069C9FF8" w14:textId="399C7DE2" w:rsidR="004A4ED4" w:rsidRDefault="004A4ED4" w:rsidP="00EE2A03">
      <w:pPr>
        <w:pStyle w:val="Heading3"/>
      </w:pPr>
      <w:bookmarkStart w:id="48" w:name="_Toc519682747"/>
      <w:r>
        <w:t xml:space="preserve">Heat </w:t>
      </w:r>
      <w:r w:rsidR="007E427A">
        <w:t>R</w:t>
      </w:r>
      <w:r>
        <w:t xml:space="preserve">eleased into </w:t>
      </w:r>
      <w:r w:rsidR="007E427A">
        <w:t>D</w:t>
      </w:r>
      <w:r>
        <w:t xml:space="preserve">ome </w:t>
      </w:r>
      <w:r w:rsidR="007E427A">
        <w:t>E</w:t>
      </w:r>
      <w:r>
        <w:t>n</w:t>
      </w:r>
      <w:r w:rsidR="006B14D0">
        <w:t>vironment</w:t>
      </w:r>
      <w:bookmarkEnd w:id="48"/>
    </w:p>
    <w:p w14:paraId="4E1A675B" w14:textId="77777777" w:rsidR="00D5682C" w:rsidRDefault="004A4ED4" w:rsidP="00D5682C">
      <w:r w:rsidRPr="00BD665E">
        <w:t xml:space="preserve">The </w:t>
      </w:r>
      <w:r w:rsidR="006B14D0">
        <w:t xml:space="preserve">instrument shall not release heat to the dome environment in excess of 100W, with a goal of 50W. </w:t>
      </w:r>
    </w:p>
    <w:p w14:paraId="45D8D2B0" w14:textId="77777777" w:rsidR="000738FE" w:rsidRDefault="000738FE" w:rsidP="000738FE">
      <w:pPr>
        <w:pStyle w:val="NormalWeb"/>
        <w:spacing w:before="0" w:beforeAutospacing="0" w:after="0" w:afterAutospacing="0"/>
      </w:pPr>
      <w:r>
        <w:rPr>
          <w:color w:val="000000"/>
        </w:rPr>
        <w:t xml:space="preserve">Rationale: The telescope environment should be free (or brought to the lowest level achievable) of thermal contamination, 100W is the maximum allowable heat for the whole instrument. This is required to avoid thermal gradients that affect the image quality of the telescope. </w:t>
      </w:r>
    </w:p>
    <w:p w14:paraId="2A1793E3" w14:textId="5518AF84" w:rsidR="000738FE" w:rsidRDefault="000738FE" w:rsidP="000738FE">
      <w:pPr>
        <w:pStyle w:val="NormalWeb"/>
        <w:spacing w:before="0" w:beforeAutospacing="0" w:after="0" w:afterAutospacing="0"/>
        <w:rPr>
          <w:color w:val="000000"/>
        </w:rPr>
      </w:pPr>
      <w:r>
        <w:rPr>
          <w:color w:val="000000"/>
        </w:rPr>
        <w:t>Suggested Verification</w:t>
      </w:r>
      <w:r w:rsidR="00A60E0D">
        <w:rPr>
          <w:color w:val="000000"/>
        </w:rPr>
        <w:t xml:space="preserve"> Method</w:t>
      </w:r>
      <w:r>
        <w:rPr>
          <w:color w:val="000000"/>
        </w:rPr>
        <w:t>: Analysis</w:t>
      </w:r>
    </w:p>
    <w:p w14:paraId="4F288F63" w14:textId="77777777" w:rsidR="000738FE" w:rsidRDefault="000738FE" w:rsidP="000738FE">
      <w:pPr>
        <w:pStyle w:val="NormalWeb"/>
        <w:spacing w:before="0" w:beforeAutospacing="0" w:after="0" w:afterAutospacing="0"/>
      </w:pPr>
    </w:p>
    <w:p w14:paraId="5F2619B3" w14:textId="593530CC" w:rsidR="004A4ED4" w:rsidRDefault="004A4ED4" w:rsidP="006B14D0">
      <w:pPr>
        <w:pStyle w:val="Heading3"/>
        <w:rPr>
          <w:rFonts w:ascii="Calibri" w:hAnsi="Calibri"/>
          <w:color w:val="000000"/>
        </w:rPr>
      </w:pPr>
      <w:bookmarkStart w:id="49" w:name="_Toc519682748"/>
      <w:r>
        <w:t>Instrument Temperature</w:t>
      </w:r>
      <w:bookmarkEnd w:id="49"/>
      <w:r w:rsidRPr="00B12BCD">
        <w:rPr>
          <w:rFonts w:ascii="Calibri" w:hAnsi="Calibri"/>
          <w:color w:val="000000"/>
        </w:rPr>
        <w:t xml:space="preserve"> </w:t>
      </w:r>
    </w:p>
    <w:p w14:paraId="180157AF" w14:textId="317F4B36" w:rsidR="004A4ED4" w:rsidRDefault="006B14D0" w:rsidP="00EE2A03">
      <w:r>
        <w:t xml:space="preserve">The instrument shall not have exposed components with a temperature greater than 2 degrees Celsius above the dome ambient temperature. </w:t>
      </w:r>
    </w:p>
    <w:p w14:paraId="70EBDE0B" w14:textId="77777777" w:rsidR="000738FE" w:rsidRDefault="000738FE" w:rsidP="000738FE">
      <w:pPr>
        <w:pStyle w:val="NormalWeb"/>
        <w:spacing w:before="60" w:beforeAutospacing="0" w:after="0" w:afterAutospacing="0"/>
      </w:pPr>
      <w:r>
        <w:rPr>
          <w:color w:val="000000"/>
        </w:rPr>
        <w:t>Rationale: This is required to avoid thermal gradients that affect the image quality of the telescope. 2 degrees of temperature delta has an appreciable impact on the seeing of the telescope environment.</w:t>
      </w:r>
    </w:p>
    <w:p w14:paraId="23B22D68" w14:textId="3E054E7D" w:rsidR="000738FE" w:rsidRDefault="000738FE" w:rsidP="000738FE">
      <w:pPr>
        <w:pStyle w:val="NormalWeb"/>
        <w:spacing w:before="60" w:beforeAutospacing="0" w:after="0" w:afterAutospacing="0"/>
        <w:rPr>
          <w:color w:val="000000"/>
        </w:rPr>
      </w:pPr>
      <w:r>
        <w:rPr>
          <w:color w:val="000000"/>
        </w:rPr>
        <w:t>Suggested Verification</w:t>
      </w:r>
      <w:r w:rsidR="00A60E0D">
        <w:rPr>
          <w:color w:val="000000"/>
        </w:rPr>
        <w:t xml:space="preserve"> Method</w:t>
      </w:r>
      <w:r>
        <w:rPr>
          <w:color w:val="000000"/>
        </w:rPr>
        <w:t>: Analysis</w:t>
      </w:r>
    </w:p>
    <w:p w14:paraId="000530EA" w14:textId="77777777" w:rsidR="000738FE" w:rsidRDefault="000738FE" w:rsidP="000738FE">
      <w:pPr>
        <w:pStyle w:val="NormalWeb"/>
        <w:spacing w:before="60" w:beforeAutospacing="0" w:after="0" w:afterAutospacing="0"/>
      </w:pPr>
    </w:p>
    <w:p w14:paraId="39E863FD" w14:textId="116E0791" w:rsidR="004A4ED4" w:rsidRDefault="004A4ED4" w:rsidP="00EE2A03">
      <w:pPr>
        <w:pStyle w:val="Heading3"/>
      </w:pPr>
      <w:bookmarkStart w:id="50" w:name="_Toc519682749"/>
      <w:r>
        <w:t xml:space="preserve">Heat </w:t>
      </w:r>
      <w:r w:rsidR="007E427A">
        <w:t>R</w:t>
      </w:r>
      <w:r>
        <w:t xml:space="preserve">eleased into ISS </w:t>
      </w:r>
      <w:r w:rsidR="007E427A">
        <w:t>E</w:t>
      </w:r>
      <w:r>
        <w:t>nvironment</w:t>
      </w:r>
      <w:bookmarkEnd w:id="50"/>
    </w:p>
    <w:p w14:paraId="46B8E38F" w14:textId="352BC71D" w:rsidR="004A4ED4" w:rsidRDefault="006B14D0" w:rsidP="00EE2A03">
      <w:r w:rsidRPr="00BD665E">
        <w:t xml:space="preserve">The </w:t>
      </w:r>
      <w:r>
        <w:t xml:space="preserve">instrument shall not release heat into the ISS internal environment in excess of 50W. </w:t>
      </w:r>
    </w:p>
    <w:p w14:paraId="570D3543" w14:textId="77777777" w:rsidR="000738FE" w:rsidRDefault="000738FE" w:rsidP="000738FE">
      <w:pPr>
        <w:pStyle w:val="NormalWeb"/>
        <w:spacing w:before="0" w:beforeAutospacing="0" w:after="0" w:afterAutospacing="0"/>
      </w:pPr>
      <w:r>
        <w:rPr>
          <w:color w:val="000000"/>
        </w:rPr>
        <w:t>Rationale: The ISS cube is a more demanding environment in terms of heat</w:t>
      </w:r>
    </w:p>
    <w:p w14:paraId="30C129E7" w14:textId="37EEC7A9" w:rsidR="000738FE" w:rsidRDefault="00FF3E77" w:rsidP="000738FE">
      <w:pPr>
        <w:pStyle w:val="NormalWeb"/>
        <w:spacing w:before="0" w:beforeAutospacing="0" w:after="0" w:afterAutospacing="0"/>
      </w:pPr>
      <w:r>
        <w:rPr>
          <w:color w:val="000000"/>
        </w:rPr>
        <w:t>load,</w:t>
      </w:r>
      <w:r w:rsidR="000738FE">
        <w:rPr>
          <w:color w:val="000000"/>
        </w:rPr>
        <w:t xml:space="preserve"> because it is close to the optical beam of the telescope, max 50W shall be</w:t>
      </w:r>
    </w:p>
    <w:p w14:paraId="7D713F3B" w14:textId="77777777" w:rsidR="000738FE" w:rsidRDefault="000738FE" w:rsidP="000738FE">
      <w:pPr>
        <w:pStyle w:val="NormalWeb"/>
        <w:spacing w:before="0" w:beforeAutospacing="0" w:after="0" w:afterAutospacing="0"/>
      </w:pPr>
      <w:r>
        <w:rPr>
          <w:color w:val="000000"/>
        </w:rPr>
        <w:t>the allowed limit. This also should be included in the thermal load error budget.</w:t>
      </w:r>
    </w:p>
    <w:p w14:paraId="7C93C319" w14:textId="5B67C798" w:rsidR="000738FE" w:rsidRDefault="000738FE" w:rsidP="000738FE">
      <w:pPr>
        <w:pStyle w:val="NormalWeb"/>
        <w:spacing w:before="60" w:beforeAutospacing="0" w:after="0" w:afterAutospacing="0"/>
      </w:pPr>
      <w:r>
        <w:rPr>
          <w:color w:val="000000"/>
        </w:rPr>
        <w:t>Suggested Verification</w:t>
      </w:r>
      <w:r w:rsidR="00A60E0D">
        <w:rPr>
          <w:color w:val="000000"/>
        </w:rPr>
        <w:t xml:space="preserve"> Method</w:t>
      </w:r>
      <w:r>
        <w:rPr>
          <w:color w:val="000000"/>
        </w:rPr>
        <w:t>: Analysis</w:t>
      </w:r>
    </w:p>
    <w:p w14:paraId="6B826219" w14:textId="10B27FB5" w:rsidR="00D5682C" w:rsidRDefault="00D5682C" w:rsidP="000738FE">
      <w:pPr>
        <w:spacing w:before="60"/>
      </w:pPr>
    </w:p>
    <w:p w14:paraId="2AD9EF7D" w14:textId="77777777" w:rsidR="000738FE" w:rsidRPr="004A4ED4" w:rsidRDefault="000738FE" w:rsidP="000738FE">
      <w:pPr>
        <w:spacing w:before="60"/>
      </w:pPr>
    </w:p>
    <w:sectPr w:rsidR="000738FE" w:rsidRPr="004A4ED4" w:rsidSect="003344D9">
      <w:pgSz w:w="12240" w:h="15840" w:code="1"/>
      <w:pgMar w:top="1440" w:right="1440" w:bottom="1440" w:left="1440" w:header="720" w:footer="10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5FD71" w14:textId="77777777" w:rsidR="00896AA9" w:rsidRDefault="00896AA9" w:rsidP="00EE2A03">
      <w:r>
        <w:separator/>
      </w:r>
    </w:p>
  </w:endnote>
  <w:endnote w:type="continuationSeparator" w:id="0">
    <w:p w14:paraId="2A5D5A0E" w14:textId="77777777" w:rsidR="00896AA9" w:rsidRDefault="00896AA9" w:rsidP="00EE2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Italic">
    <w:altName w:val="Times New Roman Bold"/>
    <w:panose1 w:val="02020703060505090304"/>
    <w:charset w:val="00"/>
    <w:family w:val="roman"/>
    <w:pitch w:val="variable"/>
    <w:sig w:usb0="E0000AFF" w:usb1="00007843" w:usb2="00000001" w:usb3="00000000" w:csb0="000001BF" w:csb1="00000000"/>
  </w:font>
  <w:font w:name="Courier">
    <w:panose1 w:val="000000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Italic">
    <w:altName w:val="Cambria"/>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237EF" w14:textId="77777777" w:rsidR="00B20927" w:rsidRDefault="00B20927" w:rsidP="00EE2A03">
    <w:pPr>
      <w:pStyle w:val="Footer"/>
      <w:rPr>
        <w:rStyle w:val="PageNumber"/>
        <w:noProof w:val="0"/>
        <w:sz w:val="24"/>
      </w:rPr>
    </w:pPr>
    <w:r>
      <w:rPr>
        <w:rStyle w:val="PageNumber"/>
      </w:rPr>
      <w:fldChar w:fldCharType="begin"/>
    </w:r>
    <w:r>
      <w:rPr>
        <w:rStyle w:val="PageNumber"/>
      </w:rPr>
      <w:instrText xml:space="preserve">PAGE  </w:instrText>
    </w:r>
    <w:r>
      <w:rPr>
        <w:rStyle w:val="PageNumber"/>
      </w:rPr>
      <w:fldChar w:fldCharType="end"/>
    </w:r>
  </w:p>
  <w:p w14:paraId="3348AE0F" w14:textId="77777777" w:rsidR="00B20927" w:rsidRDefault="00B20927" w:rsidP="00EE2A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94151" w14:textId="37BAEB9B" w:rsidR="00B20927" w:rsidRPr="00482F08" w:rsidRDefault="00896AA9" w:rsidP="00EE2A03">
    <w:pPr>
      <w:pStyle w:val="Footer"/>
      <w:rPr>
        <w:sz w:val="16"/>
        <w:szCs w:val="16"/>
      </w:rPr>
    </w:pPr>
    <w:sdt>
      <w:sdtPr>
        <w:rPr>
          <w:sz w:val="16"/>
          <w:szCs w:val="16"/>
        </w:rPr>
        <w:id w:val="1512795492"/>
        <w:docPartObj>
          <w:docPartGallery w:val="Page Numbers (Top of Page)"/>
          <w:docPartUnique/>
        </w:docPartObj>
      </w:sdtPr>
      <w:sdtEndPr/>
      <w:sdtContent>
        <w:r w:rsidR="00B20927">
          <w:t xml:space="preserve">ICD 1.5.3/1.9 ISS to Science Instruments </w:t>
        </w:r>
        <w:r w:rsidR="00B20927" w:rsidRPr="00482F08">
          <w:rPr>
            <w:sz w:val="16"/>
            <w:szCs w:val="16"/>
          </w:rPr>
          <w:tab/>
          <w:t xml:space="preserve">Page </w:t>
        </w:r>
        <w:r w:rsidR="00B20927" w:rsidRPr="00482F08">
          <w:rPr>
            <w:sz w:val="16"/>
            <w:szCs w:val="16"/>
          </w:rPr>
          <w:fldChar w:fldCharType="begin"/>
        </w:r>
        <w:r w:rsidR="00B20927" w:rsidRPr="00482F08">
          <w:rPr>
            <w:sz w:val="16"/>
            <w:szCs w:val="16"/>
          </w:rPr>
          <w:instrText xml:space="preserve"> PAGE </w:instrText>
        </w:r>
        <w:r w:rsidR="00B20927" w:rsidRPr="00482F08">
          <w:rPr>
            <w:sz w:val="16"/>
            <w:szCs w:val="16"/>
          </w:rPr>
          <w:fldChar w:fldCharType="separate"/>
        </w:r>
        <w:r w:rsidR="0067022E">
          <w:rPr>
            <w:sz w:val="16"/>
            <w:szCs w:val="16"/>
          </w:rPr>
          <w:t>2</w:t>
        </w:r>
        <w:r w:rsidR="00B20927" w:rsidRPr="00482F08">
          <w:rPr>
            <w:sz w:val="16"/>
            <w:szCs w:val="16"/>
          </w:rPr>
          <w:fldChar w:fldCharType="end"/>
        </w:r>
        <w:r w:rsidR="00B20927" w:rsidRPr="00482F08">
          <w:rPr>
            <w:sz w:val="16"/>
            <w:szCs w:val="16"/>
          </w:rPr>
          <w:t xml:space="preserve"> of </w:t>
        </w:r>
        <w:r w:rsidR="00B20927" w:rsidRPr="00482F08">
          <w:rPr>
            <w:sz w:val="16"/>
            <w:szCs w:val="16"/>
          </w:rPr>
          <w:fldChar w:fldCharType="begin"/>
        </w:r>
        <w:r w:rsidR="00B20927" w:rsidRPr="00482F08">
          <w:rPr>
            <w:sz w:val="16"/>
            <w:szCs w:val="16"/>
          </w:rPr>
          <w:instrText xml:space="preserve"> NUMPAGES  </w:instrText>
        </w:r>
        <w:r w:rsidR="00B20927" w:rsidRPr="00482F08">
          <w:rPr>
            <w:sz w:val="16"/>
            <w:szCs w:val="16"/>
          </w:rPr>
          <w:fldChar w:fldCharType="separate"/>
        </w:r>
        <w:r w:rsidR="0067022E">
          <w:rPr>
            <w:sz w:val="16"/>
            <w:szCs w:val="16"/>
          </w:rPr>
          <w:t>12</w:t>
        </w:r>
        <w:r w:rsidR="00B20927" w:rsidRPr="00482F08">
          <w:rPr>
            <w:sz w:val="16"/>
            <w:szCs w:val="16"/>
          </w:rPr>
          <w:fldChar w:fldCharType="end"/>
        </w:r>
      </w:sdtContent>
    </w:sdt>
  </w:p>
  <w:p w14:paraId="749BA7E6" w14:textId="77777777" w:rsidR="00B20927" w:rsidRPr="001F0679" w:rsidRDefault="00B20927" w:rsidP="00EE2A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FE172" w14:textId="77777777" w:rsidR="00896AA9" w:rsidRDefault="00896AA9" w:rsidP="00EE2A03">
      <w:r>
        <w:separator/>
      </w:r>
    </w:p>
  </w:footnote>
  <w:footnote w:type="continuationSeparator" w:id="0">
    <w:p w14:paraId="62FDCC01" w14:textId="77777777" w:rsidR="00896AA9" w:rsidRDefault="00896AA9" w:rsidP="00EE2A03">
      <w:r>
        <w:continuationSeparator/>
      </w:r>
    </w:p>
  </w:footnote>
  <w:footnote w:id="1">
    <w:p w14:paraId="6543AFCB" w14:textId="32B9B258" w:rsidR="00B20927" w:rsidRDefault="00B20927" w:rsidP="00EE2A03">
      <w:pPr>
        <w:pStyle w:val="FootnoteText"/>
      </w:pPr>
      <w:r>
        <w:rPr>
          <w:rStyle w:val="FootnoteReference"/>
        </w:rPr>
        <w:footnoteRef/>
      </w:r>
      <w:r>
        <w:t xml:space="preserve"> REQ ISS.1.1</w:t>
      </w:r>
    </w:p>
  </w:footnote>
  <w:footnote w:id="2">
    <w:p w14:paraId="5A455291" w14:textId="17E081DC" w:rsidR="00B20927" w:rsidRDefault="00B20927" w:rsidP="00EE2A03">
      <w:pPr>
        <w:pStyle w:val="FootnoteText"/>
      </w:pPr>
      <w:r>
        <w:rPr>
          <w:rStyle w:val="FootnoteReference"/>
        </w:rPr>
        <w:footnoteRef/>
      </w:r>
      <w:r>
        <w:t xml:space="preserve"> REQ ISS.1.2</w:t>
      </w:r>
    </w:p>
  </w:footnote>
  <w:footnote w:id="3">
    <w:p w14:paraId="647E5860" w14:textId="63CE68BE" w:rsidR="00B20927" w:rsidRDefault="00B20927" w:rsidP="00EE2A03">
      <w:pPr>
        <w:pStyle w:val="FootnoteText"/>
      </w:pPr>
      <w:r>
        <w:rPr>
          <w:rStyle w:val="FootnoteReference"/>
        </w:rPr>
        <w:footnoteRef/>
      </w:r>
      <w:r>
        <w:t xml:space="preserve"> REQ ISS.1.3</w:t>
      </w:r>
    </w:p>
  </w:footnote>
  <w:footnote w:id="4">
    <w:p w14:paraId="1CA8049C" w14:textId="13A32A69" w:rsidR="00B20927" w:rsidRDefault="00B20927" w:rsidP="00EE2A03">
      <w:pPr>
        <w:pStyle w:val="FootnoteText"/>
      </w:pPr>
      <w:r>
        <w:rPr>
          <w:rStyle w:val="FootnoteReference"/>
        </w:rPr>
        <w:footnoteRef/>
      </w:r>
      <w:r>
        <w:t xml:space="preserve"> REQ ISS.1.4</w:t>
      </w:r>
    </w:p>
  </w:footnote>
  <w:footnote w:id="5">
    <w:p w14:paraId="1A69D6FB" w14:textId="64C8EA28" w:rsidR="00B20927" w:rsidRDefault="00B20927" w:rsidP="00EE2A03">
      <w:pPr>
        <w:pStyle w:val="FootnoteText"/>
      </w:pPr>
      <w:r>
        <w:rPr>
          <w:rStyle w:val="FootnoteReference"/>
        </w:rPr>
        <w:footnoteRef/>
      </w:r>
      <w:r>
        <w:t xml:space="preserve"> REQ ISS.1.5</w:t>
      </w:r>
    </w:p>
  </w:footnote>
  <w:footnote w:id="6">
    <w:p w14:paraId="1BE43378" w14:textId="04F283A0" w:rsidR="00B20927" w:rsidRDefault="00B20927" w:rsidP="00EE2A03">
      <w:pPr>
        <w:pStyle w:val="FootnoteText"/>
      </w:pPr>
      <w:r>
        <w:rPr>
          <w:rStyle w:val="FootnoteReference"/>
        </w:rPr>
        <w:footnoteRef/>
      </w:r>
      <w:r>
        <w:t xml:space="preserve"> REQ ISS.1.6</w:t>
      </w:r>
    </w:p>
  </w:footnote>
  <w:footnote w:id="7">
    <w:p w14:paraId="494D9DDB" w14:textId="2338EF96" w:rsidR="00B20927" w:rsidRDefault="00B20927" w:rsidP="00EE2A03">
      <w:pPr>
        <w:pStyle w:val="FootnoteText"/>
      </w:pPr>
      <w:r>
        <w:rPr>
          <w:rStyle w:val="FootnoteReference"/>
        </w:rPr>
        <w:footnoteRef/>
      </w:r>
      <w:r>
        <w:t xml:space="preserve"> REQ ISS.1.7</w:t>
      </w:r>
    </w:p>
  </w:footnote>
  <w:footnote w:id="8">
    <w:p w14:paraId="67EB6A29" w14:textId="0BF8E52C" w:rsidR="00B20927" w:rsidRDefault="00B20927" w:rsidP="00EE2A03">
      <w:pPr>
        <w:pStyle w:val="FootnoteText"/>
      </w:pPr>
      <w:r>
        <w:rPr>
          <w:rStyle w:val="FootnoteReference"/>
        </w:rPr>
        <w:footnoteRef/>
      </w:r>
      <w:r>
        <w:t xml:space="preserve"> REQ ISS.1.8</w:t>
      </w:r>
    </w:p>
  </w:footnote>
  <w:footnote w:id="9">
    <w:p w14:paraId="18EE021F" w14:textId="77777777" w:rsidR="00B20927" w:rsidRDefault="00B20927" w:rsidP="000B5194">
      <w:pPr>
        <w:pStyle w:val="FootnoteText"/>
      </w:pPr>
      <w:r>
        <w:rPr>
          <w:rStyle w:val="FootnoteReference"/>
        </w:rPr>
        <w:footnoteRef/>
      </w:r>
      <w:r>
        <w:t xml:space="preserve"> REQ ISS.1.9</w:t>
      </w:r>
    </w:p>
  </w:footnote>
  <w:footnote w:id="10">
    <w:p w14:paraId="51509047" w14:textId="5F13D135" w:rsidR="00B20927" w:rsidRDefault="00B20927" w:rsidP="00EE2A03">
      <w:pPr>
        <w:pStyle w:val="FootnoteText"/>
      </w:pPr>
      <w:r>
        <w:rPr>
          <w:rStyle w:val="FootnoteReference"/>
        </w:rPr>
        <w:footnoteRef/>
      </w:r>
      <w:r>
        <w:t xml:space="preserve"> REQ ISS.2.1</w:t>
      </w:r>
    </w:p>
  </w:footnote>
  <w:footnote w:id="11">
    <w:p w14:paraId="014CC0FC" w14:textId="290CF86D" w:rsidR="00B20927" w:rsidRDefault="00B20927">
      <w:pPr>
        <w:pStyle w:val="FootnoteText"/>
      </w:pPr>
      <w:r>
        <w:rPr>
          <w:rStyle w:val="FootnoteReference"/>
        </w:rPr>
        <w:footnoteRef/>
      </w:r>
      <w:r>
        <w:t xml:space="preserve"> REQ ISS.2.2</w:t>
      </w:r>
    </w:p>
  </w:footnote>
  <w:footnote w:id="12">
    <w:p w14:paraId="7093718C" w14:textId="58C53A45" w:rsidR="00B20927" w:rsidRDefault="00B20927" w:rsidP="00EE2A03">
      <w:pPr>
        <w:pStyle w:val="FootnoteText"/>
      </w:pPr>
      <w:r>
        <w:rPr>
          <w:rStyle w:val="FootnoteReference"/>
        </w:rPr>
        <w:footnoteRef/>
      </w:r>
      <w:r>
        <w:t xml:space="preserve"> REQ ISS.3.1</w:t>
      </w:r>
    </w:p>
  </w:footnote>
  <w:footnote w:id="13">
    <w:p w14:paraId="497F3AE7" w14:textId="07701856" w:rsidR="00B20927" w:rsidRDefault="00B20927" w:rsidP="00EE2A03">
      <w:pPr>
        <w:pStyle w:val="FootnoteText"/>
      </w:pPr>
      <w:r>
        <w:rPr>
          <w:rStyle w:val="FootnoteReference"/>
        </w:rPr>
        <w:footnoteRef/>
      </w:r>
      <w:r>
        <w:t xml:space="preserve"> REQ ISS.3.2</w:t>
      </w:r>
    </w:p>
  </w:footnote>
  <w:footnote w:id="14">
    <w:p w14:paraId="5F2B22B7" w14:textId="081FF6F1" w:rsidR="00B20927" w:rsidRDefault="00B20927" w:rsidP="00EE2A03">
      <w:pPr>
        <w:pStyle w:val="FootnoteText"/>
      </w:pPr>
      <w:r>
        <w:rPr>
          <w:rStyle w:val="FootnoteReference"/>
        </w:rPr>
        <w:footnoteRef/>
      </w:r>
      <w:r>
        <w:t xml:space="preserve"> REQ ISS.3.3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AD61" w14:textId="59192A41" w:rsidR="00B20927" w:rsidRDefault="00B20927" w:rsidP="00EE2A03">
    <w:pPr>
      <w:pStyle w:val="Header"/>
    </w:pPr>
  </w:p>
  <w:p w14:paraId="42423868" w14:textId="77777777" w:rsidR="00B20927" w:rsidRDefault="00B20927" w:rsidP="00EE2A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F0309"/>
    <w:multiLevelType w:val="multilevel"/>
    <w:tmpl w:val="997EEA4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ISS.%2.%3"/>
      <w:lvlJc w:val="left"/>
      <w:pPr>
        <w:ind w:left="720" w:hanging="720"/>
      </w:pPr>
      <w:rPr>
        <w:rFonts w:ascii="Times New Roman" w:hAnsi="Times New Roman" w:hint="default"/>
        <w:bCs/>
        <w:szCs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72833AC"/>
    <w:multiLevelType w:val="multilevel"/>
    <w:tmpl w:val="BE8EBF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bCs/>
        <w:szCs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76B474C"/>
    <w:multiLevelType w:val="hybridMultilevel"/>
    <w:tmpl w:val="E1C49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86019"/>
    <w:multiLevelType w:val="multilevel"/>
    <w:tmpl w:val="0D1C61F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bCs/>
        <w:szCs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7623763"/>
    <w:multiLevelType w:val="multilevel"/>
    <w:tmpl w:val="0409001F"/>
    <w:numStyleLink w:val="111111"/>
  </w:abstractNum>
  <w:abstractNum w:abstractNumId="5" w15:restartNumberingAfterBreak="0">
    <w:nsid w:val="1A6A7793"/>
    <w:multiLevelType w:val="multilevel"/>
    <w:tmpl w:val="B152176C"/>
    <w:lvl w:ilvl="0">
      <w:start w:val="1"/>
      <w:numFmt w:val="decimal"/>
      <w:pStyle w:val="Heading1"/>
      <w:lvlText w:val="%1"/>
      <w:lvlJc w:val="left"/>
      <w:pPr>
        <w:ind w:left="432" w:hanging="432"/>
      </w:pPr>
      <w:rPr>
        <w:rFonts w:hint="default"/>
      </w:rPr>
    </w:lvl>
    <w:lvl w:ilvl="1">
      <w:start w:val="1"/>
      <w:numFmt w:val="decimal"/>
      <w:pStyle w:val="Heading2"/>
      <w:lvlText w:val="ISS.%2"/>
      <w:lvlJc w:val="left"/>
      <w:pPr>
        <w:ind w:left="576" w:hanging="576"/>
      </w:pPr>
      <w:rPr>
        <w:rFonts w:hint="default"/>
      </w:rPr>
    </w:lvl>
    <w:lvl w:ilvl="2">
      <w:start w:val="1"/>
      <w:numFmt w:val="decimal"/>
      <w:pStyle w:val="Heading3"/>
      <w:lvlText w:val="ISS.%2.%3"/>
      <w:lvlJc w:val="left"/>
      <w:pPr>
        <w:ind w:left="720" w:hanging="720"/>
      </w:pPr>
      <w:rPr>
        <w:rFonts w:ascii="Times New Roman" w:hAnsi="Times New Roman" w:hint="default"/>
        <w:bCs/>
        <w:szCs w:val="28"/>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1D9B07BA"/>
    <w:multiLevelType w:val="multilevel"/>
    <w:tmpl w:val="96C0B4BE"/>
    <w:lvl w:ilvl="0">
      <w:start w:val="1"/>
      <w:numFmt w:val="decimal"/>
      <w:lvlText w:val="%1"/>
      <w:lvlJc w:val="left"/>
      <w:pPr>
        <w:tabs>
          <w:tab w:val="num" w:pos="432"/>
        </w:tabs>
        <w:ind w:left="432" w:hanging="432"/>
      </w:pPr>
      <w:rPr>
        <w:rFonts w:hint="default"/>
        <w:b w:val="0"/>
        <w:i/>
        <w:sz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EngDMT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F7511C6"/>
    <w:multiLevelType w:val="multilevel"/>
    <w:tmpl w:val="0409001F"/>
    <w:numStyleLink w:val="111111"/>
  </w:abstractNum>
  <w:abstractNum w:abstractNumId="8" w15:restartNumberingAfterBreak="0">
    <w:nsid w:val="22F00929"/>
    <w:multiLevelType w:val="multilevel"/>
    <w:tmpl w:val="0409001F"/>
    <w:numStyleLink w:val="111111"/>
  </w:abstractNum>
  <w:abstractNum w:abstractNumId="9" w15:restartNumberingAfterBreak="0">
    <w:nsid w:val="2D097623"/>
    <w:multiLevelType w:val="multilevel"/>
    <w:tmpl w:val="0409001F"/>
    <w:styleLink w:val="111111"/>
    <w:lvl w:ilvl="0">
      <w:start w:val="1"/>
      <w:numFmt w:val="decimal"/>
      <w:pStyle w:val="EngDMTHeading1"/>
      <w:lvlText w:val="%1."/>
      <w:lvlJc w:val="left"/>
      <w:pPr>
        <w:ind w:left="360" w:hanging="360"/>
      </w:pPr>
    </w:lvl>
    <w:lvl w:ilvl="1">
      <w:start w:val="1"/>
      <w:numFmt w:val="decimal"/>
      <w:pStyle w:val="EngDMTHeading2"/>
      <w:lvlText w:val="%1.%2."/>
      <w:lvlJc w:val="left"/>
      <w:pPr>
        <w:ind w:left="792" w:hanging="432"/>
      </w:pPr>
    </w:lvl>
    <w:lvl w:ilvl="2">
      <w:start w:val="1"/>
      <w:numFmt w:val="decimal"/>
      <w:pStyle w:val="EngDMT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350FB7"/>
    <w:multiLevelType w:val="multilevel"/>
    <w:tmpl w:val="0409001F"/>
    <w:numStyleLink w:val="111111"/>
  </w:abstractNum>
  <w:abstractNum w:abstractNumId="11" w15:restartNumberingAfterBreak="0">
    <w:nsid w:val="42A574B1"/>
    <w:multiLevelType w:val="multilevel"/>
    <w:tmpl w:val="0409001F"/>
    <w:numStyleLink w:val="111111"/>
  </w:abstractNum>
  <w:abstractNum w:abstractNumId="12" w15:restartNumberingAfterBreak="0">
    <w:nsid w:val="4B97256F"/>
    <w:multiLevelType w:val="hybridMultilevel"/>
    <w:tmpl w:val="E6E68374"/>
    <w:lvl w:ilvl="0" w:tplc="836404DA">
      <w:start w:val="1"/>
      <w:numFmt w:val="decimal"/>
      <w:pStyle w:val="EngDMTREQ-OCDDList"/>
      <w:lvlText w:val="REQ-OCDD-000%1:"/>
      <w:lvlJc w:val="left"/>
      <w:pPr>
        <w:ind w:left="720" w:hanging="360"/>
      </w:pPr>
      <w:rPr>
        <w:rFonts w:ascii="Arial" w:hAnsi="Arial" w:hint="default"/>
        <w:b w:val="0"/>
        <w:i/>
        <w:sz w:val="20"/>
      </w:rPr>
    </w:lvl>
    <w:lvl w:ilvl="1" w:tplc="7D8AAFFA" w:tentative="1">
      <w:start w:val="1"/>
      <w:numFmt w:val="lowerLetter"/>
      <w:lvlText w:val="%2."/>
      <w:lvlJc w:val="left"/>
      <w:pPr>
        <w:ind w:left="1440" w:hanging="360"/>
      </w:pPr>
    </w:lvl>
    <w:lvl w:ilvl="2" w:tplc="8616A4A8" w:tentative="1">
      <w:start w:val="1"/>
      <w:numFmt w:val="lowerRoman"/>
      <w:lvlText w:val="%3."/>
      <w:lvlJc w:val="right"/>
      <w:pPr>
        <w:ind w:left="2160" w:hanging="180"/>
      </w:pPr>
    </w:lvl>
    <w:lvl w:ilvl="3" w:tplc="5CEAE0FC" w:tentative="1">
      <w:start w:val="1"/>
      <w:numFmt w:val="decimal"/>
      <w:lvlText w:val="%4."/>
      <w:lvlJc w:val="left"/>
      <w:pPr>
        <w:ind w:left="2880" w:hanging="360"/>
      </w:pPr>
    </w:lvl>
    <w:lvl w:ilvl="4" w:tplc="D19C099E" w:tentative="1">
      <w:start w:val="1"/>
      <w:numFmt w:val="lowerLetter"/>
      <w:lvlText w:val="%5."/>
      <w:lvlJc w:val="left"/>
      <w:pPr>
        <w:ind w:left="3600" w:hanging="360"/>
      </w:pPr>
    </w:lvl>
    <w:lvl w:ilvl="5" w:tplc="70EEC8B0" w:tentative="1">
      <w:start w:val="1"/>
      <w:numFmt w:val="lowerRoman"/>
      <w:lvlText w:val="%6."/>
      <w:lvlJc w:val="right"/>
      <w:pPr>
        <w:ind w:left="4320" w:hanging="180"/>
      </w:pPr>
    </w:lvl>
    <w:lvl w:ilvl="6" w:tplc="C6066A70" w:tentative="1">
      <w:start w:val="1"/>
      <w:numFmt w:val="decimal"/>
      <w:lvlText w:val="%7."/>
      <w:lvlJc w:val="left"/>
      <w:pPr>
        <w:ind w:left="5040" w:hanging="360"/>
      </w:pPr>
    </w:lvl>
    <w:lvl w:ilvl="7" w:tplc="B2ACEEB8" w:tentative="1">
      <w:start w:val="1"/>
      <w:numFmt w:val="lowerLetter"/>
      <w:lvlText w:val="%8."/>
      <w:lvlJc w:val="left"/>
      <w:pPr>
        <w:ind w:left="5760" w:hanging="360"/>
      </w:pPr>
    </w:lvl>
    <w:lvl w:ilvl="8" w:tplc="9604B076" w:tentative="1">
      <w:start w:val="1"/>
      <w:numFmt w:val="lowerRoman"/>
      <w:lvlText w:val="%9."/>
      <w:lvlJc w:val="right"/>
      <w:pPr>
        <w:ind w:left="6480" w:hanging="180"/>
      </w:pPr>
    </w:lvl>
  </w:abstractNum>
  <w:abstractNum w:abstractNumId="13" w15:restartNumberingAfterBreak="0">
    <w:nsid w:val="4CD667D9"/>
    <w:multiLevelType w:val="multilevel"/>
    <w:tmpl w:val="0409001F"/>
    <w:numStyleLink w:val="111111"/>
  </w:abstractNum>
  <w:abstractNum w:abstractNumId="14" w15:restartNumberingAfterBreak="0">
    <w:nsid w:val="5ACA4C97"/>
    <w:multiLevelType w:val="multilevel"/>
    <w:tmpl w:val="D6E472A0"/>
    <w:lvl w:ilvl="0">
      <w:start w:val="1"/>
      <w:numFmt w:val="decimal"/>
      <w:lvlText w:val="%1"/>
      <w:lvlJc w:val="left"/>
      <w:pPr>
        <w:tabs>
          <w:tab w:val="num" w:pos="432"/>
        </w:tabs>
        <w:ind w:left="432" w:hanging="432"/>
      </w:pPr>
      <w:rPr>
        <w:rFonts w:ascii="Times New Roman" w:hAnsi="Times New Roman" w:hint="default"/>
        <w:sz w:val="32"/>
        <w:szCs w:val="32"/>
      </w:rPr>
    </w:lvl>
    <w:lvl w:ilvl="1">
      <w:start w:val="1"/>
      <w:numFmt w:val="decimal"/>
      <w:lvlText w:val="%1.%2"/>
      <w:lvlJc w:val="left"/>
      <w:pPr>
        <w:tabs>
          <w:tab w:val="num" w:pos="936"/>
        </w:tabs>
        <w:ind w:left="936" w:hanging="576"/>
      </w:pPr>
      <w:rPr>
        <w:rFonts w:ascii="Times New Roman" w:hAnsi="Times New Roman" w:cs="Times New Roman" w:hint="default"/>
        <w:sz w:val="28"/>
        <w:szCs w:val="28"/>
      </w:rPr>
    </w:lvl>
    <w:lvl w:ilvl="2">
      <w:start w:val="1"/>
      <w:numFmt w:val="decimal"/>
      <w:lvlText w:val="%1.%2.%3"/>
      <w:lvlJc w:val="left"/>
      <w:pPr>
        <w:tabs>
          <w:tab w:val="num" w:pos="720"/>
        </w:tabs>
        <w:ind w:left="720" w:hanging="720"/>
      </w:pPr>
      <w:rPr>
        <w:rFonts w:ascii="Times New Roman Bold Italic" w:hAnsi="Times New Roman Bold Italic" w:hint="default"/>
        <w:b w:val="0"/>
        <w:bCs w:val="0"/>
        <w:i/>
        <w:iCs/>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F8F2EB7"/>
    <w:multiLevelType w:val="hybridMultilevel"/>
    <w:tmpl w:val="A57AD82C"/>
    <w:lvl w:ilvl="0" w:tplc="01149D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4D1698"/>
    <w:multiLevelType w:val="hybridMultilevel"/>
    <w:tmpl w:val="DA105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400B2D"/>
    <w:multiLevelType w:val="multilevel"/>
    <w:tmpl w:val="F6C47F9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66505D92"/>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70B6F4F"/>
    <w:multiLevelType w:val="hybridMultilevel"/>
    <w:tmpl w:val="D1F2E9EA"/>
    <w:lvl w:ilvl="0" w:tplc="FD8EC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DD16EC"/>
    <w:multiLevelType w:val="multilevel"/>
    <w:tmpl w:val="0409001F"/>
    <w:numStyleLink w:val="111111"/>
  </w:abstractNum>
  <w:abstractNum w:abstractNumId="21" w15:restartNumberingAfterBreak="0">
    <w:nsid w:val="7CE003C7"/>
    <w:multiLevelType w:val="multilevel"/>
    <w:tmpl w:val="0409001F"/>
    <w:numStyleLink w:val="111111"/>
  </w:abstractNum>
  <w:num w:numId="1">
    <w:abstractNumId w:val="14"/>
  </w:num>
  <w:num w:numId="2">
    <w:abstractNumId w:val="12"/>
  </w:num>
  <w:num w:numId="3">
    <w:abstractNumId w:val="6"/>
  </w:num>
  <w:num w:numId="4">
    <w:abstractNumId w:val="9"/>
  </w:num>
  <w:num w:numId="5">
    <w:abstractNumId w:val="2"/>
  </w:num>
  <w:num w:numId="6">
    <w:abstractNumId w:val="5"/>
  </w:num>
  <w:num w:numId="7">
    <w:abstractNumId w:val="16"/>
  </w:num>
  <w:num w:numId="8">
    <w:abstractNumId w:val="8"/>
  </w:num>
  <w:num w:numId="9">
    <w:abstractNumId w:val="3"/>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20"/>
  </w:num>
  <w:num w:numId="14">
    <w:abstractNumId w:val="11"/>
  </w:num>
  <w:num w:numId="15">
    <w:abstractNumId w:val="4"/>
  </w:num>
  <w:num w:numId="16">
    <w:abstractNumId w:val="13"/>
  </w:num>
  <w:num w:numId="17">
    <w:abstractNumId w:val="7"/>
  </w:num>
  <w:num w:numId="18">
    <w:abstractNumId w:val="10"/>
  </w:num>
  <w:num w:numId="19">
    <w:abstractNumId w:val="21"/>
  </w:num>
  <w:num w:numId="20">
    <w:abstractNumId w:val="18"/>
  </w:num>
  <w:num w:numId="21">
    <w:abstractNumId w:val="17"/>
  </w:num>
  <w:num w:numId="22">
    <w:abstractNumId w:val="19"/>
  </w:num>
  <w:num w:numId="23">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consecutiveHyphenLimit w:val="3"/>
  <w:doNotHyphenateCaps/>
  <w:drawingGridHorizontalSpacing w:val="241"/>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3426"/>
    <w:rsid w:val="000129D8"/>
    <w:rsid w:val="00025CD0"/>
    <w:rsid w:val="000354DE"/>
    <w:rsid w:val="000421B9"/>
    <w:rsid w:val="00057B66"/>
    <w:rsid w:val="00060D62"/>
    <w:rsid w:val="00064F7A"/>
    <w:rsid w:val="00071297"/>
    <w:rsid w:val="00071C68"/>
    <w:rsid w:val="000738FE"/>
    <w:rsid w:val="00083315"/>
    <w:rsid w:val="00090AAC"/>
    <w:rsid w:val="000A79DA"/>
    <w:rsid w:val="000A7BC1"/>
    <w:rsid w:val="000B0640"/>
    <w:rsid w:val="000B5194"/>
    <w:rsid w:val="000D3509"/>
    <w:rsid w:val="000D7DA5"/>
    <w:rsid w:val="000E1DE5"/>
    <w:rsid w:val="000E3493"/>
    <w:rsid w:val="000E766C"/>
    <w:rsid w:val="000F6731"/>
    <w:rsid w:val="000F6DD7"/>
    <w:rsid w:val="000F7569"/>
    <w:rsid w:val="000F7644"/>
    <w:rsid w:val="00100399"/>
    <w:rsid w:val="00103437"/>
    <w:rsid w:val="001037EE"/>
    <w:rsid w:val="001112EA"/>
    <w:rsid w:val="00111948"/>
    <w:rsid w:val="00124EA2"/>
    <w:rsid w:val="00125799"/>
    <w:rsid w:val="00126E72"/>
    <w:rsid w:val="00137A68"/>
    <w:rsid w:val="0014395C"/>
    <w:rsid w:val="00147A9B"/>
    <w:rsid w:val="00151099"/>
    <w:rsid w:val="00164BB4"/>
    <w:rsid w:val="00164EAA"/>
    <w:rsid w:val="001650C2"/>
    <w:rsid w:val="00166533"/>
    <w:rsid w:val="00166C40"/>
    <w:rsid w:val="0016737B"/>
    <w:rsid w:val="0016763E"/>
    <w:rsid w:val="001709D9"/>
    <w:rsid w:val="0017150B"/>
    <w:rsid w:val="001732EE"/>
    <w:rsid w:val="001760BA"/>
    <w:rsid w:val="0017726F"/>
    <w:rsid w:val="0018158E"/>
    <w:rsid w:val="00181A74"/>
    <w:rsid w:val="00183A2C"/>
    <w:rsid w:val="00194B8C"/>
    <w:rsid w:val="00195054"/>
    <w:rsid w:val="0019613F"/>
    <w:rsid w:val="001A1C05"/>
    <w:rsid w:val="001A5B4D"/>
    <w:rsid w:val="001B0604"/>
    <w:rsid w:val="001B0E74"/>
    <w:rsid w:val="001B209E"/>
    <w:rsid w:val="001B7FBC"/>
    <w:rsid w:val="001C6B45"/>
    <w:rsid w:val="001D53A1"/>
    <w:rsid w:val="001D6C45"/>
    <w:rsid w:val="001E3EF3"/>
    <w:rsid w:val="001E4811"/>
    <w:rsid w:val="001E69A9"/>
    <w:rsid w:val="001F0679"/>
    <w:rsid w:val="001F6E30"/>
    <w:rsid w:val="00203ACF"/>
    <w:rsid w:val="00207051"/>
    <w:rsid w:val="00214A69"/>
    <w:rsid w:val="00220745"/>
    <w:rsid w:val="00221856"/>
    <w:rsid w:val="00221D85"/>
    <w:rsid w:val="002241D1"/>
    <w:rsid w:val="0023191A"/>
    <w:rsid w:val="0023716E"/>
    <w:rsid w:val="00237657"/>
    <w:rsid w:val="00242023"/>
    <w:rsid w:val="0024337A"/>
    <w:rsid w:val="002458DC"/>
    <w:rsid w:val="00267C00"/>
    <w:rsid w:val="00274E67"/>
    <w:rsid w:val="00276BFA"/>
    <w:rsid w:val="00280923"/>
    <w:rsid w:val="00281593"/>
    <w:rsid w:val="00285D48"/>
    <w:rsid w:val="00291BE8"/>
    <w:rsid w:val="002951D7"/>
    <w:rsid w:val="002959FF"/>
    <w:rsid w:val="00295FB9"/>
    <w:rsid w:val="002A2821"/>
    <w:rsid w:val="002A65EB"/>
    <w:rsid w:val="002B1779"/>
    <w:rsid w:val="002B2B2A"/>
    <w:rsid w:val="002B5AC3"/>
    <w:rsid w:val="002C0DFD"/>
    <w:rsid w:val="002C524A"/>
    <w:rsid w:val="002D220F"/>
    <w:rsid w:val="002D6354"/>
    <w:rsid w:val="002D7AFA"/>
    <w:rsid w:val="002D7BDA"/>
    <w:rsid w:val="002E2ECE"/>
    <w:rsid w:val="002E639C"/>
    <w:rsid w:val="002E7160"/>
    <w:rsid w:val="002F0537"/>
    <w:rsid w:val="002F4B78"/>
    <w:rsid w:val="002F7908"/>
    <w:rsid w:val="00304C0B"/>
    <w:rsid w:val="00307AEE"/>
    <w:rsid w:val="003246A2"/>
    <w:rsid w:val="003277DF"/>
    <w:rsid w:val="00332A6F"/>
    <w:rsid w:val="00333426"/>
    <w:rsid w:val="003344D9"/>
    <w:rsid w:val="003429CF"/>
    <w:rsid w:val="003561D1"/>
    <w:rsid w:val="00357067"/>
    <w:rsid w:val="003602CF"/>
    <w:rsid w:val="00363CDE"/>
    <w:rsid w:val="003641D6"/>
    <w:rsid w:val="00364BC8"/>
    <w:rsid w:val="00381F8B"/>
    <w:rsid w:val="003A40AB"/>
    <w:rsid w:val="003A7BD7"/>
    <w:rsid w:val="003B2DBD"/>
    <w:rsid w:val="003B4171"/>
    <w:rsid w:val="003B5A15"/>
    <w:rsid w:val="003B5E56"/>
    <w:rsid w:val="003C3DE5"/>
    <w:rsid w:val="003C71DC"/>
    <w:rsid w:val="003D012A"/>
    <w:rsid w:val="003D312D"/>
    <w:rsid w:val="003E03FF"/>
    <w:rsid w:val="003E11AE"/>
    <w:rsid w:val="003E7AF1"/>
    <w:rsid w:val="003F33A7"/>
    <w:rsid w:val="003F3A8D"/>
    <w:rsid w:val="004018AF"/>
    <w:rsid w:val="00401E77"/>
    <w:rsid w:val="00411ABC"/>
    <w:rsid w:val="004218D4"/>
    <w:rsid w:val="00424B95"/>
    <w:rsid w:val="004279E1"/>
    <w:rsid w:val="00434AE1"/>
    <w:rsid w:val="004434B1"/>
    <w:rsid w:val="00444CA5"/>
    <w:rsid w:val="0044507F"/>
    <w:rsid w:val="00451C4F"/>
    <w:rsid w:val="004543D3"/>
    <w:rsid w:val="00454F50"/>
    <w:rsid w:val="0046694F"/>
    <w:rsid w:val="00466D00"/>
    <w:rsid w:val="0047016A"/>
    <w:rsid w:val="00471B78"/>
    <w:rsid w:val="004721F2"/>
    <w:rsid w:val="00474BAC"/>
    <w:rsid w:val="0047576E"/>
    <w:rsid w:val="0047773A"/>
    <w:rsid w:val="00482E0F"/>
    <w:rsid w:val="00482F08"/>
    <w:rsid w:val="0049067F"/>
    <w:rsid w:val="004A0813"/>
    <w:rsid w:val="004A4ED4"/>
    <w:rsid w:val="004B3A5C"/>
    <w:rsid w:val="004C60B1"/>
    <w:rsid w:val="004C6EE9"/>
    <w:rsid w:val="004D10FB"/>
    <w:rsid w:val="004D5B44"/>
    <w:rsid w:val="004E40DD"/>
    <w:rsid w:val="004F5106"/>
    <w:rsid w:val="00507223"/>
    <w:rsid w:val="005223DE"/>
    <w:rsid w:val="00522C76"/>
    <w:rsid w:val="0052300F"/>
    <w:rsid w:val="005272E2"/>
    <w:rsid w:val="0054076A"/>
    <w:rsid w:val="00542FD0"/>
    <w:rsid w:val="00554953"/>
    <w:rsid w:val="005564B5"/>
    <w:rsid w:val="00565859"/>
    <w:rsid w:val="005677C9"/>
    <w:rsid w:val="00571A99"/>
    <w:rsid w:val="00572E81"/>
    <w:rsid w:val="005748A9"/>
    <w:rsid w:val="00575DC3"/>
    <w:rsid w:val="005766E6"/>
    <w:rsid w:val="00580FA1"/>
    <w:rsid w:val="00581837"/>
    <w:rsid w:val="00584B5E"/>
    <w:rsid w:val="00585655"/>
    <w:rsid w:val="00586C91"/>
    <w:rsid w:val="005A1A4D"/>
    <w:rsid w:val="005A5250"/>
    <w:rsid w:val="005A568D"/>
    <w:rsid w:val="005A5BB8"/>
    <w:rsid w:val="005A77B5"/>
    <w:rsid w:val="005A7CEF"/>
    <w:rsid w:val="005B7788"/>
    <w:rsid w:val="005E656B"/>
    <w:rsid w:val="005E6C87"/>
    <w:rsid w:val="005E7952"/>
    <w:rsid w:val="005F37EC"/>
    <w:rsid w:val="005F430F"/>
    <w:rsid w:val="005F6CFD"/>
    <w:rsid w:val="00602C90"/>
    <w:rsid w:val="00613196"/>
    <w:rsid w:val="00621D68"/>
    <w:rsid w:val="00625A3A"/>
    <w:rsid w:val="0063307D"/>
    <w:rsid w:val="00646EE3"/>
    <w:rsid w:val="006502D6"/>
    <w:rsid w:val="006504D2"/>
    <w:rsid w:val="00657459"/>
    <w:rsid w:val="006627C0"/>
    <w:rsid w:val="006630DB"/>
    <w:rsid w:val="006665B3"/>
    <w:rsid w:val="0067022E"/>
    <w:rsid w:val="00687D73"/>
    <w:rsid w:val="00691915"/>
    <w:rsid w:val="00694B5F"/>
    <w:rsid w:val="0069701E"/>
    <w:rsid w:val="006A60C7"/>
    <w:rsid w:val="006B14D0"/>
    <w:rsid w:val="006B1571"/>
    <w:rsid w:val="006B454C"/>
    <w:rsid w:val="006B63ED"/>
    <w:rsid w:val="006C0C93"/>
    <w:rsid w:val="006C10BD"/>
    <w:rsid w:val="006C579D"/>
    <w:rsid w:val="006C6C95"/>
    <w:rsid w:val="006D2A33"/>
    <w:rsid w:val="006F3C5F"/>
    <w:rsid w:val="00700F1A"/>
    <w:rsid w:val="00701A37"/>
    <w:rsid w:val="00710DEF"/>
    <w:rsid w:val="00711AEA"/>
    <w:rsid w:val="00712C4C"/>
    <w:rsid w:val="00716D7B"/>
    <w:rsid w:val="007201D8"/>
    <w:rsid w:val="00725AB0"/>
    <w:rsid w:val="00726FF8"/>
    <w:rsid w:val="007275D7"/>
    <w:rsid w:val="007336EE"/>
    <w:rsid w:val="00746635"/>
    <w:rsid w:val="00757FA9"/>
    <w:rsid w:val="007629FA"/>
    <w:rsid w:val="007737EE"/>
    <w:rsid w:val="007824D4"/>
    <w:rsid w:val="00785304"/>
    <w:rsid w:val="00792166"/>
    <w:rsid w:val="007933A4"/>
    <w:rsid w:val="007957FC"/>
    <w:rsid w:val="007A3724"/>
    <w:rsid w:val="007A773E"/>
    <w:rsid w:val="007B2FBF"/>
    <w:rsid w:val="007B5B99"/>
    <w:rsid w:val="007C2769"/>
    <w:rsid w:val="007C2C6D"/>
    <w:rsid w:val="007C7890"/>
    <w:rsid w:val="007D225F"/>
    <w:rsid w:val="007D3144"/>
    <w:rsid w:val="007E427A"/>
    <w:rsid w:val="007E6294"/>
    <w:rsid w:val="007E7483"/>
    <w:rsid w:val="007F1FB6"/>
    <w:rsid w:val="007F46FD"/>
    <w:rsid w:val="008018B8"/>
    <w:rsid w:val="0080355E"/>
    <w:rsid w:val="00804331"/>
    <w:rsid w:val="00805772"/>
    <w:rsid w:val="00813635"/>
    <w:rsid w:val="008221E4"/>
    <w:rsid w:val="0082550A"/>
    <w:rsid w:val="008258ED"/>
    <w:rsid w:val="00826950"/>
    <w:rsid w:val="008347CD"/>
    <w:rsid w:val="00834B43"/>
    <w:rsid w:val="008470C6"/>
    <w:rsid w:val="00852178"/>
    <w:rsid w:val="0086660F"/>
    <w:rsid w:val="0087193E"/>
    <w:rsid w:val="00885618"/>
    <w:rsid w:val="00885E25"/>
    <w:rsid w:val="008863C2"/>
    <w:rsid w:val="0089499A"/>
    <w:rsid w:val="00896AA9"/>
    <w:rsid w:val="00896B0F"/>
    <w:rsid w:val="008971D3"/>
    <w:rsid w:val="008A24F6"/>
    <w:rsid w:val="008A53A9"/>
    <w:rsid w:val="008A7DBA"/>
    <w:rsid w:val="008B13F5"/>
    <w:rsid w:val="008B53C5"/>
    <w:rsid w:val="008B6E2B"/>
    <w:rsid w:val="008C2D1C"/>
    <w:rsid w:val="008E0975"/>
    <w:rsid w:val="008E4871"/>
    <w:rsid w:val="008E5D10"/>
    <w:rsid w:val="008F1B68"/>
    <w:rsid w:val="008F3BB7"/>
    <w:rsid w:val="008F3E33"/>
    <w:rsid w:val="008F72B8"/>
    <w:rsid w:val="009029B3"/>
    <w:rsid w:val="00911A6D"/>
    <w:rsid w:val="009129B6"/>
    <w:rsid w:val="00916A75"/>
    <w:rsid w:val="009243F9"/>
    <w:rsid w:val="00925954"/>
    <w:rsid w:val="00931D33"/>
    <w:rsid w:val="009403E1"/>
    <w:rsid w:val="00946ACA"/>
    <w:rsid w:val="00953383"/>
    <w:rsid w:val="0097314A"/>
    <w:rsid w:val="00976658"/>
    <w:rsid w:val="009804E3"/>
    <w:rsid w:val="00984386"/>
    <w:rsid w:val="00986B9B"/>
    <w:rsid w:val="00995D65"/>
    <w:rsid w:val="00995EF5"/>
    <w:rsid w:val="009A654F"/>
    <w:rsid w:val="009B24EA"/>
    <w:rsid w:val="009B7F9C"/>
    <w:rsid w:val="009D2194"/>
    <w:rsid w:val="009D4670"/>
    <w:rsid w:val="009E3AFB"/>
    <w:rsid w:val="009E5E9C"/>
    <w:rsid w:val="009E7BF5"/>
    <w:rsid w:val="009F1FA7"/>
    <w:rsid w:val="009F20AC"/>
    <w:rsid w:val="00A00061"/>
    <w:rsid w:val="00A025EC"/>
    <w:rsid w:val="00A04FC1"/>
    <w:rsid w:val="00A06D2C"/>
    <w:rsid w:val="00A14ACC"/>
    <w:rsid w:val="00A17D2B"/>
    <w:rsid w:val="00A22ED3"/>
    <w:rsid w:val="00A230A2"/>
    <w:rsid w:val="00A259E3"/>
    <w:rsid w:val="00A33433"/>
    <w:rsid w:val="00A47216"/>
    <w:rsid w:val="00A47AAE"/>
    <w:rsid w:val="00A47BDC"/>
    <w:rsid w:val="00A60E0D"/>
    <w:rsid w:val="00A65966"/>
    <w:rsid w:val="00A71AB2"/>
    <w:rsid w:val="00A72928"/>
    <w:rsid w:val="00A7448D"/>
    <w:rsid w:val="00A86FF6"/>
    <w:rsid w:val="00A91E0E"/>
    <w:rsid w:val="00A94C08"/>
    <w:rsid w:val="00A94F37"/>
    <w:rsid w:val="00A973B4"/>
    <w:rsid w:val="00AA0F3E"/>
    <w:rsid w:val="00AB0D53"/>
    <w:rsid w:val="00AC532F"/>
    <w:rsid w:val="00AD1D85"/>
    <w:rsid w:val="00AD2170"/>
    <w:rsid w:val="00AD407E"/>
    <w:rsid w:val="00AE3646"/>
    <w:rsid w:val="00AE45D5"/>
    <w:rsid w:val="00AF4B86"/>
    <w:rsid w:val="00AF566A"/>
    <w:rsid w:val="00B00E0D"/>
    <w:rsid w:val="00B04F8A"/>
    <w:rsid w:val="00B10B5B"/>
    <w:rsid w:val="00B11AFF"/>
    <w:rsid w:val="00B143F0"/>
    <w:rsid w:val="00B20927"/>
    <w:rsid w:val="00B26987"/>
    <w:rsid w:val="00B27C14"/>
    <w:rsid w:val="00B31521"/>
    <w:rsid w:val="00B32EB6"/>
    <w:rsid w:val="00B41B79"/>
    <w:rsid w:val="00B44374"/>
    <w:rsid w:val="00B46EC2"/>
    <w:rsid w:val="00B50CEA"/>
    <w:rsid w:val="00B60293"/>
    <w:rsid w:val="00B710CF"/>
    <w:rsid w:val="00B72913"/>
    <w:rsid w:val="00B82D30"/>
    <w:rsid w:val="00B8369B"/>
    <w:rsid w:val="00B91897"/>
    <w:rsid w:val="00B95F0D"/>
    <w:rsid w:val="00B97856"/>
    <w:rsid w:val="00BA1216"/>
    <w:rsid w:val="00BA2F3E"/>
    <w:rsid w:val="00BA5EEB"/>
    <w:rsid w:val="00BA7995"/>
    <w:rsid w:val="00BA7BAA"/>
    <w:rsid w:val="00BB19F5"/>
    <w:rsid w:val="00BB256B"/>
    <w:rsid w:val="00BB6C07"/>
    <w:rsid w:val="00BC2E6F"/>
    <w:rsid w:val="00BC7FDD"/>
    <w:rsid w:val="00BD3A85"/>
    <w:rsid w:val="00BD43F8"/>
    <w:rsid w:val="00BD66BB"/>
    <w:rsid w:val="00C03037"/>
    <w:rsid w:val="00C079B4"/>
    <w:rsid w:val="00C07ED9"/>
    <w:rsid w:val="00C11C18"/>
    <w:rsid w:val="00C13BD4"/>
    <w:rsid w:val="00C23BEA"/>
    <w:rsid w:val="00C31F59"/>
    <w:rsid w:val="00C349B4"/>
    <w:rsid w:val="00C375B0"/>
    <w:rsid w:val="00C40EB2"/>
    <w:rsid w:val="00C43EB5"/>
    <w:rsid w:val="00C44CE3"/>
    <w:rsid w:val="00C522B8"/>
    <w:rsid w:val="00C75803"/>
    <w:rsid w:val="00C75AE5"/>
    <w:rsid w:val="00C7686B"/>
    <w:rsid w:val="00C8275A"/>
    <w:rsid w:val="00C83A17"/>
    <w:rsid w:val="00C871C9"/>
    <w:rsid w:val="00C90CC2"/>
    <w:rsid w:val="00C965AB"/>
    <w:rsid w:val="00CA754C"/>
    <w:rsid w:val="00CC571D"/>
    <w:rsid w:val="00CC5F08"/>
    <w:rsid w:val="00CD45A3"/>
    <w:rsid w:val="00CD6C11"/>
    <w:rsid w:val="00CD7597"/>
    <w:rsid w:val="00CE181A"/>
    <w:rsid w:val="00CF11FC"/>
    <w:rsid w:val="00D021DE"/>
    <w:rsid w:val="00D03CDC"/>
    <w:rsid w:val="00D06706"/>
    <w:rsid w:val="00D10C8C"/>
    <w:rsid w:val="00D11868"/>
    <w:rsid w:val="00D15855"/>
    <w:rsid w:val="00D165F9"/>
    <w:rsid w:val="00D1690B"/>
    <w:rsid w:val="00D17608"/>
    <w:rsid w:val="00D24048"/>
    <w:rsid w:val="00D33C3D"/>
    <w:rsid w:val="00D5682C"/>
    <w:rsid w:val="00D71067"/>
    <w:rsid w:val="00D76F22"/>
    <w:rsid w:val="00D857C0"/>
    <w:rsid w:val="00D93204"/>
    <w:rsid w:val="00DA1A4C"/>
    <w:rsid w:val="00DA3227"/>
    <w:rsid w:val="00DA7F39"/>
    <w:rsid w:val="00DB2C40"/>
    <w:rsid w:val="00DB4C5F"/>
    <w:rsid w:val="00DB7681"/>
    <w:rsid w:val="00DC4DE4"/>
    <w:rsid w:val="00DC602A"/>
    <w:rsid w:val="00DD33AF"/>
    <w:rsid w:val="00DE1C50"/>
    <w:rsid w:val="00DE29F9"/>
    <w:rsid w:val="00DE374D"/>
    <w:rsid w:val="00DE44B6"/>
    <w:rsid w:val="00DE6DD5"/>
    <w:rsid w:val="00DF03A1"/>
    <w:rsid w:val="00DF2673"/>
    <w:rsid w:val="00E0192B"/>
    <w:rsid w:val="00E05C4C"/>
    <w:rsid w:val="00E10D5F"/>
    <w:rsid w:val="00E21F16"/>
    <w:rsid w:val="00E25271"/>
    <w:rsid w:val="00E366D1"/>
    <w:rsid w:val="00E40584"/>
    <w:rsid w:val="00E47C4B"/>
    <w:rsid w:val="00E50D05"/>
    <w:rsid w:val="00E52A7F"/>
    <w:rsid w:val="00E540B5"/>
    <w:rsid w:val="00E578AE"/>
    <w:rsid w:val="00E70F94"/>
    <w:rsid w:val="00E71FD9"/>
    <w:rsid w:val="00E76039"/>
    <w:rsid w:val="00E761E1"/>
    <w:rsid w:val="00E83BCA"/>
    <w:rsid w:val="00E8409D"/>
    <w:rsid w:val="00EA4606"/>
    <w:rsid w:val="00EB30FD"/>
    <w:rsid w:val="00EB4FE6"/>
    <w:rsid w:val="00EC6D4C"/>
    <w:rsid w:val="00EC7D0F"/>
    <w:rsid w:val="00ED1FCB"/>
    <w:rsid w:val="00EE012B"/>
    <w:rsid w:val="00EE2A03"/>
    <w:rsid w:val="00EE60B6"/>
    <w:rsid w:val="00EF0837"/>
    <w:rsid w:val="00EF43C7"/>
    <w:rsid w:val="00F15F29"/>
    <w:rsid w:val="00F24164"/>
    <w:rsid w:val="00F3302C"/>
    <w:rsid w:val="00F3484B"/>
    <w:rsid w:val="00F402ED"/>
    <w:rsid w:val="00F41614"/>
    <w:rsid w:val="00F55250"/>
    <w:rsid w:val="00F676F7"/>
    <w:rsid w:val="00F720A4"/>
    <w:rsid w:val="00F72149"/>
    <w:rsid w:val="00F77AF1"/>
    <w:rsid w:val="00F87C9A"/>
    <w:rsid w:val="00F87D4F"/>
    <w:rsid w:val="00F91EBD"/>
    <w:rsid w:val="00F94C73"/>
    <w:rsid w:val="00F96C6D"/>
    <w:rsid w:val="00FA5507"/>
    <w:rsid w:val="00FB73F1"/>
    <w:rsid w:val="00FC5E73"/>
    <w:rsid w:val="00FD085D"/>
    <w:rsid w:val="00FD7C34"/>
    <w:rsid w:val="00FE2FC3"/>
    <w:rsid w:val="00FE3C20"/>
    <w:rsid w:val="00FE420A"/>
    <w:rsid w:val="00FF3E7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E06667"/>
  <w15:docId w15:val="{62BE0DEB-0377-49AE-BFE4-EABA45D30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4" w:qFormat="1"/>
    <w:lsdException w:name="heading 5"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E2A03"/>
    <w:pPr>
      <w:suppressAutoHyphens/>
    </w:pPr>
    <w:rPr>
      <w:kern w:val="32"/>
    </w:rPr>
  </w:style>
  <w:style w:type="paragraph" w:styleId="Heading1">
    <w:name w:val="heading 1"/>
    <w:basedOn w:val="Normal"/>
    <w:next w:val="Normal"/>
    <w:qFormat/>
    <w:rsid w:val="00F402ED"/>
    <w:pPr>
      <w:keepNext/>
      <w:pageBreakBefore/>
      <w:numPr>
        <w:numId w:val="6"/>
      </w:numPr>
      <w:pBdr>
        <w:top w:val="single" w:sz="6" w:space="2" w:color="auto"/>
      </w:pBdr>
      <w:spacing w:before="60" w:after="960" w:line="540" w:lineRule="atLeast"/>
      <w:outlineLvl w:val="0"/>
    </w:pPr>
    <w:rPr>
      <w:kern w:val="24"/>
      <w:sz w:val="40"/>
    </w:rPr>
  </w:style>
  <w:style w:type="paragraph" w:styleId="Heading2">
    <w:name w:val="heading 2"/>
    <w:basedOn w:val="Normal"/>
    <w:next w:val="Normal"/>
    <w:qFormat/>
    <w:rsid w:val="00F402ED"/>
    <w:pPr>
      <w:keepNext/>
      <w:numPr>
        <w:ilvl w:val="1"/>
        <w:numId w:val="6"/>
      </w:numPr>
      <w:pBdr>
        <w:bottom w:val="single" w:sz="6" w:space="1" w:color="auto"/>
      </w:pBdr>
      <w:spacing w:before="120" w:line="380" w:lineRule="atLeast"/>
      <w:outlineLvl w:val="1"/>
    </w:pPr>
    <w:rPr>
      <w:sz w:val="32"/>
    </w:rPr>
  </w:style>
  <w:style w:type="paragraph" w:styleId="Heading3">
    <w:name w:val="heading 3"/>
    <w:basedOn w:val="Normal"/>
    <w:next w:val="Normal"/>
    <w:link w:val="Heading3Char"/>
    <w:qFormat/>
    <w:rsid w:val="00F402ED"/>
    <w:pPr>
      <w:keepNext/>
      <w:numPr>
        <w:ilvl w:val="2"/>
        <w:numId w:val="6"/>
      </w:numPr>
      <w:spacing w:before="120" w:line="340" w:lineRule="atLeast"/>
      <w:outlineLvl w:val="2"/>
    </w:pPr>
    <w:rPr>
      <w:b/>
      <w:noProof/>
      <w:kern w:val="28"/>
      <w:sz w:val="28"/>
    </w:rPr>
  </w:style>
  <w:style w:type="paragraph" w:styleId="Heading4">
    <w:name w:val="heading 4"/>
    <w:basedOn w:val="Normal"/>
    <w:next w:val="Normal"/>
    <w:link w:val="Heading4Char"/>
    <w:qFormat/>
    <w:rsid w:val="00F402ED"/>
    <w:pPr>
      <w:keepNext/>
      <w:numPr>
        <w:ilvl w:val="3"/>
        <w:numId w:val="6"/>
      </w:numPr>
      <w:spacing w:before="120" w:line="280" w:lineRule="atLeast"/>
      <w:outlineLvl w:val="3"/>
    </w:pPr>
  </w:style>
  <w:style w:type="paragraph" w:styleId="Heading5">
    <w:name w:val="heading 5"/>
    <w:basedOn w:val="Normal"/>
    <w:link w:val="Heading5Char"/>
    <w:qFormat/>
    <w:rsid w:val="00F402ED"/>
    <w:pPr>
      <w:numPr>
        <w:ilvl w:val="4"/>
        <w:numId w:val="6"/>
      </w:numPr>
      <w:spacing w:before="240" w:after="60"/>
      <w:outlineLvl w:val="4"/>
    </w:pPr>
    <w:rPr>
      <w:noProof/>
      <w:sz w:val="22"/>
    </w:rPr>
  </w:style>
  <w:style w:type="paragraph" w:styleId="Heading6">
    <w:name w:val="heading 6"/>
    <w:basedOn w:val="Normal"/>
    <w:rsid w:val="00F402ED"/>
    <w:pPr>
      <w:numPr>
        <w:ilvl w:val="5"/>
        <w:numId w:val="6"/>
      </w:numPr>
      <w:spacing w:before="240" w:after="60"/>
      <w:outlineLvl w:val="5"/>
    </w:pPr>
    <w:rPr>
      <w:i/>
      <w:noProof/>
      <w:sz w:val="22"/>
    </w:rPr>
  </w:style>
  <w:style w:type="paragraph" w:styleId="Heading7">
    <w:name w:val="heading 7"/>
    <w:basedOn w:val="Normal"/>
    <w:rsid w:val="00F402ED"/>
    <w:pPr>
      <w:numPr>
        <w:ilvl w:val="6"/>
        <w:numId w:val="6"/>
      </w:numPr>
      <w:spacing w:before="240" w:after="60"/>
      <w:outlineLvl w:val="6"/>
    </w:pPr>
    <w:rPr>
      <w:noProof/>
      <w:sz w:val="20"/>
    </w:rPr>
  </w:style>
  <w:style w:type="paragraph" w:styleId="Heading8">
    <w:name w:val="heading 8"/>
    <w:basedOn w:val="Normal"/>
    <w:rsid w:val="00F402ED"/>
    <w:pPr>
      <w:numPr>
        <w:ilvl w:val="7"/>
        <w:numId w:val="6"/>
      </w:numPr>
      <w:spacing w:before="240" w:after="60"/>
      <w:outlineLvl w:val="7"/>
    </w:pPr>
    <w:rPr>
      <w:i/>
      <w:noProof/>
      <w:sz w:val="20"/>
    </w:rPr>
  </w:style>
  <w:style w:type="paragraph" w:styleId="Heading9">
    <w:name w:val="heading 9"/>
    <w:basedOn w:val="Normal"/>
    <w:rsid w:val="00F402ED"/>
    <w:pPr>
      <w:numPr>
        <w:ilvl w:val="8"/>
        <w:numId w:val="6"/>
      </w:numPr>
      <w:spacing w:before="240" w:after="60"/>
      <w:outlineLvl w:val="8"/>
    </w:pPr>
    <w:rPr>
      <w:b/>
      <w:i/>
      <w:noProof/>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AQuestion">
    <w:name w:val="QA Question"/>
    <w:basedOn w:val="Normal"/>
    <w:rsid w:val="00183A2C"/>
    <w:pPr>
      <w:keepLines/>
      <w:tabs>
        <w:tab w:val="left" w:pos="2304"/>
      </w:tabs>
      <w:spacing w:before="60" w:after="120" w:line="260" w:lineRule="exact"/>
      <w:ind w:left="2736" w:hanging="432"/>
    </w:pPr>
    <w:rPr>
      <w:b/>
      <w:kern w:val="0"/>
      <w:sz w:val="21"/>
    </w:rPr>
  </w:style>
  <w:style w:type="paragraph" w:customStyle="1" w:styleId="Codesample">
    <w:name w:val="Code sample"/>
    <w:rsid w:val="00183A2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300" w:lineRule="atLeast"/>
    </w:pPr>
    <w:rPr>
      <w:rFonts w:ascii="Courier" w:hAnsi="Courier"/>
      <w:noProof/>
      <w:sz w:val="21"/>
    </w:rPr>
  </w:style>
  <w:style w:type="paragraph" w:customStyle="1" w:styleId="List2cont">
    <w:name w:val="List2 (cont)"/>
    <w:rsid w:val="00183A2C"/>
    <w:pPr>
      <w:spacing w:before="60" w:after="60" w:line="240" w:lineRule="atLeast"/>
      <w:ind w:left="864"/>
    </w:pPr>
    <w:rPr>
      <w:noProof/>
      <w:kern w:val="22"/>
      <w:sz w:val="22"/>
    </w:rPr>
  </w:style>
  <w:style w:type="paragraph" w:customStyle="1" w:styleId="Quotationparagraph">
    <w:name w:val="Quotation paragraph"/>
    <w:next w:val="Normal"/>
    <w:rsid w:val="00183A2C"/>
    <w:pPr>
      <w:spacing w:before="60" w:after="240" w:line="300" w:lineRule="atLeast"/>
      <w:ind w:left="547" w:right="547"/>
    </w:pPr>
    <w:rPr>
      <w:i/>
      <w:noProof/>
      <w:kern w:val="22"/>
      <w:sz w:val="22"/>
    </w:rPr>
  </w:style>
  <w:style w:type="paragraph" w:styleId="Header">
    <w:name w:val="header"/>
    <w:basedOn w:val="Normal"/>
    <w:link w:val="HeaderChar"/>
    <w:uiPriority w:val="99"/>
    <w:rsid w:val="00183A2C"/>
    <w:pPr>
      <w:tabs>
        <w:tab w:val="center" w:pos="4320"/>
        <w:tab w:val="right" w:pos="8640"/>
      </w:tabs>
    </w:pPr>
  </w:style>
  <w:style w:type="paragraph" w:customStyle="1" w:styleId="Indexletter">
    <w:name w:val="Index letter"/>
    <w:next w:val="Index1"/>
    <w:rsid w:val="00183A2C"/>
    <w:pPr>
      <w:spacing w:before="240"/>
    </w:pPr>
    <w:rPr>
      <w:rFonts w:ascii="Arial" w:hAnsi="Arial"/>
      <w:b/>
      <w:noProof/>
      <w:kern w:val="22"/>
      <w:sz w:val="22"/>
    </w:rPr>
  </w:style>
  <w:style w:type="paragraph" w:styleId="Index1">
    <w:name w:val="index 1"/>
    <w:basedOn w:val="Normal"/>
    <w:semiHidden/>
    <w:rsid w:val="00183A2C"/>
    <w:pPr>
      <w:spacing w:line="240" w:lineRule="atLeast"/>
    </w:pPr>
    <w:rPr>
      <w:noProof/>
      <w:kern w:val="22"/>
      <w:sz w:val="22"/>
    </w:rPr>
  </w:style>
  <w:style w:type="paragraph" w:styleId="Footer">
    <w:name w:val="footer"/>
    <w:basedOn w:val="Normal"/>
    <w:link w:val="FooterChar"/>
    <w:uiPriority w:val="99"/>
    <w:rsid w:val="00183A2C"/>
    <w:pPr>
      <w:widowControl w:val="0"/>
      <w:tabs>
        <w:tab w:val="right" w:pos="9000"/>
      </w:tabs>
      <w:spacing w:line="240" w:lineRule="atLeast"/>
    </w:pPr>
    <w:rPr>
      <w:noProof/>
      <w:sz w:val="18"/>
    </w:rPr>
  </w:style>
  <w:style w:type="paragraph" w:customStyle="1" w:styleId="Textnumsontitlepage">
    <w:name w:val="Text&amp;nums on title page"/>
    <w:rsid w:val="00183A2C"/>
    <w:pPr>
      <w:spacing w:line="240" w:lineRule="atLeast"/>
    </w:pPr>
    <w:rPr>
      <w:rFonts w:ascii="Arial" w:hAnsi="Arial"/>
      <w:caps/>
      <w:kern w:val="20"/>
    </w:rPr>
  </w:style>
  <w:style w:type="paragraph" w:customStyle="1" w:styleId="DocumentTitle">
    <w:name w:val="Document Title"/>
    <w:rsid w:val="00183A2C"/>
    <w:pPr>
      <w:suppressAutoHyphens/>
      <w:spacing w:line="540" w:lineRule="atLeast"/>
      <w:ind w:right="-14"/>
    </w:pPr>
    <w:rPr>
      <w:rFonts w:ascii="Arial Narrow" w:hAnsi="Arial Narrow"/>
      <w:b/>
      <w:kern w:val="52"/>
      <w:sz w:val="36"/>
    </w:rPr>
  </w:style>
  <w:style w:type="paragraph" w:customStyle="1" w:styleId="DatePublication">
    <w:name w:val="Date Publication"/>
    <w:rsid w:val="00183A2C"/>
    <w:pPr>
      <w:spacing w:line="240" w:lineRule="atLeast"/>
      <w:ind w:right="-14"/>
    </w:pPr>
    <w:rPr>
      <w:rFonts w:ascii="Arial" w:hAnsi="Arial"/>
      <w:i/>
      <w:kern w:val="20"/>
    </w:rPr>
  </w:style>
  <w:style w:type="paragraph" w:customStyle="1" w:styleId="Textnumsoncover">
    <w:name w:val="Text&amp;nums on cover"/>
    <w:rsid w:val="00183A2C"/>
    <w:pPr>
      <w:spacing w:line="240" w:lineRule="atLeast"/>
      <w:ind w:right="72"/>
      <w:jc w:val="right"/>
    </w:pPr>
    <w:rPr>
      <w:rFonts w:ascii="Arial" w:hAnsi="Arial"/>
      <w:caps/>
      <w:noProof/>
      <w:kern w:val="20"/>
    </w:rPr>
  </w:style>
  <w:style w:type="paragraph" w:styleId="TOC3">
    <w:name w:val="toc 3"/>
    <w:basedOn w:val="Normal"/>
    <w:autoRedefine/>
    <w:uiPriority w:val="39"/>
    <w:qFormat/>
    <w:rsid w:val="00A230A2"/>
    <w:pPr>
      <w:ind w:left="120"/>
    </w:pPr>
    <w:rPr>
      <w:b/>
      <w:sz w:val="22"/>
    </w:rPr>
  </w:style>
  <w:style w:type="paragraph" w:styleId="TOC1">
    <w:name w:val="toc 1"/>
    <w:aliases w:val="Eng Table of Contents"/>
    <w:basedOn w:val="Normal"/>
    <w:next w:val="TOC2"/>
    <w:autoRedefine/>
    <w:uiPriority w:val="39"/>
    <w:qFormat/>
    <w:rsid w:val="00482F08"/>
    <w:pPr>
      <w:tabs>
        <w:tab w:val="right" w:leader="dot" w:pos="9350"/>
      </w:tabs>
      <w:spacing w:before="120" w:after="60"/>
    </w:pPr>
    <w:rPr>
      <w:rFonts w:ascii="Times New Roman Bold" w:hAnsi="Times New Roman Bold"/>
      <w:bCs/>
      <w:sz w:val="28"/>
      <w:szCs w:val="28"/>
    </w:rPr>
  </w:style>
  <w:style w:type="paragraph" w:styleId="TOC2">
    <w:name w:val="toc 2"/>
    <w:basedOn w:val="Normal"/>
    <w:autoRedefine/>
    <w:uiPriority w:val="39"/>
    <w:qFormat/>
    <w:rsid w:val="00A230A2"/>
    <w:pPr>
      <w:spacing w:before="120" w:after="120"/>
    </w:pPr>
    <w:rPr>
      <w:b/>
      <w:bCs/>
    </w:rPr>
  </w:style>
  <w:style w:type="paragraph" w:styleId="TOC4">
    <w:name w:val="toc 4"/>
    <w:basedOn w:val="Normal"/>
    <w:uiPriority w:val="39"/>
    <w:rsid w:val="00183A2C"/>
    <w:pPr>
      <w:ind w:left="240"/>
    </w:pPr>
    <w:rPr>
      <w:b/>
    </w:rPr>
  </w:style>
  <w:style w:type="paragraph" w:styleId="TOC5">
    <w:name w:val="toc 5"/>
    <w:basedOn w:val="Normal"/>
    <w:uiPriority w:val="39"/>
    <w:rsid w:val="00183A2C"/>
    <w:pPr>
      <w:ind w:left="360"/>
    </w:pPr>
    <w:rPr>
      <w:b/>
    </w:rPr>
  </w:style>
  <w:style w:type="paragraph" w:styleId="TOC6">
    <w:name w:val="toc 6"/>
    <w:basedOn w:val="Normal"/>
    <w:semiHidden/>
    <w:rsid w:val="00183A2C"/>
    <w:pPr>
      <w:ind w:left="480"/>
    </w:pPr>
    <w:rPr>
      <w:b/>
    </w:rPr>
  </w:style>
  <w:style w:type="paragraph" w:styleId="TOC7">
    <w:name w:val="toc 7"/>
    <w:basedOn w:val="Normal"/>
    <w:semiHidden/>
    <w:rsid w:val="00183A2C"/>
    <w:pPr>
      <w:ind w:left="600"/>
    </w:pPr>
    <w:rPr>
      <w:b/>
    </w:rPr>
  </w:style>
  <w:style w:type="paragraph" w:styleId="TOC8">
    <w:name w:val="toc 8"/>
    <w:basedOn w:val="Normal"/>
    <w:semiHidden/>
    <w:rsid w:val="00183A2C"/>
    <w:pPr>
      <w:ind w:left="720"/>
    </w:pPr>
    <w:rPr>
      <w:b/>
    </w:rPr>
  </w:style>
  <w:style w:type="paragraph" w:styleId="TOC9">
    <w:name w:val="toc 9"/>
    <w:basedOn w:val="Normal"/>
    <w:semiHidden/>
    <w:rsid w:val="00183A2C"/>
    <w:pPr>
      <w:ind w:left="840"/>
    </w:pPr>
    <w:rPr>
      <w:b/>
    </w:rPr>
  </w:style>
  <w:style w:type="character" w:styleId="PageNumber">
    <w:name w:val="page number"/>
    <w:basedOn w:val="DefaultParagraphFont"/>
    <w:rsid w:val="00183A2C"/>
  </w:style>
  <w:style w:type="paragraph" w:styleId="Caption">
    <w:name w:val="caption"/>
    <w:basedOn w:val="Normal"/>
    <w:next w:val="Normal"/>
    <w:qFormat/>
    <w:rsid w:val="005B7788"/>
    <w:pPr>
      <w:spacing w:before="60" w:after="240" w:line="260" w:lineRule="atLeast"/>
      <w:ind w:left="2304"/>
      <w:jc w:val="center"/>
    </w:pPr>
    <w:rPr>
      <w:b/>
      <w:i/>
      <w:kern w:val="22"/>
      <w:sz w:val="22"/>
    </w:rPr>
  </w:style>
  <w:style w:type="paragraph" w:styleId="TableofFigures">
    <w:name w:val="table of figures"/>
    <w:basedOn w:val="Normal"/>
    <w:uiPriority w:val="99"/>
    <w:rsid w:val="00183A2C"/>
    <w:pPr>
      <w:tabs>
        <w:tab w:val="right" w:pos="7560"/>
      </w:tabs>
      <w:spacing w:line="300" w:lineRule="atLeast"/>
    </w:pPr>
    <w:rPr>
      <w:b/>
      <w:kern w:val="22"/>
      <w:sz w:val="22"/>
    </w:rPr>
  </w:style>
  <w:style w:type="paragraph" w:customStyle="1" w:styleId="ProgramName">
    <w:name w:val="Program Name"/>
    <w:rsid w:val="00183A2C"/>
    <w:pPr>
      <w:spacing w:line="240" w:lineRule="atLeast"/>
    </w:pPr>
    <w:rPr>
      <w:rFonts w:ascii="Arial" w:hAnsi="Arial"/>
      <w:b/>
      <w:noProof/>
      <w:kern w:val="20"/>
    </w:rPr>
  </w:style>
  <w:style w:type="paragraph" w:customStyle="1" w:styleId="Logo">
    <w:name w:val="Logo"/>
    <w:next w:val="Normal"/>
    <w:rsid w:val="00183A2C"/>
    <w:pPr>
      <w:spacing w:line="240" w:lineRule="atLeast"/>
      <w:ind w:left="-113"/>
    </w:pPr>
    <w:rPr>
      <w:kern w:val="20"/>
    </w:rPr>
  </w:style>
  <w:style w:type="paragraph" w:customStyle="1" w:styleId="Address">
    <w:name w:val="Address"/>
    <w:rsid w:val="00183A2C"/>
    <w:pPr>
      <w:spacing w:line="240" w:lineRule="atLeast"/>
    </w:pPr>
    <w:rPr>
      <w:rFonts w:ascii="Arial" w:hAnsi="Arial"/>
      <w:kern w:val="20"/>
      <w:sz w:val="16"/>
    </w:rPr>
  </w:style>
  <w:style w:type="paragraph" w:customStyle="1" w:styleId="DistributionList">
    <w:name w:val="Distribution List"/>
    <w:rsid w:val="00183A2C"/>
    <w:pPr>
      <w:spacing w:line="240" w:lineRule="atLeast"/>
    </w:pPr>
    <w:rPr>
      <w:rFonts w:ascii="Arial" w:hAnsi="Arial"/>
      <w:kern w:val="20"/>
      <w:sz w:val="16"/>
    </w:rPr>
  </w:style>
  <w:style w:type="character" w:styleId="FootnoteReference">
    <w:name w:val="footnote reference"/>
    <w:basedOn w:val="DefaultParagraphFont"/>
    <w:semiHidden/>
    <w:rsid w:val="00183A2C"/>
    <w:rPr>
      <w:vertAlign w:val="superscript"/>
    </w:rPr>
  </w:style>
  <w:style w:type="paragraph" w:customStyle="1" w:styleId="Figure">
    <w:name w:val="Figure"/>
    <w:next w:val="Caption"/>
    <w:rsid w:val="00183A2C"/>
    <w:pPr>
      <w:keepNext/>
      <w:spacing w:before="500" w:line="260" w:lineRule="atLeast"/>
    </w:pPr>
    <w:rPr>
      <w:rFonts w:ascii="Arial" w:hAnsi="Arial"/>
      <w:noProof/>
      <w:kern w:val="22"/>
      <w:sz w:val="22"/>
    </w:rPr>
  </w:style>
  <w:style w:type="paragraph" w:styleId="FootnoteText">
    <w:name w:val="footnote text"/>
    <w:basedOn w:val="Normal"/>
    <w:semiHidden/>
    <w:rsid w:val="00183A2C"/>
    <w:pPr>
      <w:spacing w:line="240" w:lineRule="atLeast"/>
      <w:ind w:left="115" w:hanging="115"/>
    </w:pPr>
    <w:rPr>
      <w:b/>
      <w:kern w:val="20"/>
      <w:sz w:val="20"/>
    </w:rPr>
  </w:style>
  <w:style w:type="paragraph" w:customStyle="1" w:styleId="Numberlist1">
    <w:name w:val="Number list1"/>
    <w:rsid w:val="00183A2C"/>
    <w:pPr>
      <w:tabs>
        <w:tab w:val="left" w:pos="432"/>
      </w:tabs>
      <w:spacing w:after="120" w:line="240" w:lineRule="atLeast"/>
      <w:ind w:left="432" w:hanging="432"/>
    </w:pPr>
    <w:rPr>
      <w:noProof/>
      <w:kern w:val="22"/>
      <w:sz w:val="22"/>
    </w:rPr>
  </w:style>
  <w:style w:type="paragraph" w:customStyle="1" w:styleId="Referenceitem">
    <w:name w:val="Reference item"/>
    <w:rsid w:val="00183A2C"/>
    <w:pPr>
      <w:spacing w:before="100"/>
    </w:pPr>
    <w:rPr>
      <w:rFonts w:ascii="Arial" w:hAnsi="Arial"/>
      <w:b/>
      <w:noProof/>
      <w:kern w:val="20"/>
      <w:sz w:val="22"/>
    </w:rPr>
  </w:style>
  <w:style w:type="paragraph" w:customStyle="1" w:styleId="Heading2-nonum">
    <w:name w:val="Heading 2 - nonum"/>
    <w:next w:val="Normal"/>
    <w:rsid w:val="00183A2C"/>
    <w:pPr>
      <w:keepNext/>
      <w:suppressAutoHyphens/>
      <w:spacing w:before="120" w:line="380" w:lineRule="atLeast"/>
    </w:pPr>
    <w:rPr>
      <w:rFonts w:ascii="Arial" w:hAnsi="Arial"/>
      <w:b/>
      <w:kern w:val="32"/>
      <w:sz w:val="32"/>
    </w:rPr>
  </w:style>
  <w:style w:type="paragraph" w:customStyle="1" w:styleId="Heading3-nonum">
    <w:name w:val="Heading 3 - nonum"/>
    <w:next w:val="Normal"/>
    <w:rsid w:val="00183A2C"/>
    <w:pPr>
      <w:keepNext/>
      <w:suppressAutoHyphens/>
      <w:spacing w:before="120" w:line="340" w:lineRule="atLeast"/>
    </w:pPr>
    <w:rPr>
      <w:rFonts w:ascii="Arial" w:hAnsi="Arial"/>
      <w:b/>
      <w:kern w:val="28"/>
      <w:sz w:val="28"/>
    </w:rPr>
  </w:style>
  <w:style w:type="paragraph" w:customStyle="1" w:styleId="Heading4-nonum">
    <w:name w:val="Heading 4 - nonum"/>
    <w:basedOn w:val="Heading2-nonum"/>
    <w:next w:val="Normal"/>
    <w:rsid w:val="00183A2C"/>
    <w:pPr>
      <w:spacing w:line="280" w:lineRule="atLeast"/>
    </w:pPr>
    <w:rPr>
      <w:sz w:val="24"/>
    </w:rPr>
  </w:style>
  <w:style w:type="paragraph" w:customStyle="1" w:styleId="Glossaryterm">
    <w:name w:val="Glossary term"/>
    <w:rsid w:val="00183A2C"/>
    <w:pPr>
      <w:keepLines/>
      <w:suppressAutoHyphens/>
      <w:spacing w:before="80" w:line="240" w:lineRule="atLeast"/>
    </w:pPr>
    <w:rPr>
      <w:rFonts w:ascii="Arial" w:hAnsi="Arial"/>
      <w:b/>
      <w:kern w:val="22"/>
      <w:sz w:val="22"/>
    </w:rPr>
  </w:style>
  <w:style w:type="paragraph" w:styleId="Index2">
    <w:name w:val="index 2"/>
    <w:basedOn w:val="Normal"/>
    <w:semiHidden/>
    <w:rsid w:val="00183A2C"/>
    <w:pPr>
      <w:spacing w:line="240" w:lineRule="atLeast"/>
      <w:ind w:left="360"/>
    </w:pPr>
    <w:rPr>
      <w:noProof/>
      <w:kern w:val="18"/>
      <w:sz w:val="22"/>
    </w:rPr>
  </w:style>
  <w:style w:type="paragraph" w:styleId="Index3">
    <w:name w:val="index 3"/>
    <w:basedOn w:val="Normal"/>
    <w:semiHidden/>
    <w:rsid w:val="00183A2C"/>
    <w:pPr>
      <w:spacing w:line="240" w:lineRule="atLeast"/>
      <w:ind w:left="720"/>
    </w:pPr>
    <w:rPr>
      <w:noProof/>
      <w:sz w:val="22"/>
    </w:rPr>
  </w:style>
  <w:style w:type="paragraph" w:styleId="Index4">
    <w:name w:val="index 4"/>
    <w:basedOn w:val="Normal"/>
    <w:semiHidden/>
    <w:rsid w:val="00183A2C"/>
    <w:pPr>
      <w:tabs>
        <w:tab w:val="right" w:pos="3773"/>
      </w:tabs>
      <w:ind w:left="960" w:hanging="240"/>
    </w:pPr>
    <w:rPr>
      <w:sz w:val="18"/>
    </w:rPr>
  </w:style>
  <w:style w:type="paragraph" w:styleId="Index5">
    <w:name w:val="index 5"/>
    <w:basedOn w:val="Normal"/>
    <w:semiHidden/>
    <w:rsid w:val="00183A2C"/>
    <w:pPr>
      <w:tabs>
        <w:tab w:val="right" w:pos="3773"/>
      </w:tabs>
      <w:ind w:left="1200" w:hanging="240"/>
    </w:pPr>
    <w:rPr>
      <w:sz w:val="18"/>
    </w:rPr>
  </w:style>
  <w:style w:type="paragraph" w:styleId="Index6">
    <w:name w:val="index 6"/>
    <w:basedOn w:val="Normal"/>
    <w:semiHidden/>
    <w:rsid w:val="00183A2C"/>
    <w:pPr>
      <w:tabs>
        <w:tab w:val="right" w:pos="3773"/>
      </w:tabs>
      <w:ind w:left="1440" w:hanging="240"/>
    </w:pPr>
    <w:rPr>
      <w:sz w:val="18"/>
    </w:rPr>
  </w:style>
  <w:style w:type="paragraph" w:styleId="Index7">
    <w:name w:val="index 7"/>
    <w:basedOn w:val="Normal"/>
    <w:semiHidden/>
    <w:rsid w:val="00183A2C"/>
    <w:pPr>
      <w:tabs>
        <w:tab w:val="right" w:pos="3773"/>
      </w:tabs>
      <w:ind w:left="1680" w:hanging="240"/>
    </w:pPr>
    <w:rPr>
      <w:sz w:val="18"/>
    </w:rPr>
  </w:style>
  <w:style w:type="paragraph" w:styleId="Index8">
    <w:name w:val="index 8"/>
    <w:basedOn w:val="Normal"/>
    <w:semiHidden/>
    <w:rsid w:val="00183A2C"/>
    <w:pPr>
      <w:tabs>
        <w:tab w:val="right" w:pos="3773"/>
      </w:tabs>
      <w:ind w:left="1920" w:hanging="240"/>
    </w:pPr>
    <w:rPr>
      <w:sz w:val="18"/>
    </w:rPr>
  </w:style>
  <w:style w:type="paragraph" w:styleId="Index9">
    <w:name w:val="index 9"/>
    <w:basedOn w:val="Normal"/>
    <w:semiHidden/>
    <w:rsid w:val="00183A2C"/>
    <w:pPr>
      <w:tabs>
        <w:tab w:val="right" w:pos="3773"/>
      </w:tabs>
      <w:ind w:left="2160" w:hanging="240"/>
    </w:pPr>
    <w:rPr>
      <w:sz w:val="18"/>
    </w:rPr>
  </w:style>
  <w:style w:type="paragraph" w:customStyle="1" w:styleId="Heading1-nonum">
    <w:name w:val="Heading 1- nonum"/>
    <w:next w:val="Normal"/>
    <w:rsid w:val="00183A2C"/>
    <w:pPr>
      <w:pageBreakBefore/>
      <w:pBdr>
        <w:top w:val="single" w:sz="6" w:space="1" w:color="auto"/>
      </w:pBdr>
      <w:suppressAutoHyphens/>
      <w:spacing w:after="1400" w:line="540" w:lineRule="atLeast"/>
    </w:pPr>
    <w:rPr>
      <w:rFonts w:ascii="Arial" w:hAnsi="Arial"/>
      <w:b/>
      <w:kern w:val="40"/>
      <w:sz w:val="40"/>
    </w:rPr>
  </w:style>
  <w:style w:type="paragraph" w:customStyle="1" w:styleId="Authorlist">
    <w:name w:val="Author list"/>
    <w:rsid w:val="00183A2C"/>
    <w:pPr>
      <w:spacing w:line="240" w:lineRule="atLeast"/>
      <w:ind w:right="-14"/>
    </w:pPr>
    <w:rPr>
      <w:rFonts w:ascii="Arial" w:hAnsi="Arial"/>
      <w:kern w:val="20"/>
    </w:rPr>
  </w:style>
  <w:style w:type="paragraph" w:customStyle="1" w:styleId="List1cont">
    <w:name w:val="List1 (cont)"/>
    <w:rsid w:val="00183A2C"/>
    <w:pPr>
      <w:spacing w:before="60" w:after="60" w:line="240" w:lineRule="atLeast"/>
      <w:ind w:left="864"/>
    </w:pPr>
    <w:rPr>
      <w:noProof/>
      <w:kern w:val="20"/>
      <w:sz w:val="22"/>
    </w:rPr>
  </w:style>
  <w:style w:type="paragraph" w:customStyle="1" w:styleId="Numberlist2">
    <w:name w:val="Number list2"/>
    <w:rsid w:val="00183A2C"/>
    <w:pPr>
      <w:tabs>
        <w:tab w:val="left" w:pos="432"/>
      </w:tabs>
      <w:spacing w:before="60" w:after="60"/>
      <w:ind w:left="864" w:hanging="432"/>
    </w:pPr>
    <w:rPr>
      <w:noProof/>
      <w:kern w:val="22"/>
      <w:sz w:val="22"/>
    </w:rPr>
  </w:style>
  <w:style w:type="paragraph" w:styleId="IndexHeading">
    <w:name w:val="index heading"/>
    <w:basedOn w:val="Normal"/>
    <w:next w:val="Index1"/>
    <w:semiHidden/>
    <w:rsid w:val="00183A2C"/>
    <w:pPr>
      <w:keepNext/>
      <w:spacing w:before="240"/>
    </w:pPr>
    <w:rPr>
      <w:b/>
      <w:caps/>
      <w:noProof/>
      <w:kern w:val="22"/>
      <w:sz w:val="22"/>
    </w:rPr>
  </w:style>
  <w:style w:type="paragraph" w:customStyle="1" w:styleId="tabletext">
    <w:name w:val="table.text"/>
    <w:basedOn w:val="Normal"/>
    <w:rsid w:val="00183A2C"/>
    <w:pPr>
      <w:spacing w:before="40" w:after="40"/>
    </w:pPr>
    <w:rPr>
      <w:sz w:val="18"/>
    </w:rPr>
  </w:style>
  <w:style w:type="paragraph" w:customStyle="1" w:styleId="Heading1frontmatteronly">
    <w:name w:val="Heading 1 (front matter only)"/>
    <w:rsid w:val="00183A2C"/>
    <w:pPr>
      <w:keepNext/>
      <w:pBdr>
        <w:top w:val="single" w:sz="6" w:space="1" w:color="auto"/>
      </w:pBdr>
      <w:suppressAutoHyphens/>
      <w:spacing w:after="720" w:line="540" w:lineRule="atLeast"/>
    </w:pPr>
    <w:rPr>
      <w:rFonts w:ascii="Arial" w:hAnsi="Arial"/>
      <w:b/>
      <w:kern w:val="36"/>
      <w:sz w:val="40"/>
    </w:rPr>
  </w:style>
  <w:style w:type="paragraph" w:customStyle="1" w:styleId="H-pa-name">
    <w:name w:val="H-pa-name"/>
    <w:basedOn w:val="H-purpose"/>
    <w:rsid w:val="00183A2C"/>
    <w:pPr>
      <w:pageBreakBefore/>
      <w:spacing w:after="160"/>
    </w:pPr>
    <w:rPr>
      <w:caps/>
    </w:rPr>
  </w:style>
  <w:style w:type="paragraph" w:customStyle="1" w:styleId="H-purpose">
    <w:name w:val="H-purpose"/>
    <w:next w:val="Normal"/>
    <w:rsid w:val="00183A2C"/>
    <w:pPr>
      <w:keepNext/>
      <w:pBdr>
        <w:bottom w:val="single" w:sz="4" w:space="1" w:color="auto"/>
      </w:pBdr>
      <w:suppressAutoHyphens/>
      <w:spacing w:before="504" w:after="180" w:line="260" w:lineRule="exact"/>
    </w:pPr>
    <w:rPr>
      <w:rFonts w:ascii="Arial Black" w:hAnsi="Arial Black"/>
    </w:rPr>
  </w:style>
  <w:style w:type="paragraph" w:styleId="BodyText3">
    <w:name w:val="Body Text 3"/>
    <w:basedOn w:val="Normal"/>
    <w:rsid w:val="00183A2C"/>
    <w:pPr>
      <w:spacing w:after="120"/>
    </w:pPr>
    <w:rPr>
      <w:sz w:val="16"/>
      <w:szCs w:val="16"/>
    </w:rPr>
  </w:style>
  <w:style w:type="paragraph" w:styleId="ListBullet5">
    <w:name w:val="List Bullet 5"/>
    <w:basedOn w:val="Normal"/>
    <w:autoRedefine/>
    <w:rsid w:val="00183A2C"/>
    <w:pPr>
      <w:tabs>
        <w:tab w:val="num" w:pos="1800"/>
      </w:tabs>
      <w:ind w:left="1800" w:hanging="360"/>
    </w:pPr>
  </w:style>
  <w:style w:type="paragraph" w:styleId="ListNumber2">
    <w:name w:val="List Number 2"/>
    <w:basedOn w:val="Normal"/>
    <w:rsid w:val="00183A2C"/>
    <w:pPr>
      <w:tabs>
        <w:tab w:val="num" w:pos="720"/>
      </w:tabs>
      <w:ind w:left="720" w:hanging="360"/>
    </w:pPr>
  </w:style>
  <w:style w:type="paragraph" w:styleId="ListNumber4">
    <w:name w:val="List Number 4"/>
    <w:basedOn w:val="Normal"/>
    <w:rsid w:val="00183A2C"/>
    <w:pPr>
      <w:tabs>
        <w:tab w:val="num" w:pos="1440"/>
      </w:tabs>
      <w:ind w:left="1440" w:hanging="360"/>
    </w:pPr>
    <w:rPr>
      <w:b/>
      <w:sz w:val="22"/>
    </w:rPr>
  </w:style>
  <w:style w:type="paragraph" w:customStyle="1" w:styleId="H-goals">
    <w:name w:val="H-goals"/>
    <w:basedOn w:val="Normal"/>
    <w:next w:val="Normal"/>
    <w:rsid w:val="00183A2C"/>
    <w:pPr>
      <w:keepNext/>
      <w:pBdr>
        <w:bottom w:val="single" w:sz="4" w:space="1" w:color="auto"/>
      </w:pBdr>
      <w:spacing w:before="300" w:line="260" w:lineRule="exact"/>
      <w:ind w:left="2304" w:hanging="2304"/>
    </w:pPr>
    <w:rPr>
      <w:rFonts w:ascii="Arial Black" w:hAnsi="Arial Black"/>
      <w:b/>
      <w:kern w:val="0"/>
      <w:sz w:val="20"/>
    </w:rPr>
  </w:style>
  <w:style w:type="paragraph" w:customStyle="1" w:styleId="H-subpractice">
    <w:name w:val="H-subpractice"/>
    <w:rsid w:val="00183A2C"/>
    <w:pPr>
      <w:keepNext/>
      <w:suppressAutoHyphens/>
      <w:spacing w:before="200"/>
      <w:ind w:left="2304"/>
    </w:pPr>
    <w:rPr>
      <w:rFonts w:ascii="Arial" w:hAnsi="Arial"/>
      <w:b/>
      <w:sz w:val="18"/>
    </w:rPr>
  </w:style>
  <w:style w:type="paragraph" w:customStyle="1" w:styleId="H-workproducts">
    <w:name w:val="H-workproducts"/>
    <w:basedOn w:val="H-subpractice"/>
    <w:rsid w:val="00183A2C"/>
  </w:style>
  <w:style w:type="paragraph" w:customStyle="1" w:styleId="goal-statement">
    <w:name w:val="goal-statement"/>
    <w:rsid w:val="00183A2C"/>
    <w:pPr>
      <w:pBdr>
        <w:top w:val="single" w:sz="8" w:space="1" w:color="FFFFFF" w:shadow="1"/>
        <w:left w:val="single" w:sz="8" w:space="4" w:color="FFFFFF" w:shadow="1"/>
        <w:bottom w:val="single" w:sz="8" w:space="1" w:color="FFFFFF" w:shadow="1"/>
        <w:right w:val="single" w:sz="8" w:space="4" w:color="FFFFFF" w:shadow="1"/>
      </w:pBdr>
      <w:shd w:val="pct10" w:color="auto" w:fill="FFFFFF"/>
      <w:tabs>
        <w:tab w:val="left" w:pos="2304"/>
      </w:tabs>
      <w:suppressAutoHyphens/>
      <w:spacing w:before="300"/>
      <w:ind w:left="1152" w:hanging="1152"/>
    </w:pPr>
    <w:rPr>
      <w:rFonts w:ascii="Arial" w:hAnsi="Arial"/>
      <w:b/>
      <w:i/>
      <w:sz w:val="21"/>
    </w:rPr>
  </w:style>
  <w:style w:type="paragraph" w:customStyle="1" w:styleId="H-notes">
    <w:name w:val="H-notes"/>
    <w:basedOn w:val="Normal"/>
    <w:next w:val="Normal"/>
    <w:rsid w:val="00183A2C"/>
    <w:pPr>
      <w:keepNext/>
      <w:pBdr>
        <w:bottom w:val="single" w:sz="4" w:space="1" w:color="auto"/>
      </w:pBdr>
      <w:spacing w:before="300" w:after="180" w:line="260" w:lineRule="exact"/>
    </w:pPr>
    <w:rPr>
      <w:rFonts w:ascii="Arial Black" w:hAnsi="Arial Black"/>
      <w:b/>
      <w:kern w:val="0"/>
      <w:sz w:val="20"/>
    </w:rPr>
  </w:style>
  <w:style w:type="paragraph" w:customStyle="1" w:styleId="H-related-process-areas">
    <w:name w:val="H-related-process-areas"/>
    <w:basedOn w:val="H-purpose"/>
    <w:next w:val="Normal"/>
    <w:rsid w:val="00183A2C"/>
    <w:pPr>
      <w:spacing w:before="360"/>
    </w:pPr>
  </w:style>
  <w:style w:type="paragraph" w:customStyle="1" w:styleId="reference">
    <w:name w:val="reference"/>
    <w:basedOn w:val="body"/>
    <w:rsid w:val="00183A2C"/>
    <w:rPr>
      <w:i/>
    </w:rPr>
  </w:style>
  <w:style w:type="paragraph" w:customStyle="1" w:styleId="body">
    <w:name w:val="body"/>
    <w:basedOn w:val="Normal"/>
    <w:link w:val="bodyChar"/>
    <w:rsid w:val="00183A2C"/>
    <w:pPr>
      <w:keepLines/>
      <w:tabs>
        <w:tab w:val="left" w:pos="-3240"/>
      </w:tabs>
      <w:spacing w:before="120" w:after="120" w:line="260" w:lineRule="exact"/>
      <w:ind w:left="1152"/>
    </w:pPr>
    <w:rPr>
      <w:b/>
      <w:color w:val="000000"/>
      <w:kern w:val="22"/>
      <w:sz w:val="21"/>
    </w:rPr>
  </w:style>
  <w:style w:type="paragraph" w:customStyle="1" w:styleId="H-related-specific-practices">
    <w:name w:val="H-related-specific-practices"/>
    <w:basedOn w:val="H-related-process-areas"/>
    <w:rsid w:val="00183A2C"/>
    <w:pPr>
      <w:pBdr>
        <w:bottom w:val="none" w:sz="0" w:space="0" w:color="auto"/>
      </w:pBdr>
      <w:ind w:left="2304"/>
    </w:pPr>
    <w:rPr>
      <w:i/>
    </w:rPr>
  </w:style>
  <w:style w:type="paragraph" w:customStyle="1" w:styleId="H-related-subpractices">
    <w:name w:val="H-related-subpractices"/>
    <w:basedOn w:val="H-related-specific-practices"/>
    <w:rsid w:val="00183A2C"/>
  </w:style>
  <w:style w:type="paragraph" w:customStyle="1" w:styleId="H-commonfeature">
    <w:name w:val="H-common feature"/>
    <w:basedOn w:val="H-purpose"/>
    <w:rsid w:val="00183A2C"/>
  </w:style>
  <w:style w:type="paragraph" w:customStyle="1" w:styleId="Hyperlink1">
    <w:name w:val="Hyperlink1"/>
    <w:basedOn w:val="body"/>
    <w:rsid w:val="00183A2C"/>
    <w:rPr>
      <w:rFonts w:ascii="Arial Narrow" w:hAnsi="Arial Narrow"/>
      <w:color w:val="3366FF"/>
      <w:sz w:val="20"/>
    </w:rPr>
  </w:style>
  <w:style w:type="paragraph" w:styleId="Title">
    <w:name w:val="Title"/>
    <w:basedOn w:val="Normal"/>
    <w:qFormat/>
    <w:rsid w:val="00183A2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60" w:lineRule="atLeast"/>
      <w:jc w:val="center"/>
    </w:pPr>
    <w:rPr>
      <w:rFonts w:ascii="Helvetica" w:hAnsi="Helvetica"/>
      <w:color w:val="000000"/>
      <w:kern w:val="0"/>
    </w:rPr>
  </w:style>
  <w:style w:type="paragraph" w:customStyle="1" w:styleId="t1-title-line1">
    <w:name w:val="t1-title-line1"/>
    <w:next w:val="t2-title-line2"/>
    <w:rsid w:val="00183A2C"/>
    <w:pPr>
      <w:spacing w:before="3100" w:after="216"/>
      <w:ind w:left="2304"/>
    </w:pPr>
    <w:rPr>
      <w:rFonts w:ascii="Arial Narrow" w:hAnsi="Arial Narrow"/>
      <w:b/>
      <w:noProof/>
      <w:sz w:val="36"/>
    </w:rPr>
  </w:style>
  <w:style w:type="paragraph" w:customStyle="1" w:styleId="t2-title-line2">
    <w:name w:val="t2-title-line2"/>
    <w:rsid w:val="00183A2C"/>
    <w:pPr>
      <w:ind w:left="2304"/>
    </w:pPr>
    <w:rPr>
      <w:rFonts w:ascii="Arial" w:hAnsi="Arial"/>
      <w:b/>
      <w:noProof/>
      <w:sz w:val="60"/>
    </w:rPr>
  </w:style>
  <w:style w:type="paragraph" w:customStyle="1" w:styleId="t3-title-line3">
    <w:name w:val="t3-title-line3"/>
    <w:rsid w:val="00183A2C"/>
    <w:pPr>
      <w:spacing w:before="800" w:line="240" w:lineRule="exact"/>
      <w:ind w:left="2304"/>
    </w:pPr>
    <w:rPr>
      <w:rFonts w:ascii="Arial Black" w:hAnsi="Arial Black"/>
      <w:noProof/>
    </w:rPr>
  </w:style>
  <w:style w:type="paragraph" w:customStyle="1" w:styleId="t4-title-line4">
    <w:name w:val="t4-title-line4"/>
    <w:rsid w:val="00183A2C"/>
    <w:pPr>
      <w:spacing w:before="280"/>
      <w:ind w:left="2304"/>
    </w:pPr>
    <w:rPr>
      <w:rFonts w:ascii="Arial" w:hAnsi="Arial"/>
      <w:noProof/>
    </w:rPr>
  </w:style>
  <w:style w:type="paragraph" w:customStyle="1" w:styleId="t5-title-line5">
    <w:name w:val="t5-title-line5"/>
    <w:rsid w:val="00183A2C"/>
    <w:pPr>
      <w:spacing w:before="6400"/>
      <w:ind w:left="2304"/>
    </w:pPr>
    <w:rPr>
      <w:rFonts w:ascii="Arial Black" w:hAnsi="Arial Black"/>
      <w:noProof/>
      <w:sz w:val="16"/>
    </w:rPr>
  </w:style>
  <w:style w:type="paragraph" w:customStyle="1" w:styleId="bullet">
    <w:name w:val="bullet"/>
    <w:rsid w:val="00183A2C"/>
    <w:pPr>
      <w:tabs>
        <w:tab w:val="num" w:pos="360"/>
      </w:tabs>
      <w:suppressAutoHyphens/>
      <w:spacing w:before="60" w:after="60" w:line="260" w:lineRule="exact"/>
      <w:ind w:left="2160" w:hanging="432"/>
    </w:pPr>
    <w:rPr>
      <w:rFonts w:ascii="Arial" w:hAnsi="Arial"/>
      <w:sz w:val="21"/>
    </w:rPr>
  </w:style>
  <w:style w:type="paragraph" w:customStyle="1" w:styleId="list-bullet-level-2">
    <w:name w:val="list-bullet-level-2"/>
    <w:rsid w:val="00183A2C"/>
    <w:pPr>
      <w:tabs>
        <w:tab w:val="left" w:pos="3024"/>
      </w:tabs>
      <w:suppressAutoHyphens/>
      <w:spacing w:before="60" w:after="60"/>
      <w:ind w:left="3024" w:hanging="288"/>
    </w:pPr>
    <w:rPr>
      <w:rFonts w:ascii="Arial Narrow" w:hAnsi="Arial Narrow"/>
    </w:rPr>
  </w:style>
  <w:style w:type="paragraph" w:customStyle="1" w:styleId="Footer-Left">
    <w:name w:val="Footer-Left"/>
    <w:basedOn w:val="Normal"/>
    <w:rsid w:val="00183A2C"/>
    <w:pPr>
      <w:tabs>
        <w:tab w:val="right" w:pos="13766"/>
      </w:tabs>
      <w:jc w:val="right"/>
    </w:pPr>
    <w:rPr>
      <w:color w:val="000000"/>
      <w:kern w:val="0"/>
      <w:sz w:val="16"/>
    </w:rPr>
  </w:style>
  <w:style w:type="paragraph" w:customStyle="1" w:styleId="Body-pullout">
    <w:name w:val="Body - pull out"/>
    <w:rsid w:val="00183A2C"/>
    <w:pPr>
      <w:tabs>
        <w:tab w:val="left" w:pos="144"/>
        <w:tab w:val="left" w:pos="216"/>
      </w:tabs>
      <w:suppressAutoHyphens/>
      <w:spacing w:before="60" w:after="240" w:line="300" w:lineRule="atLeast"/>
    </w:pPr>
    <w:rPr>
      <w:color w:val="000000"/>
      <w:kern w:val="22"/>
      <w:sz w:val="22"/>
    </w:rPr>
  </w:style>
  <w:style w:type="paragraph" w:customStyle="1" w:styleId="ChapterTitle">
    <w:name w:val="Chapter Title"/>
    <w:basedOn w:val="H-pa-name"/>
    <w:rsid w:val="00183A2C"/>
  </w:style>
  <w:style w:type="paragraph" w:customStyle="1" w:styleId="title-page-text">
    <w:name w:val="title-page-text"/>
    <w:next w:val="Body-pullout"/>
    <w:rsid w:val="00183A2C"/>
    <w:pPr>
      <w:suppressAutoHyphens/>
      <w:spacing w:before="100" w:after="100"/>
    </w:pPr>
    <w:rPr>
      <w:kern w:val="20"/>
    </w:rPr>
  </w:style>
  <w:style w:type="paragraph" w:customStyle="1" w:styleId="level1headings">
    <w:name w:val="level 1 headings"/>
    <w:basedOn w:val="H-goals"/>
    <w:rsid w:val="00183A2C"/>
    <w:pPr>
      <w:spacing w:before="504" w:after="180"/>
      <w:ind w:left="0" w:firstLine="0"/>
    </w:pPr>
  </w:style>
  <w:style w:type="paragraph" w:customStyle="1" w:styleId="level2headings">
    <w:name w:val="level 2 headings"/>
    <w:basedOn w:val="Normal"/>
    <w:rsid w:val="00183A2C"/>
    <w:pPr>
      <w:keepNext/>
      <w:tabs>
        <w:tab w:val="left" w:pos="2340"/>
      </w:tabs>
      <w:spacing w:before="240" w:after="60"/>
      <w:ind w:left="2304"/>
    </w:pPr>
    <w:rPr>
      <w:color w:val="000000"/>
      <w:kern w:val="0"/>
      <w:sz w:val="20"/>
    </w:rPr>
  </w:style>
  <w:style w:type="paragraph" w:customStyle="1" w:styleId="level3headings">
    <w:name w:val="level 3 headings"/>
    <w:basedOn w:val="Normal"/>
    <w:rsid w:val="00183A2C"/>
    <w:pPr>
      <w:keepNext/>
      <w:tabs>
        <w:tab w:val="left" w:pos="2340"/>
      </w:tabs>
      <w:spacing w:before="240" w:after="60"/>
      <w:ind w:left="2304"/>
    </w:pPr>
    <w:rPr>
      <w:b/>
      <w:color w:val="000000"/>
      <w:kern w:val="0"/>
      <w:sz w:val="20"/>
    </w:rPr>
  </w:style>
  <w:style w:type="paragraph" w:styleId="DocumentMap">
    <w:name w:val="Document Map"/>
    <w:basedOn w:val="Normal"/>
    <w:semiHidden/>
    <w:rsid w:val="00183A2C"/>
    <w:pPr>
      <w:shd w:val="clear" w:color="auto" w:fill="000080"/>
    </w:pPr>
    <w:rPr>
      <w:rFonts w:ascii="Tahoma" w:hAnsi="Tahoma"/>
    </w:rPr>
  </w:style>
  <w:style w:type="paragraph" w:customStyle="1" w:styleId="term">
    <w:name w:val="term"/>
    <w:basedOn w:val="body"/>
    <w:rsid w:val="00183A2C"/>
    <w:pPr>
      <w:ind w:left="288"/>
    </w:pPr>
  </w:style>
  <w:style w:type="paragraph" w:customStyle="1" w:styleId="Heading2-Appendix">
    <w:name w:val="Heading 2 - Appendix"/>
    <w:basedOn w:val="Heading1-nonum"/>
    <w:rsid w:val="00183A2C"/>
    <w:pPr>
      <w:tabs>
        <w:tab w:val="num" w:pos="360"/>
      </w:tabs>
      <w:ind w:left="360" w:hanging="360"/>
    </w:pPr>
  </w:style>
  <w:style w:type="paragraph" w:customStyle="1" w:styleId="level2appendix">
    <w:name w:val="level 2 appendix"/>
    <w:basedOn w:val="level1headings"/>
    <w:rsid w:val="00183A2C"/>
  </w:style>
  <w:style w:type="paragraph" w:customStyle="1" w:styleId="H-pa-name-appendix">
    <w:name w:val="H-pa-name-appendix"/>
    <w:basedOn w:val="H-pa-name"/>
    <w:rsid w:val="00183A2C"/>
  </w:style>
  <w:style w:type="paragraph" w:customStyle="1" w:styleId="list-bullet-border">
    <w:name w:val="list-bullet-border"/>
    <w:basedOn w:val="bullet"/>
    <w:rsid w:val="00183A2C"/>
    <w:pPr>
      <w:keepNext/>
      <w:keepLines/>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H-sp-name-subsumed">
    <w:name w:val="H-sp-name-subsumed"/>
    <w:basedOn w:val="Normal"/>
    <w:rsid w:val="00183A2C"/>
    <w:pPr>
      <w:keepNext/>
      <w:spacing w:before="500" w:after="40" w:line="260" w:lineRule="exact"/>
      <w:ind w:left="2304" w:hanging="1152"/>
    </w:pPr>
    <w:rPr>
      <w:color w:val="808080"/>
      <w:kern w:val="0"/>
      <w:sz w:val="21"/>
    </w:rPr>
  </w:style>
  <w:style w:type="paragraph" w:customStyle="1" w:styleId="bodygreyed">
    <w:name w:val="body greyed"/>
    <w:basedOn w:val="body"/>
    <w:rsid w:val="00183A2C"/>
    <w:rPr>
      <w:color w:val="808080"/>
    </w:rPr>
  </w:style>
  <w:style w:type="paragraph" w:customStyle="1" w:styleId="H-workproducts-subsumed">
    <w:name w:val="H-workproducts-subsumed"/>
    <w:basedOn w:val="H-workproducts"/>
    <w:rsid w:val="00183A2C"/>
    <w:rPr>
      <w:color w:val="808080"/>
    </w:rPr>
  </w:style>
  <w:style w:type="paragraph" w:customStyle="1" w:styleId="QAAnswer">
    <w:name w:val="QA Answer"/>
    <w:basedOn w:val="QAQuestion"/>
    <w:rsid w:val="00183A2C"/>
    <w:rPr>
      <w:color w:val="808080"/>
    </w:rPr>
  </w:style>
  <w:style w:type="paragraph" w:customStyle="1" w:styleId="list-bullet-border-subsumed">
    <w:name w:val="list-bullet-border-subsumed"/>
    <w:basedOn w:val="list-bullet-subsumed"/>
    <w:rsid w:val="00183A2C"/>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rsid w:val="00183A2C"/>
    <w:pPr>
      <w:tabs>
        <w:tab w:val="left" w:pos="360"/>
      </w:tabs>
      <w:suppressAutoHyphens/>
      <w:spacing w:before="60" w:after="60" w:line="260" w:lineRule="exact"/>
      <w:ind w:left="2664" w:hanging="360"/>
    </w:pPr>
    <w:rPr>
      <w:rFonts w:ascii="Arial" w:hAnsi="Arial"/>
      <w:color w:val="808080"/>
      <w:sz w:val="21"/>
    </w:rPr>
  </w:style>
  <w:style w:type="paragraph" w:customStyle="1" w:styleId="list-bullet-level-2-border">
    <w:name w:val="list-bullet-level-2-border"/>
    <w:basedOn w:val="list-bullet-level-2"/>
    <w:rsid w:val="00183A2C"/>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rsid w:val="00183A2C"/>
    <w:rPr>
      <w:color w:val="808080"/>
    </w:rPr>
  </w:style>
  <w:style w:type="paragraph" w:customStyle="1" w:styleId="Listborder">
    <w:name w:val="List border"/>
    <w:basedOn w:val="Normal"/>
    <w:rsid w:val="00183A2C"/>
    <w:pPr>
      <w:keepNext/>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order-sub">
    <w:name w:val="list-border-sub"/>
    <w:basedOn w:val="Listborder"/>
    <w:rsid w:val="00183A2C"/>
    <w:rPr>
      <w:color w:val="808080"/>
    </w:rPr>
  </w:style>
  <w:style w:type="paragraph" w:customStyle="1" w:styleId="body-border-greyed">
    <w:name w:val="body-border-greyed"/>
    <w:basedOn w:val="bodygreyed"/>
    <w:rsid w:val="00183A2C"/>
    <w:pPr>
      <w:keepNext/>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level-2-subsumed">
    <w:name w:val="list-bullet-level-2-subsumed"/>
    <w:basedOn w:val="list-bullet-level-2"/>
    <w:rsid w:val="00183A2C"/>
    <w:rPr>
      <w:color w:val="808080"/>
    </w:rPr>
  </w:style>
  <w:style w:type="paragraph" w:customStyle="1" w:styleId="body-border">
    <w:name w:val="body-border"/>
    <w:basedOn w:val="body"/>
    <w:rsid w:val="00183A2C"/>
    <w:pPr>
      <w:keepNext/>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block-text-border">
    <w:name w:val="block-text-border"/>
    <w:basedOn w:val="Normal"/>
    <w:rsid w:val="00183A2C"/>
    <w:pPr>
      <w:keepNext/>
      <w:keepLines/>
      <w:pBdr>
        <w:top w:val="single" w:sz="4" w:space="1" w:color="auto"/>
        <w:left w:val="single" w:sz="4" w:space="4" w:color="auto"/>
        <w:bottom w:val="single" w:sz="4" w:space="1" w:color="auto"/>
        <w:right w:val="single" w:sz="4" w:space="4" w:color="auto"/>
      </w:pBdr>
      <w:spacing w:after="120" w:line="240" w:lineRule="exact"/>
      <w:ind w:left="3456"/>
    </w:pPr>
    <w:rPr>
      <w:rFonts w:ascii="Arial Narrow" w:hAnsi="Arial Narrow"/>
      <w:b/>
      <w:i/>
      <w:kern w:val="0"/>
      <w:sz w:val="20"/>
    </w:rPr>
  </w:style>
  <w:style w:type="paragraph" w:customStyle="1" w:styleId="example-break">
    <w:name w:val="example-break"/>
    <w:basedOn w:val="body"/>
    <w:rsid w:val="00183A2C"/>
    <w:pPr>
      <w:spacing w:before="0" w:after="0" w:line="120" w:lineRule="exact"/>
    </w:pPr>
    <w:rPr>
      <w:sz w:val="12"/>
    </w:rPr>
  </w:style>
  <w:style w:type="paragraph" w:customStyle="1" w:styleId="glossary-list-bullet">
    <w:name w:val="glossary-list-bullet"/>
    <w:rsid w:val="00183A2C"/>
    <w:pPr>
      <w:tabs>
        <w:tab w:val="num" w:pos="720"/>
      </w:tabs>
      <w:suppressAutoHyphens/>
      <w:spacing w:before="60" w:after="60"/>
      <w:ind w:left="720" w:hanging="360"/>
    </w:pPr>
    <w:rPr>
      <w:rFonts w:ascii="Arial" w:hAnsi="Arial"/>
      <w:sz w:val="21"/>
    </w:rPr>
  </w:style>
  <w:style w:type="paragraph" w:styleId="NoteHeading">
    <w:name w:val="Note Heading"/>
    <w:basedOn w:val="Normal"/>
    <w:next w:val="Normal"/>
    <w:rsid w:val="00183A2C"/>
    <w:pPr>
      <w:tabs>
        <w:tab w:val="num" w:pos="1080"/>
      </w:tabs>
      <w:ind w:left="1080" w:hanging="720"/>
    </w:pPr>
    <w:rPr>
      <w:b/>
      <w:i/>
      <w:sz w:val="22"/>
    </w:rPr>
  </w:style>
  <w:style w:type="paragraph" w:customStyle="1" w:styleId="level2preface">
    <w:name w:val="level 2 preface"/>
    <w:basedOn w:val="level2headings"/>
    <w:rsid w:val="00183A2C"/>
  </w:style>
  <w:style w:type="paragraph" w:customStyle="1" w:styleId="Graphic">
    <w:name w:val="Graphic"/>
    <w:basedOn w:val="body"/>
    <w:next w:val="Caption"/>
    <w:rsid w:val="00183A2C"/>
    <w:pPr>
      <w:keepNext/>
      <w:spacing w:line="240" w:lineRule="auto"/>
    </w:pPr>
  </w:style>
  <w:style w:type="character" w:styleId="Hyperlink">
    <w:name w:val="Hyperlink"/>
    <w:basedOn w:val="DefaultParagraphFont"/>
    <w:uiPriority w:val="99"/>
    <w:rsid w:val="00183A2C"/>
    <w:rPr>
      <w:color w:val="0000FF"/>
      <w:u w:val="single"/>
    </w:rPr>
  </w:style>
  <w:style w:type="paragraph" w:customStyle="1" w:styleId="Company-Description">
    <w:name w:val="Company - Description"/>
    <w:basedOn w:val="Normal"/>
    <w:rsid w:val="00183A2C"/>
    <w:pPr>
      <w:pBdr>
        <w:bottom w:val="single" w:sz="4" w:space="1" w:color="auto"/>
      </w:pBdr>
      <w:suppressAutoHyphens w:val="0"/>
      <w:spacing w:after="120"/>
    </w:pPr>
    <w:rPr>
      <w:rFonts w:cs="Arial"/>
      <w:kern w:val="0"/>
    </w:rPr>
  </w:style>
  <w:style w:type="paragraph" w:customStyle="1" w:styleId="CompanyName">
    <w:name w:val="Company Name"/>
    <w:basedOn w:val="Normal"/>
    <w:rsid w:val="00183A2C"/>
    <w:pPr>
      <w:suppressAutoHyphens w:val="0"/>
      <w:ind w:left="360"/>
    </w:pPr>
    <w:rPr>
      <w:rFonts w:cs="Arial"/>
      <w:b/>
      <w:kern w:val="0"/>
      <w:sz w:val="20"/>
    </w:rPr>
  </w:style>
  <w:style w:type="paragraph" w:customStyle="1" w:styleId="Company">
    <w:name w:val="Company"/>
    <w:basedOn w:val="Normal"/>
    <w:rsid w:val="00183A2C"/>
    <w:pPr>
      <w:suppressAutoHyphens w:val="0"/>
    </w:pPr>
    <w:rPr>
      <w:rFonts w:cs="Arial"/>
      <w:b/>
      <w:kern w:val="0"/>
      <w:sz w:val="20"/>
    </w:rPr>
  </w:style>
  <w:style w:type="paragraph" w:customStyle="1" w:styleId="t2title2">
    <w:name w:val="t2 title2"/>
    <w:rsid w:val="00183A2C"/>
    <w:pPr>
      <w:widowControl w:val="0"/>
      <w:spacing w:line="200" w:lineRule="atLeast"/>
      <w:ind w:left="360"/>
    </w:pPr>
    <w:rPr>
      <w:rFonts w:ascii="Helvetica" w:hAnsi="Helvetica"/>
      <w:i/>
      <w:color w:val="000000"/>
      <w:sz w:val="16"/>
    </w:rPr>
  </w:style>
  <w:style w:type="paragraph" w:customStyle="1" w:styleId="t3-title-3">
    <w:name w:val="t3-title-3"/>
    <w:rsid w:val="00183A2C"/>
    <w:rPr>
      <w:rFonts w:ascii="Arial" w:hAnsi="Arial"/>
      <w:noProof/>
      <w:sz w:val="12"/>
    </w:rPr>
  </w:style>
  <w:style w:type="paragraph" w:customStyle="1" w:styleId="t1-title-1">
    <w:name w:val="t1-title-1"/>
    <w:rsid w:val="00183A2C"/>
    <w:pPr>
      <w:jc w:val="center"/>
    </w:pPr>
    <w:rPr>
      <w:rFonts w:ascii="Arial" w:hAnsi="Arial"/>
      <w:b/>
      <w:noProof/>
      <w:sz w:val="32"/>
    </w:rPr>
  </w:style>
  <w:style w:type="paragraph" w:customStyle="1" w:styleId="t4-title-4">
    <w:name w:val="t4-title-4"/>
    <w:next w:val="UserInformation"/>
    <w:rsid w:val="00183A2C"/>
    <w:pPr>
      <w:tabs>
        <w:tab w:val="left" w:pos="288"/>
      </w:tabs>
      <w:ind w:left="288" w:hanging="288"/>
    </w:pPr>
    <w:rPr>
      <w:rFonts w:ascii="Arial Narrow" w:hAnsi="Arial Narrow"/>
      <w:b/>
      <w:smallCaps/>
      <w:noProof/>
      <w:sz w:val="16"/>
    </w:rPr>
  </w:style>
  <w:style w:type="paragraph" w:customStyle="1" w:styleId="UserInformation">
    <w:name w:val="User Information"/>
    <w:rsid w:val="00183A2C"/>
    <w:pPr>
      <w:spacing w:before="60" w:after="60" w:line="240" w:lineRule="exact"/>
      <w:ind w:left="288"/>
    </w:pPr>
    <w:rPr>
      <w:rFonts w:ascii="Arial Narrow" w:hAnsi="Arial Narrow"/>
    </w:rPr>
  </w:style>
  <w:style w:type="paragraph" w:customStyle="1" w:styleId="t5-title-5">
    <w:name w:val="t5-title-5"/>
    <w:basedOn w:val="t4-title-4"/>
    <w:next w:val="UserInformation"/>
    <w:rsid w:val="00183A2C"/>
    <w:pPr>
      <w:ind w:left="0" w:firstLine="0"/>
    </w:pPr>
  </w:style>
  <w:style w:type="paragraph" w:styleId="Date">
    <w:name w:val="Date"/>
    <w:basedOn w:val="Normal"/>
    <w:next w:val="Normal"/>
    <w:rsid w:val="00183A2C"/>
  </w:style>
  <w:style w:type="paragraph" w:customStyle="1" w:styleId="Table-Text">
    <w:name w:val="Table - Text"/>
    <w:basedOn w:val="Normal"/>
    <w:autoRedefine/>
    <w:rsid w:val="006B1571"/>
    <w:pPr>
      <w:spacing w:before="60" w:after="60"/>
    </w:pPr>
    <w:rPr>
      <w:bCs/>
      <w:kern w:val="0"/>
      <w:sz w:val="20"/>
      <w:szCs w:val="20"/>
    </w:rPr>
  </w:style>
  <w:style w:type="paragraph" w:customStyle="1" w:styleId="Table-ColHead">
    <w:name w:val="Table - Col. Head"/>
    <w:basedOn w:val="Normal"/>
    <w:autoRedefine/>
    <w:rsid w:val="002F7908"/>
    <w:pPr>
      <w:keepNext/>
      <w:suppressAutoHyphens w:val="0"/>
      <w:spacing w:before="60" w:after="60"/>
      <w:jc w:val="center"/>
    </w:pPr>
    <w:rPr>
      <w:kern w:val="0"/>
      <w:lang w:val="en-GB"/>
    </w:rPr>
  </w:style>
  <w:style w:type="paragraph" w:styleId="BodyText">
    <w:name w:val="Body Text"/>
    <w:basedOn w:val="Normal"/>
    <w:link w:val="BodyTextChar"/>
    <w:rsid w:val="00276BFA"/>
    <w:pPr>
      <w:suppressAutoHyphens w:val="0"/>
      <w:spacing w:before="100" w:beforeAutospacing="1" w:after="100" w:afterAutospacing="1"/>
      <w:ind w:left="851"/>
    </w:pPr>
    <w:rPr>
      <w:b/>
      <w:kern w:val="0"/>
      <w:sz w:val="22"/>
      <w:lang w:val="en-GB"/>
    </w:rPr>
  </w:style>
  <w:style w:type="paragraph" w:customStyle="1" w:styleId="AltHeading">
    <w:name w:val="Alt Heading"/>
    <w:basedOn w:val="Normal"/>
    <w:next w:val="BodyText"/>
    <w:rsid w:val="00183A2C"/>
    <w:pPr>
      <w:keepNext/>
      <w:suppressAutoHyphens w:val="0"/>
      <w:spacing w:before="320"/>
    </w:pPr>
    <w:rPr>
      <w:kern w:val="28"/>
      <w:sz w:val="32"/>
      <w:lang w:val="en-GB"/>
    </w:rPr>
  </w:style>
  <w:style w:type="character" w:styleId="CommentReference">
    <w:name w:val="annotation reference"/>
    <w:basedOn w:val="DefaultParagraphFont"/>
    <w:rsid w:val="00183A2C"/>
    <w:rPr>
      <w:sz w:val="16"/>
      <w:szCs w:val="16"/>
    </w:rPr>
  </w:style>
  <w:style w:type="paragraph" w:styleId="CommentText">
    <w:name w:val="annotation text"/>
    <w:basedOn w:val="Normal"/>
    <w:link w:val="CommentTextChar"/>
    <w:rsid w:val="00183A2C"/>
    <w:rPr>
      <w:sz w:val="20"/>
    </w:rPr>
  </w:style>
  <w:style w:type="paragraph" w:customStyle="1" w:styleId="list-bullet">
    <w:name w:val="list-bullet"/>
    <w:rsid w:val="00183A2C"/>
    <w:pPr>
      <w:tabs>
        <w:tab w:val="num" w:pos="360"/>
      </w:tabs>
      <w:suppressAutoHyphens/>
      <w:spacing w:before="60" w:after="60" w:line="260" w:lineRule="exact"/>
      <w:ind w:left="2160" w:hanging="432"/>
    </w:pPr>
    <w:rPr>
      <w:rFonts w:ascii="Arial" w:hAnsi="Arial"/>
      <w:sz w:val="21"/>
    </w:rPr>
  </w:style>
  <w:style w:type="character" w:styleId="FollowedHyperlink">
    <w:name w:val="FollowedHyperlink"/>
    <w:basedOn w:val="DefaultParagraphFont"/>
    <w:rsid w:val="00183A2C"/>
    <w:rPr>
      <w:color w:val="800080"/>
      <w:u w:val="single"/>
    </w:rPr>
  </w:style>
  <w:style w:type="paragraph" w:styleId="BalloonText">
    <w:name w:val="Balloon Text"/>
    <w:basedOn w:val="Normal"/>
    <w:link w:val="BalloonTextChar"/>
    <w:uiPriority w:val="99"/>
    <w:semiHidden/>
    <w:unhideWhenUsed/>
    <w:rsid w:val="009804E3"/>
    <w:rPr>
      <w:rFonts w:ascii="Tahoma" w:hAnsi="Tahoma" w:cs="Tahoma"/>
      <w:sz w:val="16"/>
      <w:szCs w:val="16"/>
    </w:rPr>
  </w:style>
  <w:style w:type="character" w:customStyle="1" w:styleId="BalloonTextChar">
    <w:name w:val="Balloon Text Char"/>
    <w:basedOn w:val="DefaultParagraphFont"/>
    <w:link w:val="BalloonText"/>
    <w:uiPriority w:val="99"/>
    <w:semiHidden/>
    <w:rsid w:val="009804E3"/>
    <w:rPr>
      <w:rFonts w:ascii="Tahoma" w:hAnsi="Tahoma" w:cs="Tahoma"/>
      <w:b/>
      <w:kern w:val="32"/>
      <w:sz w:val="16"/>
      <w:szCs w:val="16"/>
    </w:rPr>
  </w:style>
  <w:style w:type="paragraph" w:customStyle="1" w:styleId="EngBodyText">
    <w:name w:val="Eng Body Text"/>
    <w:basedOn w:val="BodyText"/>
    <w:link w:val="EngBodyTextChar"/>
    <w:qFormat/>
    <w:rsid w:val="004279E1"/>
  </w:style>
  <w:style w:type="paragraph" w:styleId="ListParagraph">
    <w:name w:val="List Paragraph"/>
    <w:basedOn w:val="Normal"/>
    <w:uiPriority w:val="34"/>
    <w:qFormat/>
    <w:rsid w:val="00307AEE"/>
    <w:pPr>
      <w:suppressAutoHyphens w:val="0"/>
      <w:spacing w:before="60" w:after="60" w:line="276" w:lineRule="auto"/>
      <w:ind w:left="720"/>
      <w:contextualSpacing/>
    </w:pPr>
    <w:rPr>
      <w:rFonts w:eastAsia="Calibri"/>
      <w:kern w:val="0"/>
      <w:sz w:val="22"/>
      <w:szCs w:val="22"/>
    </w:rPr>
  </w:style>
  <w:style w:type="character" w:customStyle="1" w:styleId="bodyChar">
    <w:name w:val="body Char"/>
    <w:basedOn w:val="DefaultParagraphFont"/>
    <w:link w:val="body"/>
    <w:rsid w:val="00F91EBD"/>
    <w:rPr>
      <w:rFonts w:ascii="Arial" w:hAnsi="Arial"/>
      <w:color w:val="000000"/>
      <w:kern w:val="22"/>
      <w:sz w:val="21"/>
    </w:rPr>
  </w:style>
  <w:style w:type="character" w:customStyle="1" w:styleId="EngBodyTextChar">
    <w:name w:val="Eng Body Text Char"/>
    <w:basedOn w:val="bodyChar"/>
    <w:link w:val="EngBodyText"/>
    <w:rsid w:val="004279E1"/>
    <w:rPr>
      <w:rFonts w:ascii="Arial" w:hAnsi="Arial"/>
      <w:color w:val="000000"/>
      <w:kern w:val="22"/>
      <w:sz w:val="22"/>
      <w:lang w:val="en-GB"/>
    </w:rPr>
  </w:style>
  <w:style w:type="table" w:styleId="TableGrid">
    <w:name w:val="Table Grid"/>
    <w:basedOn w:val="TableNormal"/>
    <w:uiPriority w:val="1"/>
    <w:rsid w:val="003D012A"/>
    <w:rPr>
      <w:rFonts w:asciiTheme="minorHAnsi" w:eastAsiaTheme="minorEastAsia" w:hAnsiTheme="minorHAnsi" w:cstheme="minorBidi"/>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03D012A"/>
    <w:rPr>
      <w:rFonts w:ascii="Arial" w:hAnsi="Arial"/>
      <w:b/>
      <w:kern w:val="32"/>
      <w:sz w:val="12"/>
    </w:rPr>
  </w:style>
  <w:style w:type="character" w:styleId="PlaceholderText">
    <w:name w:val="Placeholder Text"/>
    <w:basedOn w:val="DefaultParagraphFont"/>
    <w:rsid w:val="00F720A4"/>
    <w:rPr>
      <w:color w:val="808080"/>
    </w:rPr>
  </w:style>
  <w:style w:type="paragraph" w:customStyle="1" w:styleId="GeminiEngDTMTemplate">
    <w:name w:val="Gemini Eng DTM Template"/>
    <w:basedOn w:val="Normal"/>
    <w:link w:val="GeminiEngDTMTemplateChar"/>
    <w:rsid w:val="00C07ED9"/>
  </w:style>
  <w:style w:type="character" w:customStyle="1" w:styleId="BodyTextChar">
    <w:name w:val="Body Text Char"/>
    <w:basedOn w:val="DefaultParagraphFont"/>
    <w:link w:val="BodyText"/>
    <w:rsid w:val="00276BFA"/>
    <w:rPr>
      <w:sz w:val="22"/>
      <w:lang w:val="en-GB"/>
    </w:rPr>
  </w:style>
  <w:style w:type="character" w:customStyle="1" w:styleId="GeminiEngDTMTemplateChar">
    <w:name w:val="Gemini Eng DTM Template Char"/>
    <w:basedOn w:val="DefaultParagraphFont"/>
    <w:link w:val="GeminiEngDTMTemplate"/>
    <w:rsid w:val="00C07ED9"/>
    <w:rPr>
      <w:rFonts w:ascii="Arial" w:hAnsi="Arial"/>
      <w:b/>
      <w:kern w:val="32"/>
    </w:rPr>
  </w:style>
  <w:style w:type="character" w:customStyle="1" w:styleId="FooterChar">
    <w:name w:val="Footer Char"/>
    <w:basedOn w:val="DefaultParagraphFont"/>
    <w:link w:val="Footer"/>
    <w:uiPriority w:val="99"/>
    <w:rsid w:val="007824D4"/>
    <w:rPr>
      <w:rFonts w:ascii="Arial" w:hAnsi="Arial"/>
      <w:b/>
      <w:noProof/>
      <w:kern w:val="32"/>
      <w:sz w:val="18"/>
    </w:rPr>
  </w:style>
  <w:style w:type="paragraph" w:customStyle="1" w:styleId="GeminiEngDMTStyle">
    <w:name w:val="Gemini Eng DMT Style"/>
    <w:basedOn w:val="Normal"/>
    <w:link w:val="GeminiEngDMTStyleChar"/>
    <w:rsid w:val="0082550A"/>
    <w:pPr>
      <w:tabs>
        <w:tab w:val="left" w:pos="-1440"/>
        <w:tab w:val="left" w:pos="-720"/>
        <w:tab w:val="left" w:pos="0"/>
        <w:tab w:val="left" w:pos="428"/>
        <w:tab w:val="left" w:pos="714"/>
        <w:tab w:val="left" w:pos="1428"/>
        <w:tab w:val="left" w:pos="2142"/>
        <w:tab w:val="left" w:pos="2856"/>
        <w:tab w:val="left" w:pos="3570"/>
        <w:tab w:val="left" w:pos="4284"/>
        <w:tab w:val="left" w:pos="4998"/>
        <w:tab w:val="left" w:pos="5712"/>
        <w:tab w:val="left" w:pos="6480"/>
        <w:tab w:val="left" w:pos="7200"/>
        <w:tab w:val="left" w:pos="7920"/>
        <w:tab w:val="left" w:pos="8640"/>
        <w:tab w:val="left" w:pos="9360"/>
      </w:tabs>
    </w:pPr>
  </w:style>
  <w:style w:type="paragraph" w:customStyle="1" w:styleId="EngDMTHeading1">
    <w:name w:val="Eng DMT Heading 1"/>
    <w:basedOn w:val="Heading1"/>
    <w:next w:val="Normal"/>
    <w:autoRedefine/>
    <w:qFormat/>
    <w:rsid w:val="00FD7C34"/>
    <w:pPr>
      <w:pageBreakBefore w:val="0"/>
      <w:numPr>
        <w:numId w:val="19"/>
      </w:numPr>
      <w:spacing w:before="240" w:after="120" w:line="240" w:lineRule="auto"/>
    </w:pPr>
    <w:rPr>
      <w:b/>
      <w:sz w:val="32"/>
    </w:rPr>
  </w:style>
  <w:style w:type="character" w:customStyle="1" w:styleId="GeminiEngDMTStyleChar">
    <w:name w:val="Gemini Eng DMT Style Char"/>
    <w:basedOn w:val="DefaultParagraphFont"/>
    <w:link w:val="GeminiEngDMTStyle"/>
    <w:rsid w:val="0082550A"/>
    <w:rPr>
      <w:rFonts w:ascii="Arial" w:hAnsi="Arial"/>
      <w:b/>
      <w:kern w:val="32"/>
    </w:rPr>
  </w:style>
  <w:style w:type="character" w:customStyle="1" w:styleId="CommentTextChar">
    <w:name w:val="Comment Text Char"/>
    <w:basedOn w:val="DefaultParagraphFont"/>
    <w:link w:val="CommentText"/>
    <w:rsid w:val="00BA7995"/>
    <w:rPr>
      <w:rFonts w:ascii="Arial" w:hAnsi="Arial"/>
      <w:b/>
      <w:kern w:val="32"/>
      <w:sz w:val="20"/>
    </w:rPr>
  </w:style>
  <w:style w:type="paragraph" w:customStyle="1" w:styleId="EngDMTHeading2">
    <w:name w:val="Eng DMT Heading 2"/>
    <w:basedOn w:val="Heading2"/>
    <w:next w:val="Normal"/>
    <w:autoRedefine/>
    <w:qFormat/>
    <w:rsid w:val="00585655"/>
    <w:pPr>
      <w:numPr>
        <w:numId w:val="19"/>
      </w:numPr>
      <w:spacing w:after="120" w:line="240" w:lineRule="auto"/>
      <w:ind w:left="720" w:hanging="720"/>
    </w:pPr>
    <w:rPr>
      <w:b/>
      <w:bCs/>
      <w:sz w:val="28"/>
      <w:szCs w:val="28"/>
    </w:rPr>
  </w:style>
  <w:style w:type="paragraph" w:customStyle="1" w:styleId="EngDMTIndices">
    <w:name w:val="Eng DMT Indices"/>
    <w:basedOn w:val="Heading1frontmatteronly"/>
    <w:autoRedefine/>
    <w:qFormat/>
    <w:rsid w:val="00E10D5F"/>
    <w:pPr>
      <w:spacing w:before="360" w:after="240" w:line="240" w:lineRule="auto"/>
      <w:outlineLvl w:val="0"/>
    </w:pPr>
    <w:rPr>
      <w:rFonts w:ascii="Times New Roman" w:hAnsi="Times New Roman"/>
      <w:kern w:val="0"/>
      <w:sz w:val="36"/>
      <w:szCs w:val="36"/>
    </w:rPr>
  </w:style>
  <w:style w:type="paragraph" w:customStyle="1" w:styleId="EngDMTParagraph">
    <w:name w:val="Eng DMT Paragraph"/>
    <w:basedOn w:val="Normal"/>
    <w:link w:val="EngDMTParagraphChar"/>
    <w:autoRedefine/>
    <w:qFormat/>
    <w:rsid w:val="003E03FF"/>
    <w:pPr>
      <w:spacing w:after="120"/>
    </w:pPr>
    <w:rPr>
      <w:rFonts w:cstheme="minorBidi"/>
      <w:b/>
      <w:noProof/>
      <w:kern w:val="0"/>
      <w:sz w:val="20"/>
      <w:szCs w:val="22"/>
      <w:lang w:val="es-ES" w:bidi="en-US"/>
    </w:rPr>
  </w:style>
  <w:style w:type="paragraph" w:styleId="PlainText">
    <w:name w:val="Plain Text"/>
    <w:basedOn w:val="Normal"/>
    <w:link w:val="PlainTextChar"/>
    <w:uiPriority w:val="99"/>
    <w:unhideWhenUsed/>
    <w:rsid w:val="0019613F"/>
    <w:pPr>
      <w:suppressAutoHyphens w:val="0"/>
    </w:pPr>
    <w:rPr>
      <w:rFonts w:ascii="Consolas" w:eastAsiaTheme="minorHAnsi" w:hAnsi="Consolas" w:cstheme="minorBidi"/>
      <w:b/>
      <w:kern w:val="0"/>
      <w:sz w:val="21"/>
      <w:szCs w:val="21"/>
    </w:rPr>
  </w:style>
  <w:style w:type="character" w:customStyle="1" w:styleId="PlainTextChar">
    <w:name w:val="Plain Text Char"/>
    <w:basedOn w:val="DefaultParagraphFont"/>
    <w:link w:val="PlainText"/>
    <w:uiPriority w:val="99"/>
    <w:rsid w:val="0019613F"/>
    <w:rPr>
      <w:rFonts w:ascii="Consolas" w:eastAsiaTheme="minorHAnsi" w:hAnsi="Consolas" w:cstheme="minorBidi"/>
      <w:sz w:val="21"/>
      <w:szCs w:val="21"/>
    </w:rPr>
  </w:style>
  <w:style w:type="paragraph" w:styleId="TOCHeading">
    <w:name w:val="TOC Heading"/>
    <w:basedOn w:val="Heading1"/>
    <w:next w:val="Normal"/>
    <w:uiPriority w:val="39"/>
    <w:unhideWhenUsed/>
    <w:qFormat/>
    <w:rsid w:val="006B63ED"/>
    <w:pPr>
      <w:keepLines/>
      <w:pageBreakBefore w:val="0"/>
      <w:pBdr>
        <w:top w:val="none" w:sz="0" w:space="0" w:color="auto"/>
      </w:pBdr>
      <w:suppressAutoHyphens w:val="0"/>
      <w:spacing w:before="480" w:after="0" w:line="276" w:lineRule="auto"/>
      <w:outlineLvl w:val="9"/>
    </w:pPr>
    <w:rPr>
      <w:rFonts w:asciiTheme="majorHAnsi" w:eastAsiaTheme="majorEastAsia" w:hAnsiTheme="majorHAnsi" w:cstheme="majorBidi"/>
      <w:bCs/>
      <w:color w:val="365F91" w:themeColor="accent1" w:themeShade="BF"/>
      <w:kern w:val="0"/>
      <w:sz w:val="28"/>
      <w:szCs w:val="28"/>
    </w:rPr>
  </w:style>
  <w:style w:type="paragraph" w:customStyle="1" w:styleId="EngDMTParagraphLevel3">
    <w:name w:val="Eng DMT Paragraph Level 3"/>
    <w:basedOn w:val="EngDMTParagraph"/>
    <w:link w:val="EngDMTParagraphLevel3Char"/>
    <w:autoRedefine/>
    <w:qFormat/>
    <w:rsid w:val="00A7448D"/>
    <w:pPr>
      <w:ind w:left="360"/>
    </w:pPr>
  </w:style>
  <w:style w:type="character" w:customStyle="1" w:styleId="Heading3Char">
    <w:name w:val="Heading 3 Char"/>
    <w:basedOn w:val="DefaultParagraphFont"/>
    <w:link w:val="Heading3"/>
    <w:rsid w:val="00F402ED"/>
    <w:rPr>
      <w:b/>
      <w:noProof/>
      <w:kern w:val="28"/>
      <w:sz w:val="28"/>
    </w:rPr>
  </w:style>
  <w:style w:type="paragraph" w:customStyle="1" w:styleId="EngDMTHeading4">
    <w:name w:val="Eng DMT Heading 4"/>
    <w:basedOn w:val="Heading4"/>
    <w:link w:val="EngDMTHeading4Char"/>
    <w:autoRedefine/>
    <w:qFormat/>
    <w:rsid w:val="007F1FB6"/>
    <w:pPr>
      <w:spacing w:after="120" w:line="240" w:lineRule="auto"/>
      <w:ind w:left="634" w:firstLine="0"/>
    </w:pPr>
    <w:rPr>
      <w:i/>
      <w:sz w:val="20"/>
      <w:szCs w:val="20"/>
    </w:rPr>
  </w:style>
  <w:style w:type="character" w:customStyle="1" w:styleId="EngDMTParagraphChar">
    <w:name w:val="Eng DMT Paragraph Char"/>
    <w:basedOn w:val="DefaultParagraphFont"/>
    <w:link w:val="EngDMTParagraph"/>
    <w:rsid w:val="003E03FF"/>
    <w:rPr>
      <w:rFonts w:ascii="Arial" w:hAnsi="Arial" w:cstheme="minorBidi"/>
      <w:noProof/>
      <w:sz w:val="20"/>
      <w:szCs w:val="22"/>
      <w:lang w:val="es-ES" w:bidi="en-US"/>
    </w:rPr>
  </w:style>
  <w:style w:type="character" w:customStyle="1" w:styleId="EngDMTParagraphLevel3Char">
    <w:name w:val="Eng DMT Paragraph Level 3 Char"/>
    <w:basedOn w:val="EngDMTParagraphChar"/>
    <w:link w:val="EngDMTParagraphLevel3"/>
    <w:rsid w:val="00A7448D"/>
    <w:rPr>
      <w:rFonts w:ascii="Arial" w:hAnsi="Arial" w:cstheme="minorBidi"/>
      <w:noProof/>
      <w:sz w:val="20"/>
      <w:szCs w:val="22"/>
      <w:lang w:val="es-ES" w:bidi="en-US"/>
    </w:rPr>
  </w:style>
  <w:style w:type="paragraph" w:customStyle="1" w:styleId="EngDMTParagraphLevel4">
    <w:name w:val="Eng DMT Paragraph Level 4"/>
    <w:basedOn w:val="EngDMTParagraphLevel3"/>
    <w:link w:val="EngDMTParagraphLevel4Char"/>
    <w:autoRedefine/>
    <w:qFormat/>
    <w:rsid w:val="0017726F"/>
    <w:pPr>
      <w:ind w:left="630"/>
    </w:pPr>
  </w:style>
  <w:style w:type="character" w:customStyle="1" w:styleId="Heading4Char">
    <w:name w:val="Heading 4 Char"/>
    <w:basedOn w:val="DefaultParagraphFont"/>
    <w:link w:val="Heading4"/>
    <w:rsid w:val="00F402ED"/>
    <w:rPr>
      <w:kern w:val="32"/>
    </w:rPr>
  </w:style>
  <w:style w:type="character" w:customStyle="1" w:styleId="EngDMTHeading4Char">
    <w:name w:val="Eng DMT Heading 4 Char"/>
    <w:basedOn w:val="Heading4Char"/>
    <w:link w:val="EngDMTHeading4"/>
    <w:rsid w:val="007F1FB6"/>
    <w:rPr>
      <w:i/>
      <w:kern w:val="32"/>
      <w:sz w:val="20"/>
      <w:szCs w:val="20"/>
    </w:rPr>
  </w:style>
  <w:style w:type="paragraph" w:customStyle="1" w:styleId="EngDMTHeading5">
    <w:name w:val="Eng DMT Heading 5"/>
    <w:basedOn w:val="Heading5"/>
    <w:link w:val="EngDMTHeading5Char"/>
    <w:autoRedefine/>
    <w:rsid w:val="0017726F"/>
    <w:pPr>
      <w:numPr>
        <w:numId w:val="3"/>
      </w:numPr>
      <w:tabs>
        <w:tab w:val="clear" w:pos="1008"/>
        <w:tab w:val="num" w:pos="1440"/>
      </w:tabs>
      <w:ind w:left="1440" w:hanging="810"/>
    </w:pPr>
    <w:rPr>
      <w:b/>
      <w:i/>
      <w:sz w:val="20"/>
      <w:szCs w:val="20"/>
    </w:rPr>
  </w:style>
  <w:style w:type="character" w:customStyle="1" w:styleId="EngDMTParagraphLevel4Char">
    <w:name w:val="Eng DMT Paragraph Level 4 Char"/>
    <w:basedOn w:val="EngDMTParagraphLevel3Char"/>
    <w:link w:val="EngDMTParagraphLevel4"/>
    <w:rsid w:val="0017726F"/>
    <w:rPr>
      <w:rFonts w:ascii="Arial" w:hAnsi="Arial" w:cstheme="minorBidi"/>
      <w:noProof/>
      <w:sz w:val="20"/>
      <w:szCs w:val="22"/>
      <w:lang w:val="es-ES" w:bidi="en-US"/>
    </w:rPr>
  </w:style>
  <w:style w:type="paragraph" w:customStyle="1" w:styleId="EngDMTREQ-OCDDList">
    <w:name w:val="Eng DMT REQ-OCDD List"/>
    <w:basedOn w:val="EngDMTParagraph"/>
    <w:link w:val="EngDMTREQ-OCDDListChar"/>
    <w:autoRedefine/>
    <w:rsid w:val="00BD3A85"/>
    <w:pPr>
      <w:numPr>
        <w:numId w:val="2"/>
      </w:numPr>
    </w:pPr>
  </w:style>
  <w:style w:type="character" w:customStyle="1" w:styleId="Heading5Char">
    <w:name w:val="Heading 5 Char"/>
    <w:basedOn w:val="DefaultParagraphFont"/>
    <w:link w:val="Heading5"/>
    <w:rsid w:val="00F402ED"/>
    <w:rPr>
      <w:noProof/>
      <w:kern w:val="32"/>
      <w:sz w:val="22"/>
    </w:rPr>
  </w:style>
  <w:style w:type="character" w:customStyle="1" w:styleId="EngDMTHeading5Char">
    <w:name w:val="Eng DMT Heading 5 Char"/>
    <w:basedOn w:val="Heading5Char"/>
    <w:link w:val="EngDMTHeading5"/>
    <w:rsid w:val="0017726F"/>
    <w:rPr>
      <w:b/>
      <w:i/>
      <w:noProof/>
      <w:kern w:val="32"/>
      <w:sz w:val="20"/>
      <w:szCs w:val="20"/>
    </w:rPr>
  </w:style>
  <w:style w:type="character" w:customStyle="1" w:styleId="EngDMTREQ-OCDDListChar">
    <w:name w:val="Eng DMT REQ-OCDD List Char"/>
    <w:basedOn w:val="EngDMTParagraphChar"/>
    <w:link w:val="EngDMTREQ-OCDDList"/>
    <w:rsid w:val="00BD3A85"/>
    <w:rPr>
      <w:rFonts w:ascii="Arial" w:hAnsi="Arial" w:cstheme="minorBidi"/>
      <w:b/>
      <w:noProof/>
      <w:sz w:val="20"/>
      <w:szCs w:val="22"/>
      <w:lang w:val="es-ES" w:bidi="en-US"/>
    </w:rPr>
  </w:style>
  <w:style w:type="paragraph" w:customStyle="1" w:styleId="EngDMTREQ-FPRDlist">
    <w:name w:val="Eng DMT REQ-FPRD list"/>
    <w:basedOn w:val="EngDMTHeading5"/>
    <w:link w:val="EngDMTREQ-FPRDlistChar"/>
    <w:autoRedefine/>
    <w:rsid w:val="008863C2"/>
    <w:pPr>
      <w:numPr>
        <w:ilvl w:val="0"/>
        <w:numId w:val="0"/>
      </w:numPr>
      <w:ind w:left="774" w:hanging="360"/>
    </w:pPr>
    <w:rPr>
      <w:i w:val="0"/>
    </w:rPr>
  </w:style>
  <w:style w:type="character" w:customStyle="1" w:styleId="EngDMTREQ-FPRDlistChar">
    <w:name w:val="Eng DMT REQ-FPRD list Char"/>
    <w:basedOn w:val="EngDMTHeading5Char"/>
    <w:link w:val="EngDMTREQ-FPRDlist"/>
    <w:rsid w:val="008863C2"/>
    <w:rPr>
      <w:rFonts w:ascii="Arial" w:hAnsi="Arial"/>
      <w:b w:val="0"/>
      <w:i/>
      <w:noProof/>
      <w:kern w:val="32"/>
      <w:sz w:val="20"/>
      <w:szCs w:val="20"/>
    </w:rPr>
  </w:style>
  <w:style w:type="table" w:styleId="ColorfulGrid-Accent6">
    <w:name w:val="Colorful Grid Accent 6"/>
    <w:basedOn w:val="TableNormal"/>
    <w:rsid w:val="00580FA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ngDMTHeading3">
    <w:name w:val="Eng DMT Heading 3"/>
    <w:basedOn w:val="Heading3"/>
    <w:next w:val="Normal"/>
    <w:autoRedefine/>
    <w:qFormat/>
    <w:rsid w:val="00585655"/>
    <w:pPr>
      <w:numPr>
        <w:numId w:val="19"/>
      </w:numPr>
      <w:spacing w:after="120" w:line="240" w:lineRule="auto"/>
      <w:ind w:left="504"/>
    </w:pPr>
    <w:rPr>
      <w:i/>
      <w:sz w:val="24"/>
      <w:szCs w:val="20"/>
    </w:rPr>
  </w:style>
  <w:style w:type="numbering" w:styleId="111111">
    <w:name w:val="Outline List 2"/>
    <w:basedOn w:val="NoList"/>
    <w:rsid w:val="000A7BC1"/>
    <w:pPr>
      <w:numPr>
        <w:numId w:val="4"/>
      </w:numPr>
    </w:pPr>
  </w:style>
  <w:style w:type="paragraph" w:styleId="CommentSubject">
    <w:name w:val="annotation subject"/>
    <w:basedOn w:val="CommentText"/>
    <w:next w:val="CommentText"/>
    <w:link w:val="CommentSubjectChar"/>
    <w:rsid w:val="00691915"/>
    <w:rPr>
      <w:b/>
      <w:bCs/>
      <w:szCs w:val="20"/>
    </w:rPr>
  </w:style>
  <w:style w:type="character" w:customStyle="1" w:styleId="CommentSubjectChar">
    <w:name w:val="Comment Subject Char"/>
    <w:basedOn w:val="CommentTextChar"/>
    <w:link w:val="CommentSubject"/>
    <w:rsid w:val="00691915"/>
    <w:rPr>
      <w:rFonts w:ascii="Arial" w:hAnsi="Arial"/>
      <w:b/>
      <w:bCs/>
      <w:kern w:val="32"/>
      <w:sz w:val="20"/>
      <w:szCs w:val="20"/>
    </w:rPr>
  </w:style>
  <w:style w:type="paragraph" w:styleId="Revision">
    <w:name w:val="Revision"/>
    <w:hidden/>
    <w:rsid w:val="00BA1216"/>
    <w:rPr>
      <w:kern w:val="32"/>
    </w:rPr>
  </w:style>
  <w:style w:type="paragraph" w:customStyle="1" w:styleId="Normal1">
    <w:name w:val="Normal1"/>
    <w:rsid w:val="000354DE"/>
    <w:pPr>
      <w:spacing w:before="120"/>
    </w:pPr>
    <w:rPr>
      <w:rFonts w:ascii="Calibri" w:eastAsia="Calibri" w:hAnsi="Calibri" w:cs="Calibri"/>
      <w:color w:val="000000"/>
    </w:rPr>
  </w:style>
  <w:style w:type="paragraph" w:styleId="NormalWeb">
    <w:name w:val="Normal (Web)"/>
    <w:basedOn w:val="Normal"/>
    <w:uiPriority w:val="99"/>
    <w:semiHidden/>
    <w:unhideWhenUsed/>
    <w:rsid w:val="00BC7FDD"/>
    <w:pPr>
      <w:suppressAutoHyphens w:val="0"/>
      <w:spacing w:before="100" w:beforeAutospacing="1" w:after="100" w:afterAutospacing="1"/>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2503">
      <w:bodyDiv w:val="1"/>
      <w:marLeft w:val="0"/>
      <w:marRight w:val="0"/>
      <w:marTop w:val="0"/>
      <w:marBottom w:val="0"/>
      <w:divBdr>
        <w:top w:val="none" w:sz="0" w:space="0" w:color="auto"/>
        <w:left w:val="none" w:sz="0" w:space="0" w:color="auto"/>
        <w:bottom w:val="none" w:sz="0" w:space="0" w:color="auto"/>
        <w:right w:val="none" w:sz="0" w:space="0" w:color="auto"/>
      </w:divBdr>
    </w:div>
    <w:div w:id="40637353">
      <w:bodyDiv w:val="1"/>
      <w:marLeft w:val="0"/>
      <w:marRight w:val="0"/>
      <w:marTop w:val="0"/>
      <w:marBottom w:val="0"/>
      <w:divBdr>
        <w:top w:val="none" w:sz="0" w:space="0" w:color="auto"/>
        <w:left w:val="none" w:sz="0" w:space="0" w:color="auto"/>
        <w:bottom w:val="none" w:sz="0" w:space="0" w:color="auto"/>
        <w:right w:val="none" w:sz="0" w:space="0" w:color="auto"/>
      </w:divBdr>
    </w:div>
    <w:div w:id="47581284">
      <w:bodyDiv w:val="1"/>
      <w:marLeft w:val="0"/>
      <w:marRight w:val="0"/>
      <w:marTop w:val="0"/>
      <w:marBottom w:val="0"/>
      <w:divBdr>
        <w:top w:val="none" w:sz="0" w:space="0" w:color="auto"/>
        <w:left w:val="none" w:sz="0" w:space="0" w:color="auto"/>
        <w:bottom w:val="none" w:sz="0" w:space="0" w:color="auto"/>
        <w:right w:val="none" w:sz="0" w:space="0" w:color="auto"/>
      </w:divBdr>
    </w:div>
    <w:div w:id="80226090">
      <w:bodyDiv w:val="1"/>
      <w:marLeft w:val="0"/>
      <w:marRight w:val="0"/>
      <w:marTop w:val="0"/>
      <w:marBottom w:val="0"/>
      <w:divBdr>
        <w:top w:val="none" w:sz="0" w:space="0" w:color="auto"/>
        <w:left w:val="none" w:sz="0" w:space="0" w:color="auto"/>
        <w:bottom w:val="none" w:sz="0" w:space="0" w:color="auto"/>
        <w:right w:val="none" w:sz="0" w:space="0" w:color="auto"/>
      </w:divBdr>
    </w:div>
    <w:div w:id="151485727">
      <w:bodyDiv w:val="1"/>
      <w:marLeft w:val="0"/>
      <w:marRight w:val="0"/>
      <w:marTop w:val="0"/>
      <w:marBottom w:val="0"/>
      <w:divBdr>
        <w:top w:val="none" w:sz="0" w:space="0" w:color="auto"/>
        <w:left w:val="none" w:sz="0" w:space="0" w:color="auto"/>
        <w:bottom w:val="none" w:sz="0" w:space="0" w:color="auto"/>
        <w:right w:val="none" w:sz="0" w:space="0" w:color="auto"/>
      </w:divBdr>
    </w:div>
    <w:div w:id="183515364">
      <w:bodyDiv w:val="1"/>
      <w:marLeft w:val="0"/>
      <w:marRight w:val="0"/>
      <w:marTop w:val="0"/>
      <w:marBottom w:val="0"/>
      <w:divBdr>
        <w:top w:val="none" w:sz="0" w:space="0" w:color="auto"/>
        <w:left w:val="none" w:sz="0" w:space="0" w:color="auto"/>
        <w:bottom w:val="none" w:sz="0" w:space="0" w:color="auto"/>
        <w:right w:val="none" w:sz="0" w:space="0" w:color="auto"/>
      </w:divBdr>
      <w:divsChild>
        <w:div w:id="1645811861">
          <w:marLeft w:val="0"/>
          <w:marRight w:val="0"/>
          <w:marTop w:val="0"/>
          <w:marBottom w:val="0"/>
          <w:divBdr>
            <w:top w:val="none" w:sz="0" w:space="0" w:color="auto"/>
            <w:left w:val="none" w:sz="0" w:space="0" w:color="auto"/>
            <w:bottom w:val="none" w:sz="0" w:space="0" w:color="auto"/>
            <w:right w:val="none" w:sz="0" w:space="0" w:color="auto"/>
          </w:divBdr>
        </w:div>
      </w:divsChild>
    </w:div>
    <w:div w:id="388922278">
      <w:bodyDiv w:val="1"/>
      <w:marLeft w:val="0"/>
      <w:marRight w:val="0"/>
      <w:marTop w:val="0"/>
      <w:marBottom w:val="0"/>
      <w:divBdr>
        <w:top w:val="none" w:sz="0" w:space="0" w:color="auto"/>
        <w:left w:val="none" w:sz="0" w:space="0" w:color="auto"/>
        <w:bottom w:val="none" w:sz="0" w:space="0" w:color="auto"/>
        <w:right w:val="none" w:sz="0" w:space="0" w:color="auto"/>
      </w:divBdr>
    </w:div>
    <w:div w:id="455024330">
      <w:bodyDiv w:val="1"/>
      <w:marLeft w:val="0"/>
      <w:marRight w:val="0"/>
      <w:marTop w:val="0"/>
      <w:marBottom w:val="0"/>
      <w:divBdr>
        <w:top w:val="none" w:sz="0" w:space="0" w:color="auto"/>
        <w:left w:val="none" w:sz="0" w:space="0" w:color="auto"/>
        <w:bottom w:val="none" w:sz="0" w:space="0" w:color="auto"/>
        <w:right w:val="none" w:sz="0" w:space="0" w:color="auto"/>
      </w:divBdr>
    </w:div>
    <w:div w:id="470055675">
      <w:bodyDiv w:val="1"/>
      <w:marLeft w:val="0"/>
      <w:marRight w:val="0"/>
      <w:marTop w:val="0"/>
      <w:marBottom w:val="0"/>
      <w:divBdr>
        <w:top w:val="none" w:sz="0" w:space="0" w:color="auto"/>
        <w:left w:val="none" w:sz="0" w:space="0" w:color="auto"/>
        <w:bottom w:val="none" w:sz="0" w:space="0" w:color="auto"/>
        <w:right w:val="none" w:sz="0" w:space="0" w:color="auto"/>
      </w:divBdr>
    </w:div>
    <w:div w:id="518934341">
      <w:bodyDiv w:val="1"/>
      <w:marLeft w:val="0"/>
      <w:marRight w:val="0"/>
      <w:marTop w:val="0"/>
      <w:marBottom w:val="0"/>
      <w:divBdr>
        <w:top w:val="none" w:sz="0" w:space="0" w:color="auto"/>
        <w:left w:val="none" w:sz="0" w:space="0" w:color="auto"/>
        <w:bottom w:val="none" w:sz="0" w:space="0" w:color="auto"/>
        <w:right w:val="none" w:sz="0" w:space="0" w:color="auto"/>
      </w:divBdr>
    </w:div>
    <w:div w:id="519398282">
      <w:bodyDiv w:val="1"/>
      <w:marLeft w:val="0"/>
      <w:marRight w:val="0"/>
      <w:marTop w:val="0"/>
      <w:marBottom w:val="0"/>
      <w:divBdr>
        <w:top w:val="none" w:sz="0" w:space="0" w:color="auto"/>
        <w:left w:val="none" w:sz="0" w:space="0" w:color="auto"/>
        <w:bottom w:val="none" w:sz="0" w:space="0" w:color="auto"/>
        <w:right w:val="none" w:sz="0" w:space="0" w:color="auto"/>
      </w:divBdr>
    </w:div>
    <w:div w:id="722406364">
      <w:bodyDiv w:val="1"/>
      <w:marLeft w:val="0"/>
      <w:marRight w:val="0"/>
      <w:marTop w:val="0"/>
      <w:marBottom w:val="0"/>
      <w:divBdr>
        <w:top w:val="none" w:sz="0" w:space="0" w:color="auto"/>
        <w:left w:val="none" w:sz="0" w:space="0" w:color="auto"/>
        <w:bottom w:val="none" w:sz="0" w:space="0" w:color="auto"/>
        <w:right w:val="none" w:sz="0" w:space="0" w:color="auto"/>
      </w:divBdr>
    </w:div>
    <w:div w:id="761488886">
      <w:bodyDiv w:val="1"/>
      <w:marLeft w:val="0"/>
      <w:marRight w:val="0"/>
      <w:marTop w:val="0"/>
      <w:marBottom w:val="0"/>
      <w:divBdr>
        <w:top w:val="none" w:sz="0" w:space="0" w:color="auto"/>
        <w:left w:val="none" w:sz="0" w:space="0" w:color="auto"/>
        <w:bottom w:val="none" w:sz="0" w:space="0" w:color="auto"/>
        <w:right w:val="none" w:sz="0" w:space="0" w:color="auto"/>
      </w:divBdr>
    </w:div>
    <w:div w:id="856626476">
      <w:bodyDiv w:val="1"/>
      <w:marLeft w:val="0"/>
      <w:marRight w:val="0"/>
      <w:marTop w:val="0"/>
      <w:marBottom w:val="0"/>
      <w:divBdr>
        <w:top w:val="none" w:sz="0" w:space="0" w:color="auto"/>
        <w:left w:val="none" w:sz="0" w:space="0" w:color="auto"/>
        <w:bottom w:val="none" w:sz="0" w:space="0" w:color="auto"/>
        <w:right w:val="none" w:sz="0" w:space="0" w:color="auto"/>
      </w:divBdr>
    </w:div>
    <w:div w:id="868377497">
      <w:bodyDiv w:val="1"/>
      <w:marLeft w:val="0"/>
      <w:marRight w:val="0"/>
      <w:marTop w:val="0"/>
      <w:marBottom w:val="0"/>
      <w:divBdr>
        <w:top w:val="none" w:sz="0" w:space="0" w:color="auto"/>
        <w:left w:val="none" w:sz="0" w:space="0" w:color="auto"/>
        <w:bottom w:val="none" w:sz="0" w:space="0" w:color="auto"/>
        <w:right w:val="none" w:sz="0" w:space="0" w:color="auto"/>
      </w:divBdr>
    </w:div>
    <w:div w:id="910579345">
      <w:bodyDiv w:val="1"/>
      <w:marLeft w:val="0"/>
      <w:marRight w:val="0"/>
      <w:marTop w:val="0"/>
      <w:marBottom w:val="0"/>
      <w:divBdr>
        <w:top w:val="none" w:sz="0" w:space="0" w:color="auto"/>
        <w:left w:val="none" w:sz="0" w:space="0" w:color="auto"/>
        <w:bottom w:val="none" w:sz="0" w:space="0" w:color="auto"/>
        <w:right w:val="none" w:sz="0" w:space="0" w:color="auto"/>
      </w:divBdr>
    </w:div>
    <w:div w:id="1164011137">
      <w:bodyDiv w:val="1"/>
      <w:marLeft w:val="0"/>
      <w:marRight w:val="0"/>
      <w:marTop w:val="0"/>
      <w:marBottom w:val="0"/>
      <w:divBdr>
        <w:top w:val="none" w:sz="0" w:space="0" w:color="auto"/>
        <w:left w:val="none" w:sz="0" w:space="0" w:color="auto"/>
        <w:bottom w:val="none" w:sz="0" w:space="0" w:color="auto"/>
        <w:right w:val="none" w:sz="0" w:space="0" w:color="auto"/>
      </w:divBdr>
    </w:div>
    <w:div w:id="1164854647">
      <w:bodyDiv w:val="1"/>
      <w:marLeft w:val="0"/>
      <w:marRight w:val="0"/>
      <w:marTop w:val="0"/>
      <w:marBottom w:val="0"/>
      <w:divBdr>
        <w:top w:val="none" w:sz="0" w:space="0" w:color="auto"/>
        <w:left w:val="none" w:sz="0" w:space="0" w:color="auto"/>
        <w:bottom w:val="none" w:sz="0" w:space="0" w:color="auto"/>
        <w:right w:val="none" w:sz="0" w:space="0" w:color="auto"/>
      </w:divBdr>
    </w:div>
    <w:div w:id="1183009218">
      <w:bodyDiv w:val="1"/>
      <w:marLeft w:val="0"/>
      <w:marRight w:val="0"/>
      <w:marTop w:val="0"/>
      <w:marBottom w:val="0"/>
      <w:divBdr>
        <w:top w:val="none" w:sz="0" w:space="0" w:color="auto"/>
        <w:left w:val="none" w:sz="0" w:space="0" w:color="auto"/>
        <w:bottom w:val="none" w:sz="0" w:space="0" w:color="auto"/>
        <w:right w:val="none" w:sz="0" w:space="0" w:color="auto"/>
      </w:divBdr>
      <w:divsChild>
        <w:div w:id="775564203">
          <w:marLeft w:val="0"/>
          <w:marRight w:val="0"/>
          <w:marTop w:val="0"/>
          <w:marBottom w:val="0"/>
          <w:divBdr>
            <w:top w:val="none" w:sz="0" w:space="0" w:color="auto"/>
            <w:left w:val="none" w:sz="0" w:space="0" w:color="auto"/>
            <w:bottom w:val="none" w:sz="0" w:space="0" w:color="auto"/>
            <w:right w:val="none" w:sz="0" w:space="0" w:color="auto"/>
          </w:divBdr>
        </w:div>
      </w:divsChild>
    </w:div>
    <w:div w:id="1300769804">
      <w:bodyDiv w:val="1"/>
      <w:marLeft w:val="0"/>
      <w:marRight w:val="0"/>
      <w:marTop w:val="0"/>
      <w:marBottom w:val="0"/>
      <w:divBdr>
        <w:top w:val="none" w:sz="0" w:space="0" w:color="auto"/>
        <w:left w:val="none" w:sz="0" w:space="0" w:color="auto"/>
        <w:bottom w:val="none" w:sz="0" w:space="0" w:color="auto"/>
        <w:right w:val="none" w:sz="0" w:space="0" w:color="auto"/>
      </w:divBdr>
    </w:div>
    <w:div w:id="1501966839">
      <w:bodyDiv w:val="1"/>
      <w:marLeft w:val="0"/>
      <w:marRight w:val="0"/>
      <w:marTop w:val="0"/>
      <w:marBottom w:val="0"/>
      <w:divBdr>
        <w:top w:val="none" w:sz="0" w:space="0" w:color="auto"/>
        <w:left w:val="none" w:sz="0" w:space="0" w:color="auto"/>
        <w:bottom w:val="none" w:sz="0" w:space="0" w:color="auto"/>
        <w:right w:val="none" w:sz="0" w:space="0" w:color="auto"/>
      </w:divBdr>
    </w:div>
    <w:div w:id="1673024165">
      <w:bodyDiv w:val="1"/>
      <w:marLeft w:val="0"/>
      <w:marRight w:val="0"/>
      <w:marTop w:val="0"/>
      <w:marBottom w:val="0"/>
      <w:divBdr>
        <w:top w:val="none" w:sz="0" w:space="0" w:color="auto"/>
        <w:left w:val="none" w:sz="0" w:space="0" w:color="auto"/>
        <w:bottom w:val="none" w:sz="0" w:space="0" w:color="auto"/>
        <w:right w:val="none" w:sz="0" w:space="0" w:color="auto"/>
      </w:divBdr>
    </w:div>
    <w:div w:id="1781341420">
      <w:bodyDiv w:val="1"/>
      <w:marLeft w:val="0"/>
      <w:marRight w:val="0"/>
      <w:marTop w:val="0"/>
      <w:marBottom w:val="0"/>
      <w:divBdr>
        <w:top w:val="none" w:sz="0" w:space="0" w:color="auto"/>
        <w:left w:val="none" w:sz="0" w:space="0" w:color="auto"/>
        <w:bottom w:val="none" w:sz="0" w:space="0" w:color="auto"/>
        <w:right w:val="none" w:sz="0" w:space="0" w:color="auto"/>
      </w:divBdr>
    </w:div>
    <w:div w:id="1992057683">
      <w:bodyDiv w:val="1"/>
      <w:marLeft w:val="0"/>
      <w:marRight w:val="0"/>
      <w:marTop w:val="0"/>
      <w:marBottom w:val="0"/>
      <w:divBdr>
        <w:top w:val="none" w:sz="0" w:space="0" w:color="auto"/>
        <w:left w:val="none" w:sz="0" w:space="0" w:color="auto"/>
        <w:bottom w:val="none" w:sz="0" w:space="0" w:color="auto"/>
        <w:right w:val="none" w:sz="0" w:space="0" w:color="auto"/>
      </w:divBdr>
    </w:div>
    <w:div w:id="2004814016">
      <w:bodyDiv w:val="1"/>
      <w:marLeft w:val="0"/>
      <w:marRight w:val="0"/>
      <w:marTop w:val="0"/>
      <w:marBottom w:val="0"/>
      <w:divBdr>
        <w:top w:val="none" w:sz="0" w:space="0" w:color="auto"/>
        <w:left w:val="none" w:sz="0" w:space="0" w:color="auto"/>
        <w:bottom w:val="none" w:sz="0" w:space="0" w:color="auto"/>
        <w:right w:val="none" w:sz="0" w:space="0" w:color="auto"/>
      </w:divBdr>
    </w:div>
    <w:div w:id="2042122025">
      <w:bodyDiv w:val="1"/>
      <w:marLeft w:val="0"/>
      <w:marRight w:val="0"/>
      <w:marTop w:val="0"/>
      <w:marBottom w:val="0"/>
      <w:divBdr>
        <w:top w:val="none" w:sz="0" w:space="0" w:color="auto"/>
        <w:left w:val="none" w:sz="0" w:space="0" w:color="auto"/>
        <w:bottom w:val="none" w:sz="0" w:space="0" w:color="auto"/>
        <w:right w:val="none" w:sz="0" w:space="0" w:color="auto"/>
      </w:divBdr>
    </w:div>
    <w:div w:id="2116173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dmt.gemini.edu/docushare/dsweb/View/Collection-69301" TargetMode="External"/><Relationship Id="rId3" Type="http://schemas.openxmlformats.org/officeDocument/2006/relationships/numbering" Target="numbering.xml"/><Relationship Id="rId21" Type="http://schemas.openxmlformats.org/officeDocument/2006/relationships/hyperlink" Target="http://dmt.gemini.edu/docushare/dsweb/View/Collection-69302"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mt.gemini.edu/docushare/dsweb/View/Collection-69301" TargetMode="External"/><Relationship Id="rId2" Type="http://schemas.openxmlformats.org/officeDocument/2006/relationships/customXml" Target="../customXml/item2.xml"/><Relationship Id="rId16" Type="http://schemas.openxmlformats.org/officeDocument/2006/relationships/hyperlink" Target="http://dmt.gemini.edu/docushare/dsweb/View/Collection-69277" TargetMode="External"/><Relationship Id="rId20" Type="http://schemas.openxmlformats.org/officeDocument/2006/relationships/hyperlink" Target="http://dmt.gemini.edu/docushare/dsweb/View/Collection-693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dmt.gemini.edu/docushare/dsweb/View/Collection-69277"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dmt.gemini.edu/docushare/dsweb/View/Collection-69302"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dmt.gemini.edu/docushare/dsweb/View/Collection-63159"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posals\Templates\Software%20Development%20Templates\Installati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5407DD-6B23-F644-A5C5-13C0E21FC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D:\Proposals\Templates\Software Development Templates\Installation Plan Template.dot</Template>
  <TotalTime>0</TotalTime>
  <Pages>12</Pages>
  <Words>3383</Words>
  <Characters>19286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Interface Control Document</vt:lpstr>
    </vt:vector>
  </TitlesOfParts>
  <Manager>Manuel Lazo</Manager>
  <Company>Gemini Observatory</Company>
  <LinksUpToDate>false</LinksUpToDate>
  <CharactersWithSpaces>22624</CharactersWithSpaces>
  <SharedDoc>false</SharedDoc>
  <HyperlinkBase/>
  <HLinks>
    <vt:vector size="78" baseType="variant">
      <vt:variant>
        <vt:i4>4259943</vt:i4>
      </vt:variant>
      <vt:variant>
        <vt:i4>72</vt:i4>
      </vt:variant>
      <vt:variant>
        <vt:i4>0</vt:i4>
      </vt:variant>
      <vt:variant>
        <vt:i4>5</vt:i4>
      </vt:variant>
      <vt:variant>
        <vt:lpwstr>mailto:dputnam@ttsd.k12.or.us</vt:lpwstr>
      </vt:variant>
      <vt:variant>
        <vt:lpwstr/>
      </vt:variant>
      <vt:variant>
        <vt:i4>1900652</vt:i4>
      </vt:variant>
      <vt:variant>
        <vt:i4>69</vt:i4>
      </vt:variant>
      <vt:variant>
        <vt:i4>0</vt:i4>
      </vt:variant>
      <vt:variant>
        <vt:i4>5</vt:i4>
      </vt:variant>
      <vt:variant>
        <vt:lpwstr>mailto:john.hunter@teamic.org</vt:lpwstr>
      </vt:variant>
      <vt:variant>
        <vt:lpwstr/>
      </vt:variant>
      <vt:variant>
        <vt:i4>1048626</vt:i4>
      </vt:variant>
      <vt:variant>
        <vt:i4>59</vt:i4>
      </vt:variant>
      <vt:variant>
        <vt:i4>0</vt:i4>
      </vt:variant>
      <vt:variant>
        <vt:i4>5</vt:i4>
      </vt:variant>
      <vt:variant>
        <vt:lpwstr/>
      </vt:variant>
      <vt:variant>
        <vt:lpwstr>_Toc213003357</vt:lpwstr>
      </vt:variant>
      <vt:variant>
        <vt:i4>1048626</vt:i4>
      </vt:variant>
      <vt:variant>
        <vt:i4>53</vt:i4>
      </vt:variant>
      <vt:variant>
        <vt:i4>0</vt:i4>
      </vt:variant>
      <vt:variant>
        <vt:i4>5</vt:i4>
      </vt:variant>
      <vt:variant>
        <vt:lpwstr/>
      </vt:variant>
      <vt:variant>
        <vt:lpwstr>_Toc213003356</vt:lpwstr>
      </vt:variant>
      <vt:variant>
        <vt:i4>1048626</vt:i4>
      </vt:variant>
      <vt:variant>
        <vt:i4>47</vt:i4>
      </vt:variant>
      <vt:variant>
        <vt:i4>0</vt:i4>
      </vt:variant>
      <vt:variant>
        <vt:i4>5</vt:i4>
      </vt:variant>
      <vt:variant>
        <vt:lpwstr/>
      </vt:variant>
      <vt:variant>
        <vt:lpwstr>_Toc213003355</vt:lpwstr>
      </vt:variant>
      <vt:variant>
        <vt:i4>1048626</vt:i4>
      </vt:variant>
      <vt:variant>
        <vt:i4>41</vt:i4>
      </vt:variant>
      <vt:variant>
        <vt:i4>0</vt:i4>
      </vt:variant>
      <vt:variant>
        <vt:i4>5</vt:i4>
      </vt:variant>
      <vt:variant>
        <vt:lpwstr/>
      </vt:variant>
      <vt:variant>
        <vt:lpwstr>_Toc213003354</vt:lpwstr>
      </vt:variant>
      <vt:variant>
        <vt:i4>1048626</vt:i4>
      </vt:variant>
      <vt:variant>
        <vt:i4>35</vt:i4>
      </vt:variant>
      <vt:variant>
        <vt:i4>0</vt:i4>
      </vt:variant>
      <vt:variant>
        <vt:i4>5</vt:i4>
      </vt:variant>
      <vt:variant>
        <vt:lpwstr/>
      </vt:variant>
      <vt:variant>
        <vt:lpwstr>_Toc213003353</vt:lpwstr>
      </vt:variant>
      <vt:variant>
        <vt:i4>1048626</vt:i4>
      </vt:variant>
      <vt:variant>
        <vt:i4>29</vt:i4>
      </vt:variant>
      <vt:variant>
        <vt:i4>0</vt:i4>
      </vt:variant>
      <vt:variant>
        <vt:i4>5</vt:i4>
      </vt:variant>
      <vt:variant>
        <vt:lpwstr/>
      </vt:variant>
      <vt:variant>
        <vt:lpwstr>_Toc213003352</vt:lpwstr>
      </vt:variant>
      <vt:variant>
        <vt:i4>1048626</vt:i4>
      </vt:variant>
      <vt:variant>
        <vt:i4>23</vt:i4>
      </vt:variant>
      <vt:variant>
        <vt:i4>0</vt:i4>
      </vt:variant>
      <vt:variant>
        <vt:i4>5</vt:i4>
      </vt:variant>
      <vt:variant>
        <vt:lpwstr/>
      </vt:variant>
      <vt:variant>
        <vt:lpwstr>_Toc213003351</vt:lpwstr>
      </vt:variant>
      <vt:variant>
        <vt:i4>1048626</vt:i4>
      </vt:variant>
      <vt:variant>
        <vt:i4>17</vt:i4>
      </vt:variant>
      <vt:variant>
        <vt:i4>0</vt:i4>
      </vt:variant>
      <vt:variant>
        <vt:i4>5</vt:i4>
      </vt:variant>
      <vt:variant>
        <vt:lpwstr/>
      </vt:variant>
      <vt:variant>
        <vt:lpwstr>_Toc213003350</vt:lpwstr>
      </vt:variant>
      <vt:variant>
        <vt:i4>1114162</vt:i4>
      </vt:variant>
      <vt:variant>
        <vt:i4>11</vt:i4>
      </vt:variant>
      <vt:variant>
        <vt:i4>0</vt:i4>
      </vt:variant>
      <vt:variant>
        <vt:i4>5</vt:i4>
      </vt:variant>
      <vt:variant>
        <vt:lpwstr/>
      </vt:variant>
      <vt:variant>
        <vt:lpwstr>_Toc213003349</vt:lpwstr>
      </vt:variant>
      <vt:variant>
        <vt:i4>1900652</vt:i4>
      </vt:variant>
      <vt:variant>
        <vt:i4>6</vt:i4>
      </vt:variant>
      <vt:variant>
        <vt:i4>0</vt:i4>
      </vt:variant>
      <vt:variant>
        <vt:i4>5</vt:i4>
      </vt:variant>
      <vt:variant>
        <vt:lpwstr>mailto:john.hunter@teamic.org</vt:lpwstr>
      </vt:variant>
      <vt:variant>
        <vt:lpwstr/>
      </vt:variant>
      <vt:variant>
        <vt:i4>4259943</vt:i4>
      </vt:variant>
      <vt:variant>
        <vt:i4>3</vt:i4>
      </vt:variant>
      <vt:variant>
        <vt:i4>0</vt:i4>
      </vt:variant>
      <vt:variant>
        <vt:i4>5</vt:i4>
      </vt:variant>
      <vt:variant>
        <vt:lpwstr>mailto:dputnam@ttsd.k12.or.us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Interface Control Document</dc:title>
  <dc:subject>Subject</dc:subject>
  <dc:creator>spaez</dc:creator>
  <cp:keywords>Interface Control Document ICD</cp:keywords>
  <dc:description/>
  <cp:lastModifiedBy>Microsoft Office User</cp:lastModifiedBy>
  <cp:revision>3</cp:revision>
  <cp:lastPrinted>2016-03-30T19:39:00Z</cp:lastPrinted>
  <dcterms:created xsi:type="dcterms:W3CDTF">2018-08-07T00:35:00Z</dcterms:created>
  <dcterms:modified xsi:type="dcterms:W3CDTF">2018-08-09T13:52:00Z</dcterms:modified>
  <cp:category>Template</cp:category>
</cp:coreProperties>
</file>